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60BBB" w14:textId="77777777" w:rsidR="00316901" w:rsidRPr="0058678B" w:rsidRDefault="00316901" w:rsidP="006C2343">
      <w:pPr>
        <w:pStyle w:val="Titul2"/>
        <w:rPr>
          <w:sz w:val="18"/>
          <w:szCs w:val="18"/>
        </w:rPr>
      </w:pPr>
    </w:p>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260D0031" w14:textId="77777777" w:rsidR="00E82883" w:rsidRDefault="004C7419" w:rsidP="00E82883">
      <w:pPr>
        <w:pStyle w:val="Titul2"/>
        <w:spacing w:after="0"/>
      </w:pPr>
      <w:r>
        <w:t xml:space="preserve">Záměr projektu </w:t>
      </w:r>
    </w:p>
    <w:p w14:paraId="7B80B580" w14:textId="77777777" w:rsidR="002F6636" w:rsidRPr="00DF5A04" w:rsidRDefault="002F6636" w:rsidP="002F6636">
      <w:pPr>
        <w:pStyle w:val="Titul2"/>
        <w:spacing w:after="0"/>
      </w:pPr>
      <w:r w:rsidRPr="00DF5A04">
        <w:t xml:space="preserve">Projektová dokumentace pro povolení stavby </w:t>
      </w:r>
    </w:p>
    <w:p w14:paraId="4317AD63" w14:textId="1F07DDF5" w:rsidR="00652EFD" w:rsidRPr="00FB3188" w:rsidRDefault="00CF0DBE" w:rsidP="00EB46E5">
      <w:pPr>
        <w:pStyle w:val="Titul2"/>
      </w:pPr>
      <w:r w:rsidRPr="00FB3188">
        <w:t>P</w:t>
      </w:r>
      <w:r w:rsidR="00A84500" w:rsidRPr="00FB3188">
        <w:t xml:space="preserve">rojektová dokumentace pro provádění stavby </w:t>
      </w:r>
      <w:r w:rsidRPr="00FB3188">
        <w:t>D</w:t>
      </w:r>
      <w:r w:rsidR="00A84500" w:rsidRPr="00FB3188">
        <w:t>ozor</w:t>
      </w:r>
      <w:r w:rsidR="0021109A" w:rsidRPr="00FB3188">
        <w:t xml:space="preserve"> projektanta</w:t>
      </w:r>
    </w:p>
    <w:p w14:paraId="52E430AB" w14:textId="77777777" w:rsidR="00053304" w:rsidRPr="00D372A3" w:rsidRDefault="00053304" w:rsidP="00D372A3">
      <w:pPr>
        <w:pStyle w:val="Titul2"/>
        <w:rPr>
          <w:highlight w:val="green"/>
        </w:rPr>
      </w:pPr>
    </w:p>
    <w:p w14:paraId="7E638D12" w14:textId="3FF9FAAB" w:rsidR="0035531B" w:rsidRDefault="0035531B" w:rsidP="00D372A3">
      <w:pPr>
        <w:pStyle w:val="Titul2"/>
      </w:pPr>
      <w:r w:rsidRPr="00D372A3">
        <w:t>„</w:t>
      </w:r>
      <w:r w:rsidR="00D372A3" w:rsidRPr="00D372A3">
        <w:t>Náhrada přejezdu P284 v km 71,756 trati Praha Smíchov – Plzeň hl.n.</w:t>
      </w:r>
      <w:r w:rsidRPr="00D372A3">
        <w:t>“</w:t>
      </w:r>
    </w:p>
    <w:p w14:paraId="6A0FC324" w14:textId="77777777" w:rsidR="0010250C" w:rsidRDefault="0010250C" w:rsidP="00D372A3">
      <w:pPr>
        <w:pStyle w:val="Text1-1"/>
        <w:numPr>
          <w:ilvl w:val="0"/>
          <w:numId w:val="0"/>
        </w:numPr>
        <w:tabs>
          <w:tab w:val="left" w:pos="708"/>
        </w:tabs>
        <w:spacing w:line="240" w:lineRule="auto"/>
        <w:ind w:left="737" w:hanging="737"/>
      </w:pPr>
    </w:p>
    <w:p w14:paraId="335AA076" w14:textId="0FF9BE48" w:rsidR="000E125F" w:rsidRDefault="000E125F" w:rsidP="00D129AF">
      <w:pPr>
        <w:pStyle w:val="Text1-1"/>
        <w:numPr>
          <w:ilvl w:val="0"/>
          <w:numId w:val="0"/>
        </w:numPr>
        <w:tabs>
          <w:tab w:val="left" w:pos="708"/>
        </w:tabs>
      </w:pPr>
      <w:r>
        <w:t xml:space="preserve">Č.j. </w:t>
      </w:r>
      <w:r w:rsidR="00D129AF">
        <w:t>7084/2025-SŽ-SSZ-OVZ</w:t>
      </w:r>
    </w:p>
    <w:p w14:paraId="3F8163A8" w14:textId="77777777" w:rsidR="00D129AF" w:rsidRDefault="00D129AF" w:rsidP="00D129AF">
      <w:pPr>
        <w:pStyle w:val="Text1-1"/>
        <w:numPr>
          <w:ilvl w:val="0"/>
          <w:numId w:val="0"/>
        </w:numPr>
        <w:tabs>
          <w:tab w:val="left" w:pos="708"/>
        </w:tabs>
      </w:pPr>
    </w:p>
    <w:p w14:paraId="7FFE2CBD" w14:textId="77777777" w:rsidR="00053304" w:rsidRPr="00D129AF" w:rsidRDefault="00053304" w:rsidP="00053304">
      <w:pPr>
        <w:spacing w:after="0" w:line="240" w:lineRule="auto"/>
        <w:rPr>
          <w:iCs/>
          <w:color w:val="000000" w:themeColor="text1"/>
        </w:rPr>
      </w:pPr>
    </w:p>
    <w:p w14:paraId="5DB73F12" w14:textId="77777777" w:rsidR="00D129AF" w:rsidRPr="00D129AF" w:rsidRDefault="00D129AF" w:rsidP="00053304">
      <w:pPr>
        <w:spacing w:after="0" w:line="240" w:lineRule="auto"/>
        <w:rPr>
          <w:iCs/>
          <w:color w:val="000000" w:themeColor="text1"/>
        </w:rPr>
      </w:pPr>
    </w:p>
    <w:p w14:paraId="4B0CCD8C" w14:textId="77777777" w:rsidR="00D129AF" w:rsidRPr="00D129AF" w:rsidRDefault="00D129AF" w:rsidP="00053304">
      <w:pPr>
        <w:spacing w:after="0" w:line="240" w:lineRule="auto"/>
        <w:rPr>
          <w:iCs/>
          <w:color w:val="000000" w:themeColor="text1"/>
        </w:rPr>
      </w:pPr>
    </w:p>
    <w:p w14:paraId="42BC1EC5" w14:textId="7E21B65E" w:rsidR="00136BBF" w:rsidRDefault="0010250C" w:rsidP="00053304">
      <w:pPr>
        <w:spacing w:after="0"/>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37346140" w14:textId="0758B28A" w:rsidR="00DE4022"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8214862" w:history="1">
        <w:r w:rsidR="00DE4022" w:rsidRPr="00941768">
          <w:rPr>
            <w:rStyle w:val="Hypertextovodkaz"/>
          </w:rPr>
          <w:t>1.</w:t>
        </w:r>
        <w:r w:rsidR="00DE4022">
          <w:rPr>
            <w:rFonts w:eastAsiaTheme="minorEastAsia"/>
            <w:caps w:val="0"/>
            <w:noProof/>
            <w:kern w:val="2"/>
            <w:sz w:val="24"/>
            <w:szCs w:val="24"/>
            <w:lang w:eastAsia="cs-CZ"/>
            <w14:ligatures w14:val="standardContextual"/>
          </w:rPr>
          <w:tab/>
        </w:r>
        <w:r w:rsidR="00DE4022" w:rsidRPr="00941768">
          <w:rPr>
            <w:rStyle w:val="Hypertextovodkaz"/>
          </w:rPr>
          <w:t>ÚVODNÍ USTANOVENÍ</w:t>
        </w:r>
        <w:r w:rsidR="00DE4022">
          <w:rPr>
            <w:noProof/>
            <w:webHidden/>
          </w:rPr>
          <w:tab/>
        </w:r>
        <w:r w:rsidR="00DE4022">
          <w:rPr>
            <w:noProof/>
            <w:webHidden/>
          </w:rPr>
          <w:fldChar w:fldCharType="begin"/>
        </w:r>
        <w:r w:rsidR="00DE4022">
          <w:rPr>
            <w:noProof/>
            <w:webHidden/>
          </w:rPr>
          <w:instrText xml:space="preserve"> PAGEREF _Toc198214862 \h </w:instrText>
        </w:r>
        <w:r w:rsidR="00DE4022">
          <w:rPr>
            <w:noProof/>
            <w:webHidden/>
          </w:rPr>
        </w:r>
        <w:r w:rsidR="00DE4022">
          <w:rPr>
            <w:noProof/>
            <w:webHidden/>
          </w:rPr>
          <w:fldChar w:fldCharType="separate"/>
        </w:r>
        <w:r w:rsidR="000B1F48">
          <w:rPr>
            <w:noProof/>
            <w:webHidden/>
          </w:rPr>
          <w:t>3</w:t>
        </w:r>
        <w:r w:rsidR="00DE4022">
          <w:rPr>
            <w:noProof/>
            <w:webHidden/>
          </w:rPr>
          <w:fldChar w:fldCharType="end"/>
        </w:r>
      </w:hyperlink>
    </w:p>
    <w:p w14:paraId="6F83A83E" w14:textId="3A243510" w:rsidR="00DE4022" w:rsidRDefault="00DE4022">
      <w:pPr>
        <w:pStyle w:val="Obsah1"/>
        <w:rPr>
          <w:rFonts w:eastAsiaTheme="minorEastAsia"/>
          <w:caps w:val="0"/>
          <w:noProof/>
          <w:kern w:val="2"/>
          <w:sz w:val="24"/>
          <w:szCs w:val="24"/>
          <w:lang w:eastAsia="cs-CZ"/>
          <w14:ligatures w14:val="standardContextual"/>
        </w:rPr>
      </w:pPr>
      <w:hyperlink w:anchor="_Toc198214863" w:history="1">
        <w:r w:rsidRPr="00941768">
          <w:rPr>
            <w:rStyle w:val="Hypertextovodkaz"/>
          </w:rPr>
          <w:t>2.</w:t>
        </w:r>
        <w:r>
          <w:rPr>
            <w:rFonts w:eastAsiaTheme="minorEastAsia"/>
            <w:caps w:val="0"/>
            <w:noProof/>
            <w:kern w:val="2"/>
            <w:sz w:val="24"/>
            <w:szCs w:val="24"/>
            <w:lang w:eastAsia="cs-CZ"/>
            <w14:ligatures w14:val="standardContextual"/>
          </w:rPr>
          <w:tab/>
        </w:r>
        <w:r w:rsidRPr="00941768">
          <w:rPr>
            <w:rStyle w:val="Hypertextovodkaz"/>
          </w:rPr>
          <w:t>IDENTIFIKAČNÍ ÚDAJE ZADAVATELE</w:t>
        </w:r>
        <w:r>
          <w:rPr>
            <w:noProof/>
            <w:webHidden/>
          </w:rPr>
          <w:tab/>
        </w:r>
        <w:r>
          <w:rPr>
            <w:noProof/>
            <w:webHidden/>
          </w:rPr>
          <w:fldChar w:fldCharType="begin"/>
        </w:r>
        <w:r>
          <w:rPr>
            <w:noProof/>
            <w:webHidden/>
          </w:rPr>
          <w:instrText xml:space="preserve"> PAGEREF _Toc198214863 \h </w:instrText>
        </w:r>
        <w:r>
          <w:rPr>
            <w:noProof/>
            <w:webHidden/>
          </w:rPr>
        </w:r>
        <w:r>
          <w:rPr>
            <w:noProof/>
            <w:webHidden/>
          </w:rPr>
          <w:fldChar w:fldCharType="separate"/>
        </w:r>
        <w:r w:rsidR="000B1F48">
          <w:rPr>
            <w:noProof/>
            <w:webHidden/>
          </w:rPr>
          <w:t>3</w:t>
        </w:r>
        <w:r>
          <w:rPr>
            <w:noProof/>
            <w:webHidden/>
          </w:rPr>
          <w:fldChar w:fldCharType="end"/>
        </w:r>
      </w:hyperlink>
    </w:p>
    <w:p w14:paraId="28DA441E" w14:textId="213365D9" w:rsidR="00DE4022" w:rsidRDefault="00DE4022">
      <w:pPr>
        <w:pStyle w:val="Obsah1"/>
        <w:rPr>
          <w:rFonts w:eastAsiaTheme="minorEastAsia"/>
          <w:caps w:val="0"/>
          <w:noProof/>
          <w:kern w:val="2"/>
          <w:sz w:val="24"/>
          <w:szCs w:val="24"/>
          <w:lang w:eastAsia="cs-CZ"/>
          <w14:ligatures w14:val="standardContextual"/>
        </w:rPr>
      </w:pPr>
      <w:hyperlink w:anchor="_Toc198214864" w:history="1">
        <w:r w:rsidRPr="00941768">
          <w:rPr>
            <w:rStyle w:val="Hypertextovodkaz"/>
          </w:rPr>
          <w:t>3.</w:t>
        </w:r>
        <w:r>
          <w:rPr>
            <w:rFonts w:eastAsiaTheme="minorEastAsia"/>
            <w:caps w:val="0"/>
            <w:noProof/>
            <w:kern w:val="2"/>
            <w:sz w:val="24"/>
            <w:szCs w:val="24"/>
            <w:lang w:eastAsia="cs-CZ"/>
            <w14:ligatures w14:val="standardContextual"/>
          </w:rPr>
          <w:tab/>
        </w:r>
        <w:r w:rsidRPr="00941768">
          <w:rPr>
            <w:rStyle w:val="Hypertextovodkaz"/>
          </w:rPr>
          <w:t>KOMUNIKACE MEZI ZADAVATELEM a DODAVATELEM</w:t>
        </w:r>
        <w:r>
          <w:rPr>
            <w:noProof/>
            <w:webHidden/>
          </w:rPr>
          <w:tab/>
        </w:r>
        <w:r>
          <w:rPr>
            <w:noProof/>
            <w:webHidden/>
          </w:rPr>
          <w:fldChar w:fldCharType="begin"/>
        </w:r>
        <w:r>
          <w:rPr>
            <w:noProof/>
            <w:webHidden/>
          </w:rPr>
          <w:instrText xml:space="preserve"> PAGEREF _Toc198214864 \h </w:instrText>
        </w:r>
        <w:r>
          <w:rPr>
            <w:noProof/>
            <w:webHidden/>
          </w:rPr>
        </w:r>
        <w:r>
          <w:rPr>
            <w:noProof/>
            <w:webHidden/>
          </w:rPr>
          <w:fldChar w:fldCharType="separate"/>
        </w:r>
        <w:r w:rsidR="000B1F48">
          <w:rPr>
            <w:noProof/>
            <w:webHidden/>
          </w:rPr>
          <w:t>4</w:t>
        </w:r>
        <w:r>
          <w:rPr>
            <w:noProof/>
            <w:webHidden/>
          </w:rPr>
          <w:fldChar w:fldCharType="end"/>
        </w:r>
      </w:hyperlink>
    </w:p>
    <w:p w14:paraId="5873F476" w14:textId="125C03DC" w:rsidR="00DE4022" w:rsidRDefault="00DE4022">
      <w:pPr>
        <w:pStyle w:val="Obsah1"/>
        <w:rPr>
          <w:rFonts w:eastAsiaTheme="minorEastAsia"/>
          <w:caps w:val="0"/>
          <w:noProof/>
          <w:kern w:val="2"/>
          <w:sz w:val="24"/>
          <w:szCs w:val="24"/>
          <w:lang w:eastAsia="cs-CZ"/>
          <w14:ligatures w14:val="standardContextual"/>
        </w:rPr>
      </w:pPr>
      <w:hyperlink w:anchor="_Toc198214865" w:history="1">
        <w:r w:rsidRPr="00941768">
          <w:rPr>
            <w:rStyle w:val="Hypertextovodkaz"/>
          </w:rPr>
          <w:t>4.</w:t>
        </w:r>
        <w:r>
          <w:rPr>
            <w:rFonts w:eastAsiaTheme="minorEastAsia"/>
            <w:caps w:val="0"/>
            <w:noProof/>
            <w:kern w:val="2"/>
            <w:sz w:val="24"/>
            <w:szCs w:val="24"/>
            <w:lang w:eastAsia="cs-CZ"/>
            <w14:ligatures w14:val="standardContextual"/>
          </w:rPr>
          <w:tab/>
        </w:r>
        <w:r w:rsidRPr="00941768">
          <w:rPr>
            <w:rStyle w:val="Hypertextovodkaz"/>
          </w:rPr>
          <w:t>ÚČEL a PŘEDMĚT PLNĚNÍ VEŘEJNÉ ZAKÁZKY</w:t>
        </w:r>
        <w:r>
          <w:rPr>
            <w:noProof/>
            <w:webHidden/>
          </w:rPr>
          <w:tab/>
        </w:r>
        <w:r>
          <w:rPr>
            <w:noProof/>
            <w:webHidden/>
          </w:rPr>
          <w:fldChar w:fldCharType="begin"/>
        </w:r>
        <w:r>
          <w:rPr>
            <w:noProof/>
            <w:webHidden/>
          </w:rPr>
          <w:instrText xml:space="preserve"> PAGEREF _Toc198214865 \h </w:instrText>
        </w:r>
        <w:r>
          <w:rPr>
            <w:noProof/>
            <w:webHidden/>
          </w:rPr>
        </w:r>
        <w:r>
          <w:rPr>
            <w:noProof/>
            <w:webHidden/>
          </w:rPr>
          <w:fldChar w:fldCharType="separate"/>
        </w:r>
        <w:r w:rsidR="000B1F48">
          <w:rPr>
            <w:noProof/>
            <w:webHidden/>
          </w:rPr>
          <w:t>4</w:t>
        </w:r>
        <w:r>
          <w:rPr>
            <w:noProof/>
            <w:webHidden/>
          </w:rPr>
          <w:fldChar w:fldCharType="end"/>
        </w:r>
      </w:hyperlink>
    </w:p>
    <w:p w14:paraId="73762A3B" w14:textId="5A73133B" w:rsidR="00DE4022" w:rsidRDefault="00DE4022">
      <w:pPr>
        <w:pStyle w:val="Obsah1"/>
        <w:rPr>
          <w:rFonts w:eastAsiaTheme="minorEastAsia"/>
          <w:caps w:val="0"/>
          <w:noProof/>
          <w:kern w:val="2"/>
          <w:sz w:val="24"/>
          <w:szCs w:val="24"/>
          <w:lang w:eastAsia="cs-CZ"/>
          <w14:ligatures w14:val="standardContextual"/>
        </w:rPr>
      </w:pPr>
      <w:hyperlink w:anchor="_Toc198214866" w:history="1">
        <w:r w:rsidRPr="00941768">
          <w:rPr>
            <w:rStyle w:val="Hypertextovodkaz"/>
          </w:rPr>
          <w:t>5.</w:t>
        </w:r>
        <w:r>
          <w:rPr>
            <w:rFonts w:eastAsiaTheme="minorEastAsia"/>
            <w:caps w:val="0"/>
            <w:noProof/>
            <w:kern w:val="2"/>
            <w:sz w:val="24"/>
            <w:szCs w:val="24"/>
            <w:lang w:eastAsia="cs-CZ"/>
            <w14:ligatures w14:val="standardContextual"/>
          </w:rPr>
          <w:tab/>
        </w:r>
        <w:r w:rsidRPr="00941768">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_Toc198214866 \h </w:instrText>
        </w:r>
        <w:r>
          <w:rPr>
            <w:noProof/>
            <w:webHidden/>
          </w:rPr>
        </w:r>
        <w:r>
          <w:rPr>
            <w:noProof/>
            <w:webHidden/>
          </w:rPr>
          <w:fldChar w:fldCharType="separate"/>
        </w:r>
        <w:r w:rsidR="000B1F48">
          <w:rPr>
            <w:noProof/>
            <w:webHidden/>
          </w:rPr>
          <w:t>5</w:t>
        </w:r>
        <w:r>
          <w:rPr>
            <w:noProof/>
            <w:webHidden/>
          </w:rPr>
          <w:fldChar w:fldCharType="end"/>
        </w:r>
      </w:hyperlink>
    </w:p>
    <w:p w14:paraId="173F11B2" w14:textId="5196BBFB" w:rsidR="00DE4022" w:rsidRDefault="00DE4022">
      <w:pPr>
        <w:pStyle w:val="Obsah1"/>
        <w:rPr>
          <w:rFonts w:eastAsiaTheme="minorEastAsia"/>
          <w:caps w:val="0"/>
          <w:noProof/>
          <w:kern w:val="2"/>
          <w:sz w:val="24"/>
          <w:szCs w:val="24"/>
          <w:lang w:eastAsia="cs-CZ"/>
          <w14:ligatures w14:val="standardContextual"/>
        </w:rPr>
      </w:pPr>
      <w:hyperlink w:anchor="_Toc198214867" w:history="1">
        <w:r w:rsidRPr="00941768">
          <w:rPr>
            <w:rStyle w:val="Hypertextovodkaz"/>
          </w:rPr>
          <w:t>6.</w:t>
        </w:r>
        <w:r>
          <w:rPr>
            <w:rFonts w:eastAsiaTheme="minorEastAsia"/>
            <w:caps w:val="0"/>
            <w:noProof/>
            <w:kern w:val="2"/>
            <w:sz w:val="24"/>
            <w:szCs w:val="24"/>
            <w:lang w:eastAsia="cs-CZ"/>
            <w14:ligatures w14:val="standardContextual"/>
          </w:rPr>
          <w:tab/>
        </w:r>
        <w:r w:rsidRPr="00941768">
          <w:rPr>
            <w:rStyle w:val="Hypertextovodkaz"/>
          </w:rPr>
          <w:t>OBSAH ZADÁVACÍ DOKUMENTACE</w:t>
        </w:r>
        <w:r>
          <w:rPr>
            <w:noProof/>
            <w:webHidden/>
          </w:rPr>
          <w:tab/>
        </w:r>
        <w:r>
          <w:rPr>
            <w:noProof/>
            <w:webHidden/>
          </w:rPr>
          <w:fldChar w:fldCharType="begin"/>
        </w:r>
        <w:r>
          <w:rPr>
            <w:noProof/>
            <w:webHidden/>
          </w:rPr>
          <w:instrText xml:space="preserve"> PAGEREF _Toc198214867 \h </w:instrText>
        </w:r>
        <w:r>
          <w:rPr>
            <w:noProof/>
            <w:webHidden/>
          </w:rPr>
        </w:r>
        <w:r>
          <w:rPr>
            <w:noProof/>
            <w:webHidden/>
          </w:rPr>
          <w:fldChar w:fldCharType="separate"/>
        </w:r>
        <w:r w:rsidR="000B1F48">
          <w:rPr>
            <w:noProof/>
            <w:webHidden/>
          </w:rPr>
          <w:t>5</w:t>
        </w:r>
        <w:r>
          <w:rPr>
            <w:noProof/>
            <w:webHidden/>
          </w:rPr>
          <w:fldChar w:fldCharType="end"/>
        </w:r>
      </w:hyperlink>
    </w:p>
    <w:p w14:paraId="6996A1AB" w14:textId="5504D667" w:rsidR="00DE4022" w:rsidRDefault="00DE4022">
      <w:pPr>
        <w:pStyle w:val="Obsah1"/>
        <w:rPr>
          <w:rFonts w:eastAsiaTheme="minorEastAsia"/>
          <w:caps w:val="0"/>
          <w:noProof/>
          <w:kern w:val="2"/>
          <w:sz w:val="24"/>
          <w:szCs w:val="24"/>
          <w:lang w:eastAsia="cs-CZ"/>
          <w14:ligatures w14:val="standardContextual"/>
        </w:rPr>
      </w:pPr>
      <w:hyperlink w:anchor="_Toc198214868" w:history="1">
        <w:r w:rsidRPr="00941768">
          <w:rPr>
            <w:rStyle w:val="Hypertextovodkaz"/>
          </w:rPr>
          <w:t>7.</w:t>
        </w:r>
        <w:r>
          <w:rPr>
            <w:rFonts w:eastAsiaTheme="minorEastAsia"/>
            <w:caps w:val="0"/>
            <w:noProof/>
            <w:kern w:val="2"/>
            <w:sz w:val="24"/>
            <w:szCs w:val="24"/>
            <w:lang w:eastAsia="cs-CZ"/>
            <w14:ligatures w14:val="standardContextual"/>
          </w:rPr>
          <w:tab/>
        </w:r>
        <w:r w:rsidRPr="00941768">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_Toc198214868 \h </w:instrText>
        </w:r>
        <w:r>
          <w:rPr>
            <w:noProof/>
            <w:webHidden/>
          </w:rPr>
        </w:r>
        <w:r>
          <w:rPr>
            <w:noProof/>
            <w:webHidden/>
          </w:rPr>
          <w:fldChar w:fldCharType="separate"/>
        </w:r>
        <w:r w:rsidR="000B1F48">
          <w:rPr>
            <w:noProof/>
            <w:webHidden/>
          </w:rPr>
          <w:t>6</w:t>
        </w:r>
        <w:r>
          <w:rPr>
            <w:noProof/>
            <w:webHidden/>
          </w:rPr>
          <w:fldChar w:fldCharType="end"/>
        </w:r>
      </w:hyperlink>
    </w:p>
    <w:p w14:paraId="52C50C50" w14:textId="283BCFC4" w:rsidR="00DE4022" w:rsidRDefault="00DE4022">
      <w:pPr>
        <w:pStyle w:val="Obsah1"/>
        <w:rPr>
          <w:rFonts w:eastAsiaTheme="minorEastAsia"/>
          <w:caps w:val="0"/>
          <w:noProof/>
          <w:kern w:val="2"/>
          <w:sz w:val="24"/>
          <w:szCs w:val="24"/>
          <w:lang w:eastAsia="cs-CZ"/>
          <w14:ligatures w14:val="standardContextual"/>
        </w:rPr>
      </w:pPr>
      <w:hyperlink w:anchor="_Toc198214869" w:history="1">
        <w:r w:rsidRPr="00941768">
          <w:rPr>
            <w:rStyle w:val="Hypertextovodkaz"/>
          </w:rPr>
          <w:t>8.</w:t>
        </w:r>
        <w:r>
          <w:rPr>
            <w:rFonts w:eastAsiaTheme="minorEastAsia"/>
            <w:caps w:val="0"/>
            <w:noProof/>
            <w:kern w:val="2"/>
            <w:sz w:val="24"/>
            <w:szCs w:val="24"/>
            <w:lang w:eastAsia="cs-CZ"/>
            <w14:ligatures w14:val="standardContextual"/>
          </w:rPr>
          <w:tab/>
        </w:r>
        <w:r w:rsidRPr="00941768">
          <w:rPr>
            <w:rStyle w:val="Hypertextovodkaz"/>
          </w:rPr>
          <w:t>POŽADAVKY ZADAVATELE NA KVALIFIKACI</w:t>
        </w:r>
        <w:r>
          <w:rPr>
            <w:noProof/>
            <w:webHidden/>
          </w:rPr>
          <w:tab/>
        </w:r>
        <w:r>
          <w:rPr>
            <w:noProof/>
            <w:webHidden/>
          </w:rPr>
          <w:fldChar w:fldCharType="begin"/>
        </w:r>
        <w:r>
          <w:rPr>
            <w:noProof/>
            <w:webHidden/>
          </w:rPr>
          <w:instrText xml:space="preserve"> PAGEREF _Toc198214869 \h </w:instrText>
        </w:r>
        <w:r>
          <w:rPr>
            <w:noProof/>
            <w:webHidden/>
          </w:rPr>
        </w:r>
        <w:r>
          <w:rPr>
            <w:noProof/>
            <w:webHidden/>
          </w:rPr>
          <w:fldChar w:fldCharType="separate"/>
        </w:r>
        <w:r w:rsidR="000B1F48">
          <w:rPr>
            <w:noProof/>
            <w:webHidden/>
          </w:rPr>
          <w:t>6</w:t>
        </w:r>
        <w:r>
          <w:rPr>
            <w:noProof/>
            <w:webHidden/>
          </w:rPr>
          <w:fldChar w:fldCharType="end"/>
        </w:r>
      </w:hyperlink>
    </w:p>
    <w:p w14:paraId="6C76482E" w14:textId="6A175C88" w:rsidR="00DE4022" w:rsidRDefault="00DE4022">
      <w:pPr>
        <w:pStyle w:val="Obsah1"/>
        <w:rPr>
          <w:rFonts w:eastAsiaTheme="minorEastAsia"/>
          <w:caps w:val="0"/>
          <w:noProof/>
          <w:kern w:val="2"/>
          <w:sz w:val="24"/>
          <w:szCs w:val="24"/>
          <w:lang w:eastAsia="cs-CZ"/>
          <w14:ligatures w14:val="standardContextual"/>
        </w:rPr>
      </w:pPr>
      <w:hyperlink w:anchor="_Toc198214870" w:history="1">
        <w:r w:rsidRPr="00941768">
          <w:rPr>
            <w:rStyle w:val="Hypertextovodkaz"/>
          </w:rPr>
          <w:t>9.</w:t>
        </w:r>
        <w:r>
          <w:rPr>
            <w:rFonts w:eastAsiaTheme="minorEastAsia"/>
            <w:caps w:val="0"/>
            <w:noProof/>
            <w:kern w:val="2"/>
            <w:sz w:val="24"/>
            <w:szCs w:val="24"/>
            <w:lang w:eastAsia="cs-CZ"/>
            <w14:ligatures w14:val="standardContextual"/>
          </w:rPr>
          <w:tab/>
        </w:r>
        <w:r w:rsidRPr="00941768">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_Toc198214870 \h </w:instrText>
        </w:r>
        <w:r>
          <w:rPr>
            <w:noProof/>
            <w:webHidden/>
          </w:rPr>
        </w:r>
        <w:r>
          <w:rPr>
            <w:noProof/>
            <w:webHidden/>
          </w:rPr>
          <w:fldChar w:fldCharType="separate"/>
        </w:r>
        <w:r w:rsidR="000B1F48">
          <w:rPr>
            <w:noProof/>
            <w:webHidden/>
          </w:rPr>
          <w:t>20</w:t>
        </w:r>
        <w:r>
          <w:rPr>
            <w:noProof/>
            <w:webHidden/>
          </w:rPr>
          <w:fldChar w:fldCharType="end"/>
        </w:r>
      </w:hyperlink>
    </w:p>
    <w:p w14:paraId="10BBF4DD" w14:textId="198BEFBE" w:rsidR="00DE4022" w:rsidRDefault="00DE4022">
      <w:pPr>
        <w:pStyle w:val="Obsah1"/>
        <w:rPr>
          <w:rFonts w:eastAsiaTheme="minorEastAsia"/>
          <w:caps w:val="0"/>
          <w:noProof/>
          <w:kern w:val="2"/>
          <w:sz w:val="24"/>
          <w:szCs w:val="24"/>
          <w:lang w:eastAsia="cs-CZ"/>
          <w14:ligatures w14:val="standardContextual"/>
        </w:rPr>
      </w:pPr>
      <w:hyperlink w:anchor="_Toc198214871" w:history="1">
        <w:r w:rsidRPr="00941768">
          <w:rPr>
            <w:rStyle w:val="Hypertextovodkaz"/>
          </w:rPr>
          <w:t>10.</w:t>
        </w:r>
        <w:r>
          <w:rPr>
            <w:rFonts w:eastAsiaTheme="minorEastAsia"/>
            <w:caps w:val="0"/>
            <w:noProof/>
            <w:kern w:val="2"/>
            <w:sz w:val="24"/>
            <w:szCs w:val="24"/>
            <w:lang w:eastAsia="cs-CZ"/>
            <w14:ligatures w14:val="standardContextual"/>
          </w:rPr>
          <w:tab/>
        </w:r>
        <w:r w:rsidRPr="00941768">
          <w:rPr>
            <w:rStyle w:val="Hypertextovodkaz"/>
          </w:rPr>
          <w:t>JAZYK NABÍDEK A KOMUNIKAČNÍ JAZYK</w:t>
        </w:r>
        <w:r>
          <w:rPr>
            <w:noProof/>
            <w:webHidden/>
          </w:rPr>
          <w:tab/>
        </w:r>
        <w:r>
          <w:rPr>
            <w:noProof/>
            <w:webHidden/>
          </w:rPr>
          <w:fldChar w:fldCharType="begin"/>
        </w:r>
        <w:r>
          <w:rPr>
            <w:noProof/>
            <w:webHidden/>
          </w:rPr>
          <w:instrText xml:space="preserve"> PAGEREF _Toc198214871 \h </w:instrText>
        </w:r>
        <w:r>
          <w:rPr>
            <w:noProof/>
            <w:webHidden/>
          </w:rPr>
        </w:r>
        <w:r>
          <w:rPr>
            <w:noProof/>
            <w:webHidden/>
          </w:rPr>
          <w:fldChar w:fldCharType="separate"/>
        </w:r>
        <w:r w:rsidR="000B1F48">
          <w:rPr>
            <w:noProof/>
            <w:webHidden/>
          </w:rPr>
          <w:t>23</w:t>
        </w:r>
        <w:r>
          <w:rPr>
            <w:noProof/>
            <w:webHidden/>
          </w:rPr>
          <w:fldChar w:fldCharType="end"/>
        </w:r>
      </w:hyperlink>
    </w:p>
    <w:p w14:paraId="15AD8859" w14:textId="489D78C1" w:rsidR="00DE4022" w:rsidRDefault="00DE4022">
      <w:pPr>
        <w:pStyle w:val="Obsah1"/>
        <w:rPr>
          <w:rFonts w:eastAsiaTheme="minorEastAsia"/>
          <w:caps w:val="0"/>
          <w:noProof/>
          <w:kern w:val="2"/>
          <w:sz w:val="24"/>
          <w:szCs w:val="24"/>
          <w:lang w:eastAsia="cs-CZ"/>
          <w14:ligatures w14:val="standardContextual"/>
        </w:rPr>
      </w:pPr>
      <w:hyperlink w:anchor="_Toc198214872" w:history="1">
        <w:r w:rsidRPr="00941768">
          <w:rPr>
            <w:rStyle w:val="Hypertextovodkaz"/>
          </w:rPr>
          <w:t>11.</w:t>
        </w:r>
        <w:r>
          <w:rPr>
            <w:rFonts w:eastAsiaTheme="minorEastAsia"/>
            <w:caps w:val="0"/>
            <w:noProof/>
            <w:kern w:val="2"/>
            <w:sz w:val="24"/>
            <w:szCs w:val="24"/>
            <w:lang w:eastAsia="cs-CZ"/>
            <w14:ligatures w14:val="standardContextual"/>
          </w:rPr>
          <w:tab/>
        </w:r>
        <w:r w:rsidRPr="00941768">
          <w:rPr>
            <w:rStyle w:val="Hypertextovodkaz"/>
          </w:rPr>
          <w:t>OBSAH a PODÁVÁNÍ NABÍDEK</w:t>
        </w:r>
        <w:r>
          <w:rPr>
            <w:noProof/>
            <w:webHidden/>
          </w:rPr>
          <w:tab/>
        </w:r>
        <w:r>
          <w:rPr>
            <w:noProof/>
            <w:webHidden/>
          </w:rPr>
          <w:fldChar w:fldCharType="begin"/>
        </w:r>
        <w:r>
          <w:rPr>
            <w:noProof/>
            <w:webHidden/>
          </w:rPr>
          <w:instrText xml:space="preserve"> PAGEREF _Toc198214872 \h </w:instrText>
        </w:r>
        <w:r>
          <w:rPr>
            <w:noProof/>
            <w:webHidden/>
          </w:rPr>
        </w:r>
        <w:r>
          <w:rPr>
            <w:noProof/>
            <w:webHidden/>
          </w:rPr>
          <w:fldChar w:fldCharType="separate"/>
        </w:r>
        <w:r w:rsidR="000B1F48">
          <w:rPr>
            <w:noProof/>
            <w:webHidden/>
          </w:rPr>
          <w:t>23</w:t>
        </w:r>
        <w:r>
          <w:rPr>
            <w:noProof/>
            <w:webHidden/>
          </w:rPr>
          <w:fldChar w:fldCharType="end"/>
        </w:r>
      </w:hyperlink>
    </w:p>
    <w:p w14:paraId="3D546B70" w14:textId="786CFB9B" w:rsidR="00DE4022" w:rsidRDefault="00DE4022">
      <w:pPr>
        <w:pStyle w:val="Obsah1"/>
        <w:rPr>
          <w:rFonts w:eastAsiaTheme="minorEastAsia"/>
          <w:caps w:val="0"/>
          <w:noProof/>
          <w:kern w:val="2"/>
          <w:sz w:val="24"/>
          <w:szCs w:val="24"/>
          <w:lang w:eastAsia="cs-CZ"/>
          <w14:ligatures w14:val="standardContextual"/>
        </w:rPr>
      </w:pPr>
      <w:hyperlink w:anchor="_Toc198214873" w:history="1">
        <w:r w:rsidRPr="00941768">
          <w:rPr>
            <w:rStyle w:val="Hypertextovodkaz"/>
          </w:rPr>
          <w:t>12.</w:t>
        </w:r>
        <w:r>
          <w:rPr>
            <w:rFonts w:eastAsiaTheme="minorEastAsia"/>
            <w:caps w:val="0"/>
            <w:noProof/>
            <w:kern w:val="2"/>
            <w:sz w:val="24"/>
            <w:szCs w:val="24"/>
            <w:lang w:eastAsia="cs-CZ"/>
            <w14:ligatures w14:val="standardContextual"/>
          </w:rPr>
          <w:tab/>
        </w:r>
        <w:r w:rsidRPr="00941768">
          <w:rPr>
            <w:rStyle w:val="Hypertextovodkaz"/>
          </w:rPr>
          <w:t>POŽADAVKY NA ZPRACOVÁNÍ NABÍDKOVÉ CENY</w:t>
        </w:r>
        <w:r>
          <w:rPr>
            <w:noProof/>
            <w:webHidden/>
          </w:rPr>
          <w:tab/>
        </w:r>
        <w:r>
          <w:rPr>
            <w:noProof/>
            <w:webHidden/>
          </w:rPr>
          <w:fldChar w:fldCharType="begin"/>
        </w:r>
        <w:r>
          <w:rPr>
            <w:noProof/>
            <w:webHidden/>
          </w:rPr>
          <w:instrText xml:space="preserve"> PAGEREF _Toc198214873 \h </w:instrText>
        </w:r>
        <w:r>
          <w:rPr>
            <w:noProof/>
            <w:webHidden/>
          </w:rPr>
        </w:r>
        <w:r>
          <w:rPr>
            <w:noProof/>
            <w:webHidden/>
          </w:rPr>
          <w:fldChar w:fldCharType="separate"/>
        </w:r>
        <w:r w:rsidR="000B1F48">
          <w:rPr>
            <w:noProof/>
            <w:webHidden/>
          </w:rPr>
          <w:t>25</w:t>
        </w:r>
        <w:r>
          <w:rPr>
            <w:noProof/>
            <w:webHidden/>
          </w:rPr>
          <w:fldChar w:fldCharType="end"/>
        </w:r>
      </w:hyperlink>
    </w:p>
    <w:p w14:paraId="6AAA8EDD" w14:textId="1D0837E5" w:rsidR="00DE4022" w:rsidRDefault="00DE4022">
      <w:pPr>
        <w:pStyle w:val="Obsah1"/>
        <w:rPr>
          <w:rFonts w:eastAsiaTheme="minorEastAsia"/>
          <w:caps w:val="0"/>
          <w:noProof/>
          <w:kern w:val="2"/>
          <w:sz w:val="24"/>
          <w:szCs w:val="24"/>
          <w:lang w:eastAsia="cs-CZ"/>
          <w14:ligatures w14:val="standardContextual"/>
        </w:rPr>
      </w:pPr>
      <w:hyperlink w:anchor="_Toc198214874" w:history="1">
        <w:r w:rsidRPr="00941768">
          <w:rPr>
            <w:rStyle w:val="Hypertextovodkaz"/>
          </w:rPr>
          <w:t>13.</w:t>
        </w:r>
        <w:r>
          <w:rPr>
            <w:rFonts w:eastAsiaTheme="minorEastAsia"/>
            <w:caps w:val="0"/>
            <w:noProof/>
            <w:kern w:val="2"/>
            <w:sz w:val="24"/>
            <w:szCs w:val="24"/>
            <w:lang w:eastAsia="cs-CZ"/>
            <w14:ligatures w14:val="standardContextual"/>
          </w:rPr>
          <w:tab/>
        </w:r>
        <w:r w:rsidRPr="00941768">
          <w:rPr>
            <w:rStyle w:val="Hypertextovodkaz"/>
          </w:rPr>
          <w:t>VARIANTY NABÍDKY</w:t>
        </w:r>
        <w:r>
          <w:rPr>
            <w:noProof/>
            <w:webHidden/>
          </w:rPr>
          <w:tab/>
        </w:r>
        <w:r>
          <w:rPr>
            <w:noProof/>
            <w:webHidden/>
          </w:rPr>
          <w:fldChar w:fldCharType="begin"/>
        </w:r>
        <w:r>
          <w:rPr>
            <w:noProof/>
            <w:webHidden/>
          </w:rPr>
          <w:instrText xml:space="preserve"> PAGEREF _Toc198214874 \h </w:instrText>
        </w:r>
        <w:r>
          <w:rPr>
            <w:noProof/>
            <w:webHidden/>
          </w:rPr>
        </w:r>
        <w:r>
          <w:rPr>
            <w:noProof/>
            <w:webHidden/>
          </w:rPr>
          <w:fldChar w:fldCharType="separate"/>
        </w:r>
        <w:r w:rsidR="000B1F48">
          <w:rPr>
            <w:noProof/>
            <w:webHidden/>
          </w:rPr>
          <w:t>25</w:t>
        </w:r>
        <w:r>
          <w:rPr>
            <w:noProof/>
            <w:webHidden/>
          </w:rPr>
          <w:fldChar w:fldCharType="end"/>
        </w:r>
      </w:hyperlink>
    </w:p>
    <w:p w14:paraId="2C3792B2" w14:textId="5D119B93" w:rsidR="00DE4022" w:rsidRDefault="00DE4022">
      <w:pPr>
        <w:pStyle w:val="Obsah1"/>
        <w:rPr>
          <w:rFonts w:eastAsiaTheme="minorEastAsia"/>
          <w:caps w:val="0"/>
          <w:noProof/>
          <w:kern w:val="2"/>
          <w:sz w:val="24"/>
          <w:szCs w:val="24"/>
          <w:lang w:eastAsia="cs-CZ"/>
          <w14:ligatures w14:val="standardContextual"/>
        </w:rPr>
      </w:pPr>
      <w:hyperlink w:anchor="_Toc198214875" w:history="1">
        <w:r w:rsidRPr="00941768">
          <w:rPr>
            <w:rStyle w:val="Hypertextovodkaz"/>
          </w:rPr>
          <w:t>14.</w:t>
        </w:r>
        <w:r>
          <w:rPr>
            <w:rFonts w:eastAsiaTheme="minorEastAsia"/>
            <w:caps w:val="0"/>
            <w:noProof/>
            <w:kern w:val="2"/>
            <w:sz w:val="24"/>
            <w:szCs w:val="24"/>
            <w:lang w:eastAsia="cs-CZ"/>
            <w14:ligatures w14:val="standardContextual"/>
          </w:rPr>
          <w:tab/>
        </w:r>
        <w:r w:rsidRPr="00941768">
          <w:rPr>
            <w:rStyle w:val="Hypertextovodkaz"/>
          </w:rPr>
          <w:t>OTEVÍRÁNÍ NABÍDEK</w:t>
        </w:r>
        <w:r>
          <w:rPr>
            <w:noProof/>
            <w:webHidden/>
          </w:rPr>
          <w:tab/>
        </w:r>
        <w:r>
          <w:rPr>
            <w:noProof/>
            <w:webHidden/>
          </w:rPr>
          <w:fldChar w:fldCharType="begin"/>
        </w:r>
        <w:r>
          <w:rPr>
            <w:noProof/>
            <w:webHidden/>
          </w:rPr>
          <w:instrText xml:space="preserve"> PAGEREF _Toc198214875 \h </w:instrText>
        </w:r>
        <w:r>
          <w:rPr>
            <w:noProof/>
            <w:webHidden/>
          </w:rPr>
        </w:r>
        <w:r>
          <w:rPr>
            <w:noProof/>
            <w:webHidden/>
          </w:rPr>
          <w:fldChar w:fldCharType="separate"/>
        </w:r>
        <w:r w:rsidR="000B1F48">
          <w:rPr>
            <w:noProof/>
            <w:webHidden/>
          </w:rPr>
          <w:t>25</w:t>
        </w:r>
        <w:r>
          <w:rPr>
            <w:noProof/>
            <w:webHidden/>
          </w:rPr>
          <w:fldChar w:fldCharType="end"/>
        </w:r>
      </w:hyperlink>
    </w:p>
    <w:p w14:paraId="6B038B68" w14:textId="5BA5E97A" w:rsidR="00DE4022" w:rsidRDefault="00DE4022">
      <w:pPr>
        <w:pStyle w:val="Obsah1"/>
        <w:rPr>
          <w:rFonts w:eastAsiaTheme="minorEastAsia"/>
          <w:caps w:val="0"/>
          <w:noProof/>
          <w:kern w:val="2"/>
          <w:sz w:val="24"/>
          <w:szCs w:val="24"/>
          <w:lang w:eastAsia="cs-CZ"/>
          <w14:ligatures w14:val="standardContextual"/>
        </w:rPr>
      </w:pPr>
      <w:hyperlink w:anchor="_Toc198214876" w:history="1">
        <w:r w:rsidRPr="00941768">
          <w:rPr>
            <w:rStyle w:val="Hypertextovodkaz"/>
          </w:rPr>
          <w:t>15.</w:t>
        </w:r>
        <w:r>
          <w:rPr>
            <w:rFonts w:eastAsiaTheme="minorEastAsia"/>
            <w:caps w:val="0"/>
            <w:noProof/>
            <w:kern w:val="2"/>
            <w:sz w:val="24"/>
            <w:szCs w:val="24"/>
            <w:lang w:eastAsia="cs-CZ"/>
            <w14:ligatures w14:val="standardContextual"/>
          </w:rPr>
          <w:tab/>
        </w:r>
        <w:r w:rsidRPr="00941768">
          <w:rPr>
            <w:rStyle w:val="Hypertextovodkaz"/>
          </w:rPr>
          <w:t>POSOUZENÍ SPLNĚNÍ PODMÍNEK ÚČASTI</w:t>
        </w:r>
        <w:r>
          <w:rPr>
            <w:noProof/>
            <w:webHidden/>
          </w:rPr>
          <w:tab/>
        </w:r>
        <w:r>
          <w:rPr>
            <w:noProof/>
            <w:webHidden/>
          </w:rPr>
          <w:fldChar w:fldCharType="begin"/>
        </w:r>
        <w:r>
          <w:rPr>
            <w:noProof/>
            <w:webHidden/>
          </w:rPr>
          <w:instrText xml:space="preserve"> PAGEREF _Toc198214876 \h </w:instrText>
        </w:r>
        <w:r>
          <w:rPr>
            <w:noProof/>
            <w:webHidden/>
          </w:rPr>
        </w:r>
        <w:r>
          <w:rPr>
            <w:noProof/>
            <w:webHidden/>
          </w:rPr>
          <w:fldChar w:fldCharType="separate"/>
        </w:r>
        <w:r w:rsidR="000B1F48">
          <w:rPr>
            <w:noProof/>
            <w:webHidden/>
          </w:rPr>
          <w:t>25</w:t>
        </w:r>
        <w:r>
          <w:rPr>
            <w:noProof/>
            <w:webHidden/>
          </w:rPr>
          <w:fldChar w:fldCharType="end"/>
        </w:r>
      </w:hyperlink>
    </w:p>
    <w:p w14:paraId="0207FF55" w14:textId="61ED3111" w:rsidR="00DE4022" w:rsidRDefault="00DE4022">
      <w:pPr>
        <w:pStyle w:val="Obsah1"/>
        <w:rPr>
          <w:rFonts w:eastAsiaTheme="minorEastAsia"/>
          <w:caps w:val="0"/>
          <w:noProof/>
          <w:kern w:val="2"/>
          <w:sz w:val="24"/>
          <w:szCs w:val="24"/>
          <w:lang w:eastAsia="cs-CZ"/>
          <w14:ligatures w14:val="standardContextual"/>
        </w:rPr>
      </w:pPr>
      <w:hyperlink w:anchor="_Toc198214877" w:history="1">
        <w:r w:rsidRPr="00941768">
          <w:rPr>
            <w:rStyle w:val="Hypertextovodkaz"/>
          </w:rPr>
          <w:t>16.</w:t>
        </w:r>
        <w:r>
          <w:rPr>
            <w:rFonts w:eastAsiaTheme="minorEastAsia"/>
            <w:caps w:val="0"/>
            <w:noProof/>
            <w:kern w:val="2"/>
            <w:sz w:val="24"/>
            <w:szCs w:val="24"/>
            <w:lang w:eastAsia="cs-CZ"/>
            <w14:ligatures w14:val="standardContextual"/>
          </w:rPr>
          <w:tab/>
        </w:r>
        <w:r w:rsidRPr="00941768">
          <w:rPr>
            <w:rStyle w:val="Hypertextovodkaz"/>
          </w:rPr>
          <w:t>HODNOCENÍ NABÍDEK</w:t>
        </w:r>
        <w:r>
          <w:rPr>
            <w:noProof/>
            <w:webHidden/>
          </w:rPr>
          <w:tab/>
        </w:r>
        <w:r>
          <w:rPr>
            <w:noProof/>
            <w:webHidden/>
          </w:rPr>
          <w:fldChar w:fldCharType="begin"/>
        </w:r>
        <w:r>
          <w:rPr>
            <w:noProof/>
            <w:webHidden/>
          </w:rPr>
          <w:instrText xml:space="preserve"> PAGEREF _Toc198214877 \h </w:instrText>
        </w:r>
        <w:r>
          <w:rPr>
            <w:noProof/>
            <w:webHidden/>
          </w:rPr>
        </w:r>
        <w:r>
          <w:rPr>
            <w:noProof/>
            <w:webHidden/>
          </w:rPr>
          <w:fldChar w:fldCharType="separate"/>
        </w:r>
        <w:r w:rsidR="000B1F48">
          <w:rPr>
            <w:noProof/>
            <w:webHidden/>
          </w:rPr>
          <w:t>26</w:t>
        </w:r>
        <w:r>
          <w:rPr>
            <w:noProof/>
            <w:webHidden/>
          </w:rPr>
          <w:fldChar w:fldCharType="end"/>
        </w:r>
      </w:hyperlink>
    </w:p>
    <w:p w14:paraId="07DB1EBF" w14:textId="4C3FA370" w:rsidR="00DE4022" w:rsidRDefault="00DE4022">
      <w:pPr>
        <w:pStyle w:val="Obsah1"/>
        <w:rPr>
          <w:rFonts w:eastAsiaTheme="minorEastAsia"/>
          <w:caps w:val="0"/>
          <w:noProof/>
          <w:kern w:val="2"/>
          <w:sz w:val="24"/>
          <w:szCs w:val="24"/>
          <w:lang w:eastAsia="cs-CZ"/>
          <w14:ligatures w14:val="standardContextual"/>
        </w:rPr>
      </w:pPr>
      <w:hyperlink w:anchor="_Toc198214878" w:history="1">
        <w:r w:rsidRPr="00941768">
          <w:rPr>
            <w:rStyle w:val="Hypertextovodkaz"/>
          </w:rPr>
          <w:t>17.</w:t>
        </w:r>
        <w:r>
          <w:rPr>
            <w:rFonts w:eastAsiaTheme="minorEastAsia"/>
            <w:caps w:val="0"/>
            <w:noProof/>
            <w:kern w:val="2"/>
            <w:sz w:val="24"/>
            <w:szCs w:val="24"/>
            <w:lang w:eastAsia="cs-CZ"/>
            <w14:ligatures w14:val="standardContextual"/>
          </w:rPr>
          <w:tab/>
        </w:r>
        <w:r w:rsidRPr="00941768">
          <w:rPr>
            <w:rStyle w:val="Hypertextovodkaz"/>
          </w:rPr>
          <w:t>ZRUŠENÍ ZADÁVACÍHO ŘÍZENÍ</w:t>
        </w:r>
        <w:r>
          <w:rPr>
            <w:noProof/>
            <w:webHidden/>
          </w:rPr>
          <w:tab/>
        </w:r>
        <w:r>
          <w:rPr>
            <w:noProof/>
            <w:webHidden/>
          </w:rPr>
          <w:fldChar w:fldCharType="begin"/>
        </w:r>
        <w:r>
          <w:rPr>
            <w:noProof/>
            <w:webHidden/>
          </w:rPr>
          <w:instrText xml:space="preserve"> PAGEREF _Toc198214878 \h </w:instrText>
        </w:r>
        <w:r>
          <w:rPr>
            <w:noProof/>
            <w:webHidden/>
          </w:rPr>
        </w:r>
        <w:r>
          <w:rPr>
            <w:noProof/>
            <w:webHidden/>
          </w:rPr>
          <w:fldChar w:fldCharType="separate"/>
        </w:r>
        <w:r w:rsidR="000B1F48">
          <w:rPr>
            <w:noProof/>
            <w:webHidden/>
          </w:rPr>
          <w:t>31</w:t>
        </w:r>
        <w:r>
          <w:rPr>
            <w:noProof/>
            <w:webHidden/>
          </w:rPr>
          <w:fldChar w:fldCharType="end"/>
        </w:r>
      </w:hyperlink>
    </w:p>
    <w:p w14:paraId="7C374812" w14:textId="527273E0" w:rsidR="00DE4022" w:rsidRDefault="00DE4022">
      <w:pPr>
        <w:pStyle w:val="Obsah1"/>
        <w:rPr>
          <w:rFonts w:eastAsiaTheme="minorEastAsia"/>
          <w:caps w:val="0"/>
          <w:noProof/>
          <w:kern w:val="2"/>
          <w:sz w:val="24"/>
          <w:szCs w:val="24"/>
          <w:lang w:eastAsia="cs-CZ"/>
          <w14:ligatures w14:val="standardContextual"/>
        </w:rPr>
      </w:pPr>
      <w:hyperlink w:anchor="_Toc198214879" w:history="1">
        <w:r w:rsidRPr="00941768">
          <w:rPr>
            <w:rStyle w:val="Hypertextovodkaz"/>
          </w:rPr>
          <w:t>18.</w:t>
        </w:r>
        <w:r>
          <w:rPr>
            <w:rFonts w:eastAsiaTheme="minorEastAsia"/>
            <w:caps w:val="0"/>
            <w:noProof/>
            <w:kern w:val="2"/>
            <w:sz w:val="24"/>
            <w:szCs w:val="24"/>
            <w:lang w:eastAsia="cs-CZ"/>
            <w14:ligatures w14:val="standardContextual"/>
          </w:rPr>
          <w:tab/>
        </w:r>
        <w:r w:rsidRPr="00941768">
          <w:rPr>
            <w:rStyle w:val="Hypertextovodkaz"/>
          </w:rPr>
          <w:t>UZAVŘENÍ SMLOUVY</w:t>
        </w:r>
        <w:r>
          <w:rPr>
            <w:noProof/>
            <w:webHidden/>
          </w:rPr>
          <w:tab/>
        </w:r>
        <w:r>
          <w:rPr>
            <w:noProof/>
            <w:webHidden/>
          </w:rPr>
          <w:fldChar w:fldCharType="begin"/>
        </w:r>
        <w:r>
          <w:rPr>
            <w:noProof/>
            <w:webHidden/>
          </w:rPr>
          <w:instrText xml:space="preserve"> PAGEREF _Toc198214879 \h </w:instrText>
        </w:r>
        <w:r>
          <w:rPr>
            <w:noProof/>
            <w:webHidden/>
          </w:rPr>
        </w:r>
        <w:r>
          <w:rPr>
            <w:noProof/>
            <w:webHidden/>
          </w:rPr>
          <w:fldChar w:fldCharType="separate"/>
        </w:r>
        <w:r w:rsidR="000B1F48">
          <w:rPr>
            <w:noProof/>
            <w:webHidden/>
          </w:rPr>
          <w:t>31</w:t>
        </w:r>
        <w:r>
          <w:rPr>
            <w:noProof/>
            <w:webHidden/>
          </w:rPr>
          <w:fldChar w:fldCharType="end"/>
        </w:r>
      </w:hyperlink>
    </w:p>
    <w:p w14:paraId="6FD4E4B2" w14:textId="696E78EE" w:rsidR="00DE4022" w:rsidRDefault="00DE4022">
      <w:pPr>
        <w:pStyle w:val="Obsah1"/>
        <w:rPr>
          <w:rFonts w:eastAsiaTheme="minorEastAsia"/>
          <w:caps w:val="0"/>
          <w:noProof/>
          <w:kern w:val="2"/>
          <w:sz w:val="24"/>
          <w:szCs w:val="24"/>
          <w:lang w:eastAsia="cs-CZ"/>
          <w14:ligatures w14:val="standardContextual"/>
        </w:rPr>
      </w:pPr>
      <w:hyperlink w:anchor="_Toc198214880" w:history="1">
        <w:r w:rsidRPr="00941768">
          <w:rPr>
            <w:rStyle w:val="Hypertextovodkaz"/>
          </w:rPr>
          <w:t>19.</w:t>
        </w:r>
        <w:r>
          <w:rPr>
            <w:rFonts w:eastAsiaTheme="minorEastAsia"/>
            <w:caps w:val="0"/>
            <w:noProof/>
            <w:kern w:val="2"/>
            <w:sz w:val="24"/>
            <w:szCs w:val="24"/>
            <w:lang w:eastAsia="cs-CZ"/>
            <w14:ligatures w14:val="standardContextual"/>
          </w:rPr>
          <w:tab/>
        </w:r>
        <w:r w:rsidRPr="00941768">
          <w:rPr>
            <w:rStyle w:val="Hypertextovodkaz"/>
          </w:rPr>
          <w:t>OCHRANA INFORMACÍ</w:t>
        </w:r>
        <w:r>
          <w:rPr>
            <w:noProof/>
            <w:webHidden/>
          </w:rPr>
          <w:tab/>
        </w:r>
        <w:r>
          <w:rPr>
            <w:noProof/>
            <w:webHidden/>
          </w:rPr>
          <w:fldChar w:fldCharType="begin"/>
        </w:r>
        <w:r>
          <w:rPr>
            <w:noProof/>
            <w:webHidden/>
          </w:rPr>
          <w:instrText xml:space="preserve"> PAGEREF _Toc198214880 \h </w:instrText>
        </w:r>
        <w:r>
          <w:rPr>
            <w:noProof/>
            <w:webHidden/>
          </w:rPr>
        </w:r>
        <w:r>
          <w:rPr>
            <w:noProof/>
            <w:webHidden/>
          </w:rPr>
          <w:fldChar w:fldCharType="separate"/>
        </w:r>
        <w:r w:rsidR="000B1F48">
          <w:rPr>
            <w:noProof/>
            <w:webHidden/>
          </w:rPr>
          <w:t>33</w:t>
        </w:r>
        <w:r>
          <w:rPr>
            <w:noProof/>
            <w:webHidden/>
          </w:rPr>
          <w:fldChar w:fldCharType="end"/>
        </w:r>
      </w:hyperlink>
    </w:p>
    <w:p w14:paraId="55566FA2" w14:textId="124D71FA" w:rsidR="00DE4022" w:rsidRDefault="00DE4022">
      <w:pPr>
        <w:pStyle w:val="Obsah1"/>
        <w:rPr>
          <w:rFonts w:eastAsiaTheme="minorEastAsia"/>
          <w:caps w:val="0"/>
          <w:noProof/>
          <w:kern w:val="2"/>
          <w:sz w:val="24"/>
          <w:szCs w:val="24"/>
          <w:lang w:eastAsia="cs-CZ"/>
          <w14:ligatures w14:val="standardContextual"/>
        </w:rPr>
      </w:pPr>
      <w:hyperlink w:anchor="_Toc198214881" w:history="1">
        <w:r w:rsidRPr="00941768">
          <w:rPr>
            <w:rStyle w:val="Hypertextovodkaz"/>
          </w:rPr>
          <w:t>20.</w:t>
        </w:r>
        <w:r>
          <w:rPr>
            <w:rFonts w:eastAsiaTheme="minorEastAsia"/>
            <w:caps w:val="0"/>
            <w:noProof/>
            <w:kern w:val="2"/>
            <w:sz w:val="24"/>
            <w:szCs w:val="24"/>
            <w:lang w:eastAsia="cs-CZ"/>
            <w14:ligatures w14:val="standardContextual"/>
          </w:rPr>
          <w:tab/>
        </w:r>
        <w:r w:rsidRPr="00941768">
          <w:rPr>
            <w:rStyle w:val="Hypertextovodkaz"/>
          </w:rPr>
          <w:t>ZADÁVACÍ LHŮTA A JISTOTA ZA NABÍDKU</w:t>
        </w:r>
        <w:r>
          <w:rPr>
            <w:noProof/>
            <w:webHidden/>
          </w:rPr>
          <w:tab/>
        </w:r>
        <w:r>
          <w:rPr>
            <w:noProof/>
            <w:webHidden/>
          </w:rPr>
          <w:fldChar w:fldCharType="begin"/>
        </w:r>
        <w:r>
          <w:rPr>
            <w:noProof/>
            <w:webHidden/>
          </w:rPr>
          <w:instrText xml:space="preserve"> PAGEREF _Toc198214881 \h </w:instrText>
        </w:r>
        <w:r>
          <w:rPr>
            <w:noProof/>
            <w:webHidden/>
          </w:rPr>
        </w:r>
        <w:r>
          <w:rPr>
            <w:noProof/>
            <w:webHidden/>
          </w:rPr>
          <w:fldChar w:fldCharType="separate"/>
        </w:r>
        <w:r w:rsidR="000B1F48">
          <w:rPr>
            <w:noProof/>
            <w:webHidden/>
          </w:rPr>
          <w:t>34</w:t>
        </w:r>
        <w:r>
          <w:rPr>
            <w:noProof/>
            <w:webHidden/>
          </w:rPr>
          <w:fldChar w:fldCharType="end"/>
        </w:r>
      </w:hyperlink>
    </w:p>
    <w:p w14:paraId="70057423" w14:textId="4B20F540" w:rsidR="00DE4022" w:rsidRDefault="00DE4022">
      <w:pPr>
        <w:pStyle w:val="Obsah1"/>
        <w:rPr>
          <w:rFonts w:eastAsiaTheme="minorEastAsia"/>
          <w:caps w:val="0"/>
          <w:noProof/>
          <w:kern w:val="2"/>
          <w:sz w:val="24"/>
          <w:szCs w:val="24"/>
          <w:lang w:eastAsia="cs-CZ"/>
          <w14:ligatures w14:val="standardContextual"/>
        </w:rPr>
      </w:pPr>
      <w:hyperlink w:anchor="_Toc198214882" w:history="1">
        <w:r w:rsidRPr="00941768">
          <w:rPr>
            <w:rStyle w:val="Hypertextovodkaz"/>
          </w:rPr>
          <w:t>21.</w:t>
        </w:r>
        <w:r>
          <w:rPr>
            <w:rFonts w:eastAsiaTheme="minorEastAsia"/>
            <w:caps w:val="0"/>
            <w:noProof/>
            <w:kern w:val="2"/>
            <w:sz w:val="24"/>
            <w:szCs w:val="24"/>
            <w:lang w:eastAsia="cs-CZ"/>
            <w14:ligatures w14:val="standardContextual"/>
          </w:rPr>
          <w:tab/>
        </w:r>
        <w:r w:rsidRPr="00941768">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_Toc198214882 \h </w:instrText>
        </w:r>
        <w:r>
          <w:rPr>
            <w:noProof/>
            <w:webHidden/>
          </w:rPr>
        </w:r>
        <w:r>
          <w:rPr>
            <w:noProof/>
            <w:webHidden/>
          </w:rPr>
          <w:fldChar w:fldCharType="separate"/>
        </w:r>
        <w:r w:rsidR="000B1F48">
          <w:rPr>
            <w:noProof/>
            <w:webHidden/>
          </w:rPr>
          <w:t>34</w:t>
        </w:r>
        <w:r>
          <w:rPr>
            <w:noProof/>
            <w:webHidden/>
          </w:rPr>
          <w:fldChar w:fldCharType="end"/>
        </w:r>
      </w:hyperlink>
    </w:p>
    <w:p w14:paraId="1C455E33" w14:textId="66D52A76" w:rsidR="00DE4022" w:rsidRDefault="00DE4022">
      <w:pPr>
        <w:pStyle w:val="Obsah1"/>
        <w:rPr>
          <w:rFonts w:eastAsiaTheme="minorEastAsia"/>
          <w:caps w:val="0"/>
          <w:noProof/>
          <w:kern w:val="2"/>
          <w:sz w:val="24"/>
          <w:szCs w:val="24"/>
          <w:lang w:eastAsia="cs-CZ"/>
          <w14:ligatures w14:val="standardContextual"/>
        </w:rPr>
      </w:pPr>
      <w:hyperlink w:anchor="_Toc198214883" w:history="1">
        <w:r w:rsidRPr="00941768">
          <w:rPr>
            <w:rStyle w:val="Hypertextovodkaz"/>
          </w:rPr>
          <w:t>22.</w:t>
        </w:r>
        <w:r>
          <w:rPr>
            <w:rFonts w:eastAsiaTheme="minorEastAsia"/>
            <w:caps w:val="0"/>
            <w:noProof/>
            <w:kern w:val="2"/>
            <w:sz w:val="24"/>
            <w:szCs w:val="24"/>
            <w:lang w:eastAsia="cs-CZ"/>
            <w14:ligatures w14:val="standardContextual"/>
          </w:rPr>
          <w:tab/>
        </w:r>
        <w:r w:rsidRPr="00941768">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_Toc198214883 \h </w:instrText>
        </w:r>
        <w:r>
          <w:rPr>
            <w:noProof/>
            <w:webHidden/>
          </w:rPr>
        </w:r>
        <w:r>
          <w:rPr>
            <w:noProof/>
            <w:webHidden/>
          </w:rPr>
          <w:fldChar w:fldCharType="separate"/>
        </w:r>
        <w:r w:rsidR="000B1F48">
          <w:rPr>
            <w:noProof/>
            <w:webHidden/>
          </w:rPr>
          <w:t>35</w:t>
        </w:r>
        <w:r>
          <w:rPr>
            <w:noProof/>
            <w:webHidden/>
          </w:rPr>
          <w:fldChar w:fldCharType="end"/>
        </w:r>
      </w:hyperlink>
    </w:p>
    <w:p w14:paraId="2C3B8B31" w14:textId="736195CF" w:rsidR="00DE4022" w:rsidRDefault="00DE4022">
      <w:pPr>
        <w:pStyle w:val="Obsah1"/>
        <w:rPr>
          <w:rFonts w:eastAsiaTheme="minorEastAsia"/>
          <w:caps w:val="0"/>
          <w:noProof/>
          <w:kern w:val="2"/>
          <w:sz w:val="24"/>
          <w:szCs w:val="24"/>
          <w:lang w:eastAsia="cs-CZ"/>
          <w14:ligatures w14:val="standardContextual"/>
        </w:rPr>
      </w:pPr>
      <w:hyperlink w:anchor="_Toc198214884" w:history="1">
        <w:r w:rsidRPr="00941768">
          <w:rPr>
            <w:rStyle w:val="Hypertextovodkaz"/>
          </w:rPr>
          <w:t>23.</w:t>
        </w:r>
        <w:r>
          <w:rPr>
            <w:rFonts w:eastAsiaTheme="minorEastAsia"/>
            <w:caps w:val="0"/>
            <w:noProof/>
            <w:kern w:val="2"/>
            <w:sz w:val="24"/>
            <w:szCs w:val="24"/>
            <w:lang w:eastAsia="cs-CZ"/>
            <w14:ligatures w14:val="standardContextual"/>
          </w:rPr>
          <w:tab/>
        </w:r>
        <w:r w:rsidRPr="00941768">
          <w:rPr>
            <w:rStyle w:val="Hypertextovodkaz"/>
          </w:rPr>
          <w:t>PŘÍLOHY TĚCHTO POKYNŮ</w:t>
        </w:r>
        <w:r>
          <w:rPr>
            <w:noProof/>
            <w:webHidden/>
          </w:rPr>
          <w:tab/>
        </w:r>
        <w:r>
          <w:rPr>
            <w:noProof/>
            <w:webHidden/>
          </w:rPr>
          <w:fldChar w:fldCharType="begin"/>
        </w:r>
        <w:r>
          <w:rPr>
            <w:noProof/>
            <w:webHidden/>
          </w:rPr>
          <w:instrText xml:space="preserve"> PAGEREF _Toc198214884 \h </w:instrText>
        </w:r>
        <w:r>
          <w:rPr>
            <w:noProof/>
            <w:webHidden/>
          </w:rPr>
        </w:r>
        <w:r>
          <w:rPr>
            <w:noProof/>
            <w:webHidden/>
          </w:rPr>
          <w:fldChar w:fldCharType="separate"/>
        </w:r>
        <w:r w:rsidR="000B1F48">
          <w:rPr>
            <w:noProof/>
            <w:webHidden/>
          </w:rPr>
          <w:t>36</w:t>
        </w:r>
        <w:r>
          <w:rPr>
            <w:noProof/>
            <w:webHidden/>
          </w:rPr>
          <w:fldChar w:fldCharType="end"/>
        </w:r>
      </w:hyperlink>
    </w:p>
    <w:p w14:paraId="65620363" w14:textId="027E352E"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78767018"/>
      <w:bookmarkStart w:id="1" w:name="_Toc198214862"/>
      <w:bookmarkStart w:id="2" w:name="_Toc389559699"/>
      <w:bookmarkStart w:id="3" w:name="_Toc397429847"/>
      <w:bookmarkStart w:id="4" w:name="_Ref433028040"/>
      <w:bookmarkStart w:id="5" w:name="_Toc1048197"/>
      <w:r>
        <w:lastRenderedPageBreak/>
        <w:t>ÚVODNÍ USTANOVENÍ</w:t>
      </w:r>
      <w:bookmarkEnd w:id="0"/>
      <w:bookmarkEnd w:id="1"/>
    </w:p>
    <w:p w14:paraId="4650BAC4" w14:textId="7EE1FD52"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2219CD5E" w14:textId="21B7BD50"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211AFFD"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61EE56F7"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9627EA">
        <w:t xml:space="preserve">vyhotoven </w:t>
      </w:r>
      <w:r>
        <w:t>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78767019"/>
      <w:bookmarkStart w:id="7" w:name="_Toc198214863"/>
      <w:r>
        <w:t>IDENTIFIKAČNÍ ÚDAJE ZADAVATELE</w:t>
      </w:r>
      <w:bookmarkEnd w:id="6"/>
      <w:bookmarkEnd w:id="7"/>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0315297F"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74D7E2ED" w14:textId="36F39C16" w:rsidR="0035531B" w:rsidRPr="000174E8" w:rsidRDefault="0035531B" w:rsidP="0035531B">
      <w:pPr>
        <w:pStyle w:val="Textbezslovn"/>
        <w:spacing w:after="0"/>
        <w:ind w:left="2127" w:hanging="1390"/>
      </w:pPr>
      <w:r>
        <w:t xml:space="preserve">zastoupená: </w:t>
      </w:r>
      <w:r>
        <w:tab/>
      </w:r>
      <w:r w:rsidRPr="000174E8">
        <w:t xml:space="preserve">Ing. </w:t>
      </w:r>
      <w:r w:rsidR="00D222F7">
        <w:t>Petrem Hofhanzlem</w:t>
      </w:r>
      <w:r w:rsidRPr="000174E8">
        <w:t xml:space="preserve">, </w:t>
      </w:r>
      <w:r w:rsidR="00D222F7">
        <w:t>ředitelem Stavební správy západ</w:t>
      </w:r>
    </w:p>
    <w:p w14:paraId="1929855A" w14:textId="1A3D4B23"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8" w:name="_Toc178767020"/>
      <w:bookmarkStart w:id="9" w:name="_Toc198214864"/>
      <w:r>
        <w:lastRenderedPageBreak/>
        <w:t>KOMUNIKACE MEZI ZADAVATELEM</w:t>
      </w:r>
      <w:r w:rsidR="00845C50">
        <w:t xml:space="preserve"> a </w:t>
      </w:r>
      <w:r>
        <w:t>DODAVATELEM</w:t>
      </w:r>
      <w:bookmarkEnd w:id="8"/>
      <w:bookmarkEnd w:id="9"/>
      <w:r>
        <w:t xml:space="preserve"> </w:t>
      </w:r>
    </w:p>
    <w:p w14:paraId="7C41B27A" w14:textId="2166D5B2"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3"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064CFFFC" w:rsidR="0035531B" w:rsidRDefault="0035531B" w:rsidP="0035531B">
      <w:pPr>
        <w:pStyle w:val="Text1-1"/>
      </w:pPr>
      <w:r>
        <w:t xml:space="preserve">Kontaktní osobou zadavatele pro zadávací řízení je: </w:t>
      </w:r>
      <w:r w:rsidR="00D222F7">
        <w:t>Mgr. Marta Voráčková</w:t>
      </w:r>
    </w:p>
    <w:p w14:paraId="7980012A" w14:textId="028E1F58" w:rsidR="0035531B" w:rsidRDefault="0035531B" w:rsidP="0035531B">
      <w:pPr>
        <w:pStyle w:val="Textbezslovn"/>
        <w:spacing w:after="0"/>
      </w:pPr>
      <w:r>
        <w:t xml:space="preserve">telefon: </w:t>
      </w:r>
      <w:r>
        <w:tab/>
      </w:r>
      <w:r w:rsidR="00D222F7">
        <w:t>+420 601 078 301</w:t>
      </w:r>
    </w:p>
    <w:p w14:paraId="3EB99521" w14:textId="432A4C9E" w:rsidR="0035531B" w:rsidRDefault="0035531B" w:rsidP="0035531B">
      <w:pPr>
        <w:pStyle w:val="Textbezslovn"/>
        <w:spacing w:after="0"/>
      </w:pPr>
      <w:r>
        <w:t xml:space="preserve">e-mail: </w:t>
      </w:r>
      <w:r w:rsidR="00652EFD">
        <w:tab/>
      </w:r>
      <w:r w:rsidR="00D222F7">
        <w:t>vorackova@spravazeleznic.cz</w:t>
      </w:r>
    </w:p>
    <w:p w14:paraId="580761B6" w14:textId="77777777" w:rsidR="00D222F7" w:rsidRDefault="0035531B" w:rsidP="00D222F7">
      <w:pPr>
        <w:pStyle w:val="Textbezslovn"/>
        <w:spacing w:after="0"/>
      </w:pPr>
      <w:r>
        <w:t xml:space="preserve">adresa: </w:t>
      </w:r>
      <w:r>
        <w:tab/>
      </w:r>
      <w:r w:rsidR="00D222F7">
        <w:t>Správa železnic, státní organizace,</w:t>
      </w:r>
    </w:p>
    <w:p w14:paraId="64D23ABF" w14:textId="4C7FA5C5" w:rsidR="00D222F7" w:rsidRDefault="00D222F7" w:rsidP="00D222F7">
      <w:pPr>
        <w:pStyle w:val="Textbezslovn"/>
        <w:spacing w:after="0"/>
        <w:ind w:left="1446" w:firstLine="681"/>
      </w:pPr>
      <w:r>
        <w:t>Stavební správa západ</w:t>
      </w:r>
    </w:p>
    <w:p w14:paraId="709AE9FA" w14:textId="48E06D69" w:rsidR="0035531B" w:rsidRDefault="00D222F7" w:rsidP="00D222F7">
      <w:pPr>
        <w:pStyle w:val="Textbezslovn"/>
        <w:spacing w:after="0"/>
        <w:ind w:left="1446" w:firstLine="681"/>
      </w:pPr>
      <w:r>
        <w:t>Ke Štvanici 656/3, 186 00 Praha 8 - Karlín</w:t>
      </w:r>
    </w:p>
    <w:p w14:paraId="020F179B" w14:textId="77777777" w:rsidR="0035531B" w:rsidRDefault="0035531B" w:rsidP="0035531B">
      <w:pPr>
        <w:pStyle w:val="Nadpis1-1"/>
      </w:pPr>
      <w:bookmarkStart w:id="10" w:name="_Toc178767021"/>
      <w:bookmarkStart w:id="11" w:name="_Toc198214865"/>
      <w:r>
        <w:t>ÚČEL</w:t>
      </w:r>
      <w:r w:rsidR="00845C50">
        <w:t xml:space="preserve"> a </w:t>
      </w:r>
      <w:r>
        <w:t>PŘEDMĚT PLNĚNÍ VEŘEJNÉ ZAKÁZKY</w:t>
      </w:r>
      <w:bookmarkEnd w:id="10"/>
      <w:bookmarkEnd w:id="11"/>
    </w:p>
    <w:p w14:paraId="18094B7C" w14:textId="12EDE8C4" w:rsidR="0035531B" w:rsidRDefault="00D222F7" w:rsidP="0035531B">
      <w:pPr>
        <w:pStyle w:val="Text1-1"/>
      </w:pPr>
      <w:r w:rsidRPr="00D222F7">
        <w:t xml:space="preserve">Účel veřejné zakázky je vybudování mimoúrovňového křížení silnice III/1183, která připojuje obec Kařízek na silnici II/605, s železniční tratí 713A Beroun – Plzeň </w:t>
      </w:r>
      <w:proofErr w:type="gramStart"/>
      <w:r w:rsidRPr="00D222F7">
        <w:t>hl.n</w:t>
      </w:r>
      <w:proofErr w:type="gramEnd"/>
      <w:r w:rsidRPr="00D222F7">
        <w:t xml:space="preserve">, který </w:t>
      </w:r>
      <w:r w:rsidR="000314B2">
        <w:t>nahradí</w:t>
      </w:r>
      <w:r w:rsidRPr="00D222F7">
        <w:t xml:space="preserve"> stávající úrovňový přejezd vedoucí přes tři koleje ve stanici Kařízek.</w:t>
      </w:r>
    </w:p>
    <w:p w14:paraId="4CB912C2" w14:textId="35F9B165" w:rsidR="0035531B" w:rsidRDefault="0035531B" w:rsidP="0035531B">
      <w:pPr>
        <w:pStyle w:val="Text1-1"/>
      </w:pPr>
      <w:r>
        <w:t>Předmět plnění veřejné zakázky</w:t>
      </w:r>
      <w:r w:rsidR="002129FB" w:rsidRPr="002129FB">
        <w:t xml:space="preserve"> </w:t>
      </w:r>
      <w:r w:rsidR="002129FB" w:rsidRPr="002129FB">
        <w:rPr>
          <w:b/>
          <w:bCs/>
        </w:rPr>
        <w:t>„Náhrada přejezdu P284 v km 71,756 trati Praha Smíchov – Plzeň hl.n.“</w:t>
      </w:r>
      <w:r w:rsidR="002129FB">
        <w:t xml:space="preserve"> je:</w:t>
      </w:r>
    </w:p>
    <w:p w14:paraId="5A4D4726" w14:textId="6B7BE341" w:rsidR="00D222F7" w:rsidRDefault="00D222F7" w:rsidP="002129FB">
      <w:pPr>
        <w:pStyle w:val="Text1-1"/>
        <w:numPr>
          <w:ilvl w:val="0"/>
          <w:numId w:val="27"/>
        </w:numPr>
      </w:pPr>
      <w:r w:rsidRPr="002129FB">
        <w:rPr>
          <w:b/>
          <w:bCs/>
        </w:rPr>
        <w:t>Zhotovení Záměru projektu</w:t>
      </w:r>
      <w:r>
        <w:t xml:space="preserve"> podle dokumentu MD „Pravidla přípravy a realizace akcí dopravní infrastruktury financovaných Státním fondem dopravní infrastruktury“, čj.: MD-46506/2024-910/1, 08/2024 (dále jen „Pravidla MD“). </w:t>
      </w:r>
    </w:p>
    <w:p w14:paraId="61AF5E96" w14:textId="7D4480E5" w:rsidR="00D222F7" w:rsidRDefault="00D222F7" w:rsidP="002129FB">
      <w:pPr>
        <w:pStyle w:val="Text1-1"/>
        <w:numPr>
          <w:ilvl w:val="0"/>
          <w:numId w:val="27"/>
        </w:numPr>
      </w:pPr>
      <w:r w:rsidRPr="002129FB">
        <w:rPr>
          <w:b/>
          <w:bCs/>
        </w:rPr>
        <w:t>Zhotovení</w:t>
      </w:r>
      <w:r>
        <w:t xml:space="preserve"> </w:t>
      </w:r>
      <w:r w:rsidRPr="002129FB">
        <w:rPr>
          <w:b/>
          <w:bCs/>
        </w:rPr>
        <w:t>Doprovodné dokumentace k ZP</w:t>
      </w:r>
      <w:r>
        <w:t xml:space="preserve">, která bude zpracována dle požadavků uvedených v ZTP. </w:t>
      </w:r>
    </w:p>
    <w:p w14:paraId="1FCC7BE8" w14:textId="78C32E63" w:rsidR="00D222F7" w:rsidRDefault="00D222F7" w:rsidP="002129FB">
      <w:pPr>
        <w:pStyle w:val="Text1-1"/>
        <w:numPr>
          <w:ilvl w:val="0"/>
          <w:numId w:val="27"/>
        </w:numPr>
      </w:pPr>
      <w:r w:rsidRPr="002129FB">
        <w:rPr>
          <w:b/>
          <w:bCs/>
        </w:rPr>
        <w:t>Zhotovení Projektové dokumentace pro povolení stavby dopravní infrastruktury (DPS)</w:t>
      </w:r>
      <w:r>
        <w:t>, která specifikuje předmět Díla v takovém rozsahu, aby ji bylo možno projednat v řízení o povolení záměru, získat pravomocné povolení záměru (povolení stavby) dle zákona č. 283/2021 Sb., stavební zákon, (dále jen „stavební zákon“), včetně Stanoviska oznámeného subjektu ve fázi vydání povolení záměru a činností koordinátora BOZP při práci na staveništi ve fázi přípravy včetně zpracování plánu BOZP na staveništi a manuálu údržby.</w:t>
      </w:r>
    </w:p>
    <w:p w14:paraId="02BA3DD7" w14:textId="749BC879" w:rsidR="00D222F7" w:rsidRDefault="00D222F7" w:rsidP="002129FB">
      <w:pPr>
        <w:pStyle w:val="Text1-1"/>
        <w:numPr>
          <w:ilvl w:val="0"/>
          <w:numId w:val="27"/>
        </w:numPr>
      </w:pPr>
      <w:r w:rsidRPr="002129FB">
        <w:rPr>
          <w:b/>
          <w:bCs/>
        </w:rPr>
        <w:t>Zpracování a podání žádosti o vydání povolení záměru</w:t>
      </w:r>
      <w:r>
        <w:t xml:space="preserve"> dle stavebního zákona, včetně všech vyžadovaných podkladů, jejímž výsledkem bude vydání povolení záměru (povolení stavby). Zhotovitel bude spolupracovat při vydání příslušných rozhodnutí do nabytí jejich právní moci.</w:t>
      </w:r>
    </w:p>
    <w:p w14:paraId="3DE30A51" w14:textId="01A407D7" w:rsidR="00D222F7" w:rsidRDefault="00D222F7" w:rsidP="002129FB">
      <w:pPr>
        <w:pStyle w:val="Text1-1"/>
        <w:numPr>
          <w:ilvl w:val="0"/>
          <w:numId w:val="27"/>
        </w:numPr>
      </w:pPr>
      <w:r w:rsidRPr="002129FB">
        <w:rPr>
          <w:b/>
          <w:bCs/>
        </w:rPr>
        <w:t>Zhotovení Projektové dokumentace pro provádění stavby dráhy (PDPS) v režimu BIM</w:t>
      </w:r>
      <w:r>
        <w:t>, která rozpracuje a vymezí požadavky na stavbu do podrobností, které specifikují předmět Díla v takovém rozsahu, aby byla podkladem pro výběrové řízení na zhotovení stavby, včetně posouzení shody nebo vhodnosti pro použití prvku interoperability či ES prohlášení o ověření subsystému oznámeným subjektem.</w:t>
      </w:r>
    </w:p>
    <w:p w14:paraId="4A0F9B85" w14:textId="59B9DD97" w:rsidR="00D222F7" w:rsidRDefault="00D222F7" w:rsidP="002129FB">
      <w:pPr>
        <w:pStyle w:val="Text1-1"/>
        <w:numPr>
          <w:ilvl w:val="0"/>
          <w:numId w:val="27"/>
        </w:numPr>
      </w:pPr>
      <w:r w:rsidRPr="002129FB">
        <w:rPr>
          <w:b/>
          <w:bCs/>
        </w:rPr>
        <w:lastRenderedPageBreak/>
        <w:t>Zpracování Díla v režimu BIM</w:t>
      </w:r>
      <w:r>
        <w:t xml:space="preserve"> a vytvoření Informačního modelu BIM dle SOD Přílohy č. 11 BIM protokol, včetně všech jeho příloh. Informační model je součást Díla a bude zpracováván, projednávám a odevzdáván průběžně a společně s ostatními část</w:t>
      </w:r>
      <w:r w:rsidR="00396E72">
        <w:t>m</w:t>
      </w:r>
      <w:r>
        <w:t>i Díla dle Harmonogramu plnění dle přílohy č. 5 SOD.</w:t>
      </w:r>
    </w:p>
    <w:p w14:paraId="73116F1F" w14:textId="41C4D93B" w:rsidR="00652EFD" w:rsidRDefault="00D222F7" w:rsidP="002129FB">
      <w:pPr>
        <w:pStyle w:val="Text1-1"/>
        <w:numPr>
          <w:ilvl w:val="0"/>
          <w:numId w:val="27"/>
        </w:numPr>
      </w:pPr>
      <w:r w:rsidRPr="002129FB">
        <w:rPr>
          <w:b/>
          <w:bCs/>
        </w:rPr>
        <w:t xml:space="preserve">Výkon Dozoru projektanta </w:t>
      </w:r>
      <w:r w:rsidRPr="002129FB">
        <w:t>při zhotovení PDPS</w:t>
      </w:r>
      <w:r>
        <w:t xml:space="preserve"> v režimu BIM a při provádění stavby.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Pr="000E5FE0" w:rsidRDefault="00652EFD" w:rsidP="00652EFD">
      <w:pPr>
        <w:pStyle w:val="Text1-1"/>
        <w:numPr>
          <w:ilvl w:val="0"/>
          <w:numId w:val="0"/>
        </w:numPr>
        <w:spacing w:after="0"/>
        <w:ind w:left="737"/>
      </w:pPr>
      <w:r w:rsidRPr="000E5FE0">
        <w:t>kód CPV 71322000-1 Technické projekty pro provádění stavebně inženýrských prací</w:t>
      </w:r>
    </w:p>
    <w:p w14:paraId="1E09F449" w14:textId="77777777" w:rsidR="00652EFD" w:rsidRPr="000E5FE0" w:rsidRDefault="00652EFD" w:rsidP="00652EFD">
      <w:pPr>
        <w:pStyle w:val="Text1-1"/>
        <w:numPr>
          <w:ilvl w:val="0"/>
          <w:numId w:val="0"/>
        </w:numPr>
        <w:spacing w:after="0"/>
        <w:ind w:left="737"/>
      </w:pPr>
      <w:r w:rsidRPr="000E5FE0">
        <w:t>kód CPV 71311230-2 Železniční stavitelství</w:t>
      </w:r>
    </w:p>
    <w:p w14:paraId="7EED4AFD" w14:textId="77777777" w:rsidR="00652EFD" w:rsidRPr="000E5FE0" w:rsidRDefault="00652EFD" w:rsidP="00652EFD">
      <w:pPr>
        <w:pStyle w:val="Text1-1"/>
        <w:numPr>
          <w:ilvl w:val="0"/>
          <w:numId w:val="0"/>
        </w:numPr>
        <w:spacing w:after="0"/>
        <w:ind w:left="737"/>
      </w:pPr>
      <w:r w:rsidRPr="000E5FE0">
        <w:t>kód CPV 71317210-8 Poradenství v oblasti bezpečnosti a zdraví</w:t>
      </w:r>
    </w:p>
    <w:p w14:paraId="7062CE22" w14:textId="647A4F5E" w:rsidR="00652EFD" w:rsidRPr="000E5FE0" w:rsidRDefault="00652EFD" w:rsidP="00652EFD">
      <w:pPr>
        <w:pStyle w:val="Text1-1"/>
        <w:numPr>
          <w:ilvl w:val="0"/>
          <w:numId w:val="0"/>
        </w:numPr>
        <w:spacing w:after="0"/>
        <w:ind w:left="737"/>
      </w:pPr>
      <w:r w:rsidRPr="000E5FE0">
        <w:t>kód CPV 71248000-8 Dohled nad projektem a dokumentací</w:t>
      </w:r>
    </w:p>
    <w:p w14:paraId="4343C48E" w14:textId="712D11F2" w:rsidR="00873C33" w:rsidRPr="000E5FE0" w:rsidRDefault="00873C33" w:rsidP="003A1322">
      <w:pPr>
        <w:pStyle w:val="Text1-1"/>
        <w:numPr>
          <w:ilvl w:val="0"/>
          <w:numId w:val="0"/>
        </w:numPr>
        <w:spacing w:after="0"/>
        <w:ind w:left="737"/>
      </w:pPr>
      <w:r w:rsidRPr="000E5FE0">
        <w:t xml:space="preserve">kód CPV </w:t>
      </w:r>
      <w:r w:rsidRPr="000E5FE0">
        <w:rPr>
          <w:rFonts w:cs="Segoe UI"/>
        </w:rPr>
        <w:t>71300000-1 Technicko-inženýrské služby</w:t>
      </w:r>
    </w:p>
    <w:p w14:paraId="69167250" w14:textId="2E3CA1BE" w:rsidR="008703CB" w:rsidRPr="000E5FE0" w:rsidRDefault="008703CB" w:rsidP="00652EFD">
      <w:pPr>
        <w:pStyle w:val="Text1-1"/>
        <w:numPr>
          <w:ilvl w:val="0"/>
          <w:numId w:val="0"/>
        </w:numPr>
        <w:spacing w:after="0"/>
        <w:ind w:left="737"/>
      </w:pPr>
      <w:r w:rsidRPr="000E5FE0">
        <w:t xml:space="preserve">kód CPV </w:t>
      </w:r>
      <w:r w:rsidRPr="000E5FE0">
        <w:rPr>
          <w:rFonts w:cs="Segoe UI"/>
        </w:rPr>
        <w:t>71246000-4 Určování a sestavování výkazu výměr pro stavbu</w:t>
      </w:r>
    </w:p>
    <w:p w14:paraId="1E12AD15" w14:textId="77777777" w:rsidR="003A1322" w:rsidRDefault="003A1322" w:rsidP="003A1322">
      <w:pPr>
        <w:pStyle w:val="Text1-1"/>
        <w:numPr>
          <w:ilvl w:val="0"/>
          <w:numId w:val="0"/>
        </w:numPr>
        <w:ind w:left="737"/>
      </w:pPr>
      <w:r w:rsidRPr="000E5FE0">
        <w:t>kód CPV 71313400-9 Posouzení vlivu stavby na životní prostředí</w:t>
      </w:r>
    </w:p>
    <w:p w14:paraId="767E3ABE" w14:textId="77777777" w:rsidR="003A1322" w:rsidRPr="003A1322" w:rsidRDefault="003A1322" w:rsidP="00652EFD">
      <w:pPr>
        <w:pStyle w:val="Text1-1"/>
        <w:numPr>
          <w:ilvl w:val="0"/>
          <w:numId w:val="0"/>
        </w:numPr>
        <w:spacing w:after="0"/>
        <w:ind w:left="737"/>
        <w:rPr>
          <w:highlight w:val="green"/>
        </w:rPr>
      </w:pP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12" w:name="_Toc178767022"/>
      <w:bookmarkStart w:id="13" w:name="_Toc198214866"/>
      <w:r>
        <w:t>ZDROJE FINANCOVÁNÍ</w:t>
      </w:r>
      <w:r w:rsidR="00845C50">
        <w:t xml:space="preserve"> a </w:t>
      </w:r>
      <w:r>
        <w:t>PŘEDPOKLÁDANÁ HODNOTA VEŘEJNÉ ZAKÁZKY</w:t>
      </w:r>
      <w:bookmarkEnd w:id="12"/>
      <w:bookmarkEnd w:id="13"/>
    </w:p>
    <w:p w14:paraId="7832C094" w14:textId="701D9ADD" w:rsidR="001954B0" w:rsidRDefault="001954B0" w:rsidP="001954B0">
      <w:pPr>
        <w:pStyle w:val="Text1-1"/>
      </w:pPr>
      <w:r>
        <w:t>U této zakázky se předpokládá, že bude financována z prostředků Státního fondu dopravní infrastruktury.</w:t>
      </w:r>
    </w:p>
    <w:p w14:paraId="2726859F" w14:textId="16B9FBC1"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0BE0E80D" w14:textId="13931D02" w:rsidR="0035531B" w:rsidRDefault="0035531B" w:rsidP="0035531B">
      <w:pPr>
        <w:pStyle w:val="Text1-1"/>
      </w:pPr>
      <w:r w:rsidRPr="002129FB">
        <w:rPr>
          <w:b/>
          <w:bCs/>
        </w:rPr>
        <w:t>Předpokládaná hodnota veřejné zakázky</w:t>
      </w:r>
      <w:r>
        <w:t xml:space="preserve"> </w:t>
      </w:r>
      <w:r w:rsidR="00342928" w:rsidRPr="00F66EA9">
        <w:t>po odečtení hodnoty vyhrazených změn závazků ze smlouvy (tzn. vyhrazených „víceprací“</w:t>
      </w:r>
      <w:r w:rsidR="00A26B4E">
        <w:t xml:space="preserve"> uvedených </w:t>
      </w:r>
      <w:r w:rsidR="00A26B4E" w:rsidRPr="000E5FE0">
        <w:t>v čl. 3.</w:t>
      </w:r>
      <w:r w:rsidR="00C16E4F" w:rsidRPr="000E5FE0">
        <w:t>9</w:t>
      </w:r>
      <w:r w:rsidR="00A26B4E" w:rsidRPr="000E5FE0">
        <w:t xml:space="preserve"> Smlouvy</w:t>
      </w:r>
      <w:r w:rsidR="00342928" w:rsidRPr="00F66EA9">
        <w:t xml:space="preserve">) </w:t>
      </w:r>
      <w:r>
        <w:t xml:space="preserve">činí </w:t>
      </w:r>
      <w:r w:rsidR="002129FB" w:rsidRPr="002129FB">
        <w:rPr>
          <w:b/>
          <w:bCs/>
        </w:rPr>
        <w:t>18 800 908,-</w:t>
      </w:r>
      <w:r>
        <w:t xml:space="preserve"> </w:t>
      </w:r>
      <w:r w:rsidRPr="00EB138E">
        <w:rPr>
          <w:b/>
        </w:rPr>
        <w:t>Kč</w:t>
      </w:r>
      <w:r>
        <w:t xml:space="preserve"> (bez DPH).</w:t>
      </w:r>
    </w:p>
    <w:p w14:paraId="4E32F28B" w14:textId="77777777" w:rsidR="0035531B" w:rsidRDefault="0035531B" w:rsidP="006F6B09">
      <w:pPr>
        <w:pStyle w:val="Nadpis1-1"/>
      </w:pPr>
      <w:bookmarkStart w:id="14" w:name="_Toc178767023"/>
      <w:bookmarkStart w:id="15" w:name="_Toc198214867"/>
      <w:r>
        <w:t>OBSAH ZADÁVACÍ DOKUMENTACE</w:t>
      </w:r>
      <w:bookmarkEnd w:id="14"/>
      <w:bookmarkEnd w:id="15"/>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42C5224E" w14:textId="77777777" w:rsidR="00703549" w:rsidRDefault="00ED116C" w:rsidP="00703549">
      <w:pPr>
        <w:pStyle w:val="Textbezslovn"/>
        <w:tabs>
          <w:tab w:val="left" w:pos="1701"/>
        </w:tabs>
        <w:spacing w:after="0"/>
        <w:ind w:left="1701" w:hanging="964"/>
      </w:pPr>
      <w:r>
        <w:t>Část 5</w:t>
      </w:r>
      <w:r>
        <w:tab/>
        <w:t xml:space="preserve">Zvláštní technické podmínky </w:t>
      </w:r>
    </w:p>
    <w:p w14:paraId="32CC4C77" w14:textId="77777777" w:rsidR="00703549" w:rsidRDefault="00703549" w:rsidP="00703549">
      <w:pPr>
        <w:pStyle w:val="Textbezslovn"/>
        <w:tabs>
          <w:tab w:val="left" w:pos="1701"/>
        </w:tabs>
        <w:ind w:left="1701" w:hanging="964"/>
      </w:pPr>
      <w:r w:rsidRPr="002129FB">
        <w:t>Část 6</w:t>
      </w:r>
      <w:r w:rsidRPr="002129FB">
        <w:tab/>
        <w:t>BIM Protokol</w:t>
      </w:r>
      <w:r>
        <w:tab/>
      </w:r>
    </w:p>
    <w:p w14:paraId="49793BFC" w14:textId="544CB366" w:rsidR="005A3D2F" w:rsidRPr="001954B0" w:rsidRDefault="0035531B" w:rsidP="00A47DE5">
      <w:pPr>
        <w:pStyle w:val="Text1-1"/>
        <w:spacing w:after="0"/>
      </w:pPr>
      <w:r w:rsidRPr="001954B0">
        <w:t>Zadávací dokumentace je přístupná na profilu zadavatele</w:t>
      </w:r>
      <w:r w:rsidR="005A3D2F" w:rsidRPr="001954B0">
        <w:t xml:space="preserve"> </w:t>
      </w:r>
      <w:hyperlink r:id="rId14"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5" w:history="1">
        <w:r w:rsidR="003E7071">
          <w:rPr>
            <w:rStyle w:val="Hypertextovodkaz"/>
          </w:rPr>
          <w:t>https://vvz.nipez.cz/</w:t>
        </w:r>
      </w:hyperlink>
      <w:hyperlink r:id="rId16" w:history="1"/>
      <w:r w:rsidR="00F073CB">
        <w:rPr>
          <w:rStyle w:val="Hypertextovodkaz"/>
          <w:noProof w:val="0"/>
        </w:rPr>
        <w:t>.</w:t>
      </w:r>
    </w:p>
    <w:p w14:paraId="56141691" w14:textId="1F68C624" w:rsidR="0035531B" w:rsidRDefault="0035531B" w:rsidP="00845C50">
      <w:pPr>
        <w:pStyle w:val="Textbezslovn"/>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4137A8">
        <w:t xml:space="preserve"> </w:t>
      </w:r>
      <w:hyperlink r:id="rId18"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0C170879"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BF3B12">
        <w:t xml:space="preserve">uveřejněných </w:t>
      </w:r>
      <w:r w:rsidR="00BF3B12" w:rsidRPr="00ED116C">
        <w:t>během</w:t>
      </w:r>
      <w:r w:rsidRPr="00ED116C">
        <w:t xml:space="preserve"> lhůty pro podání nabídek</w:t>
      </w:r>
      <w:r w:rsidR="00D932D1">
        <w:t xml:space="preserve">. </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6" w:name="_Toc178767024"/>
      <w:bookmarkStart w:id="17" w:name="_Toc198214868"/>
      <w:r>
        <w:t>VYSVĚTLENÍ, ZMĚNY</w:t>
      </w:r>
      <w:r w:rsidR="00845C50">
        <w:t xml:space="preserve"> a </w:t>
      </w:r>
      <w:r>
        <w:t>DOPLNĚNÍ ZADÁVACÍ DOKUMENTACE</w:t>
      </w:r>
      <w:bookmarkEnd w:id="16"/>
      <w:bookmarkEnd w:id="17"/>
      <w:r>
        <w:t xml:space="preserve"> </w:t>
      </w:r>
    </w:p>
    <w:p w14:paraId="3CEC0739" w14:textId="66B15E03"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8" w:name="_Toc178767025"/>
      <w:bookmarkStart w:id="19" w:name="_Toc198214869"/>
      <w:r>
        <w:t>POŽADAVKY ZADAVATELE NA KVALIFIKACI</w:t>
      </w:r>
      <w:bookmarkEnd w:id="18"/>
      <w:bookmarkEnd w:id="19"/>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4F24BC">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w:t>
      </w:r>
      <w:r>
        <w:lastRenderedPageBreak/>
        <w:t>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163F6B">
      <w:pPr>
        <w:pStyle w:val="Odstavec1-2i"/>
        <w:numPr>
          <w:ilvl w:val="0"/>
          <w:numId w:val="16"/>
        </w:numPr>
        <w:ind w:left="1560" w:hanging="483"/>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4F24BC">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4F24BC">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4F24BC">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lastRenderedPageBreak/>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Default="001D6E71" w:rsidP="00BD5A0E">
      <w:pPr>
        <w:pStyle w:val="Odrka1-2-"/>
        <w:spacing w:after="0"/>
      </w:pPr>
      <w:r w:rsidRPr="00BF3B12">
        <w:t>projektovou činnost ve výstavbě</w:t>
      </w:r>
    </w:p>
    <w:p w14:paraId="660FD4A4" w14:textId="77777777" w:rsidR="00447512" w:rsidRPr="00BF3B12" w:rsidRDefault="00447512" w:rsidP="00447512">
      <w:pPr>
        <w:pStyle w:val="Odrka1-2-"/>
        <w:numPr>
          <w:ilvl w:val="0"/>
          <w:numId w:val="0"/>
        </w:numPr>
        <w:spacing w:after="0"/>
        <w:ind w:left="1531"/>
      </w:pPr>
    </w:p>
    <w:p w14:paraId="49AD27E5" w14:textId="77777777" w:rsidR="0035531B" w:rsidRDefault="0035531B" w:rsidP="00092CC9">
      <w:pPr>
        <w:pStyle w:val="Odrka1-1"/>
      </w:pPr>
      <w:r>
        <w:t>Odborná způsobilost:</w:t>
      </w:r>
    </w:p>
    <w:p w14:paraId="12E053EF" w14:textId="5667F235" w:rsidR="00BD5A0E" w:rsidRDefault="00BD5A0E" w:rsidP="00BD5A0E">
      <w:pPr>
        <w:pStyle w:val="Odrka1-2-"/>
      </w:pPr>
      <w:r w:rsidRPr="00A87227">
        <w:t xml:space="preserve">Zadavatel požaduje předložení dokladu o autorizaci v rozsahu dle § 5 odst. 3 písm. </w:t>
      </w:r>
      <w:r w:rsidRPr="00A87227">
        <w:rPr>
          <w:b/>
        </w:rPr>
        <w:t xml:space="preserve">b), d), </w:t>
      </w:r>
      <w:r w:rsidR="00287A7F">
        <w:rPr>
          <w:b/>
        </w:rPr>
        <w:t xml:space="preserve">e), </w:t>
      </w:r>
      <w:r w:rsidRPr="00A87227">
        <w:rPr>
          <w:b/>
        </w:rPr>
        <w:t xml:space="preserve">i) </w:t>
      </w:r>
      <w:r w:rsidRPr="00A87227">
        <w:t>zákona č. 360/1992 Sb., o výkonu povolání autorizovaných architektů a o výkonu povolání</w:t>
      </w:r>
      <w:r>
        <w:t xml:space="preserve"> autorizovaných inženýrů a techniků činných ve výstavbě, ve znění pozdějších předpisů.</w:t>
      </w:r>
    </w:p>
    <w:p w14:paraId="0FC06C38" w14:textId="6F76181F" w:rsidR="00BD5A0E" w:rsidRPr="009A106F" w:rsidRDefault="00BD5A0E" w:rsidP="00BD5A0E">
      <w:pPr>
        <w:pStyle w:val="Odrka1-2-"/>
      </w:pPr>
      <w:r w:rsidRPr="009A106F">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9A106F">
        <w:t>ve znění pozdějších předpisů</w:t>
      </w:r>
      <w:r w:rsidR="000E0942" w:rsidRPr="009A106F">
        <w:t>, ve spojení s</w:t>
      </w:r>
      <w:r w:rsidRPr="009A106F">
        <w:t xml:space="preserve"> § 6, 7 a 8 nařízení vlády č. 592/2006 Sb., o podmínkách akreditace a provádění zkoušek z odborné způsobilosti, potvrzujícího úspěšné vykonání zkoušky vydané firmou akreditovanou Minist</w:t>
      </w:r>
      <w:r w:rsidR="00CD1856" w:rsidRPr="009A106F">
        <w:t>erstvem práce a sociálních věcí</w:t>
      </w:r>
      <w:r w:rsidR="008E5D9D" w:rsidRPr="009A106F">
        <w:t xml:space="preserve"> (MPSV)</w:t>
      </w:r>
      <w:r w:rsidRPr="009A106F">
        <w:t>.</w:t>
      </w:r>
    </w:p>
    <w:p w14:paraId="178034E6" w14:textId="77777777" w:rsidR="00BD5A0E" w:rsidRPr="009A106F" w:rsidRDefault="00BD5A0E" w:rsidP="00BD5A0E">
      <w:pPr>
        <w:pStyle w:val="Odrka1-2-"/>
      </w:pPr>
      <w:r w:rsidRPr="009A106F">
        <w:t>Zadavatel požaduje předložení autorizace ke zpracování dokumentace a posudku dle § 19 zák. č. 100/2001 Sb., o posuzování vlivů na životní prostředí, ve znění pozdějších předpisů.</w:t>
      </w:r>
    </w:p>
    <w:p w14:paraId="372CCA37" w14:textId="77777777" w:rsidR="00BD5A0E" w:rsidRPr="00447512" w:rsidRDefault="00BD5A0E" w:rsidP="00BD5A0E">
      <w:pPr>
        <w:pStyle w:val="Odrka1-2-"/>
      </w:pPr>
      <w:r w:rsidRPr="00447512">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447512" w:rsidRDefault="00BD5A0E" w:rsidP="00BD5A0E">
      <w:pPr>
        <w:pStyle w:val="Odrka1-2-"/>
      </w:pPr>
      <w:r w:rsidRPr="00447512">
        <w:t>Zadavatel požaduje předložení pověření k hodnocení nebezpečných vlastností odpadů dle §</w:t>
      </w:r>
      <w:r w:rsidR="001D21EA" w:rsidRPr="00447512">
        <w:t xml:space="preserve"> 73, resp. § 154 odst. 3, zákona č. 541/2020 Sb., o odpadech</w:t>
      </w:r>
      <w:r w:rsidRPr="00447512">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6A9DF18B"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2318CCFA" w14:textId="42ED34B5" w:rsidR="007A0A29" w:rsidRDefault="00392730" w:rsidP="007A5CF0">
      <w:pPr>
        <w:pStyle w:val="Textbezslovn"/>
      </w:pPr>
      <w:r>
        <w:t xml:space="preserve">Za služby obdobného charakteru se pokládají projektové práce spočívající ve zhotovení dokumentace ve stupni </w:t>
      </w:r>
      <w:r w:rsidR="002D5B85">
        <w:t xml:space="preserve">projektové dokumentace pro povolení stavby (dále jen „DPS“) nebo </w:t>
      </w:r>
      <w:r w:rsidR="007A0A29">
        <w:t xml:space="preserve">ve stupních projektové dokumentace pro povolení stavby a projektové dokumentace pro provádění stavby (dále jen „DPS+PDPS“) nebo </w:t>
      </w:r>
      <w:r>
        <w:t xml:space="preserve">projektové dokumentace pro </w:t>
      </w:r>
      <w:r w:rsidR="0094424B">
        <w:t xml:space="preserve">vydání </w:t>
      </w:r>
      <w:r>
        <w:t>stavební</w:t>
      </w:r>
      <w:r w:rsidR="0094424B">
        <w:t>ho</w:t>
      </w:r>
      <w:r>
        <w:t xml:space="preserve"> povolení (</w:t>
      </w:r>
      <w:r w:rsidR="00097DD8">
        <w:t>dále jen „</w:t>
      </w:r>
      <w:r>
        <w:t>DSP</w:t>
      </w:r>
      <w:r w:rsidR="00097DD8">
        <w:t>“</w:t>
      </w:r>
      <w:r>
        <w:t>) nebo</w:t>
      </w:r>
      <w:r w:rsidR="00951F56">
        <w:t xml:space="preserve"> </w:t>
      </w:r>
      <w:r>
        <w:t xml:space="preserve">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 xml:space="preserve">o urychlení výstavby dopravní, vodní </w:t>
      </w:r>
      <w:r w:rsidR="000B29BD" w:rsidRPr="00EC1519">
        <w:lastRenderedPageBreak/>
        <w:t>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vydání rozhodnutí o umístění stavby a projektové dokumentace pro vydání stavebního povolení</w:t>
      </w:r>
      <w:r w:rsidR="007A5CF0">
        <w:t xml:space="preserve"> </w:t>
      </w:r>
      <w:r w:rsidR="007D38E4">
        <w:t xml:space="preserve">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2"/>
      </w:r>
      <w:r w:rsidR="00B067E0">
        <w:t xml:space="preserve"> </w:t>
      </w:r>
      <w:r>
        <w:t xml:space="preserve">pro </w:t>
      </w:r>
      <w:r w:rsidR="009210BD">
        <w:t xml:space="preserve">dopravní </w:t>
      </w:r>
      <w:r>
        <w:t xml:space="preserve">stavby. Za službu obdobného charakteru, resp. projektové práce spočívající ve zhotovení dokumentace ve stupni </w:t>
      </w:r>
      <w:r w:rsidR="007A0A29">
        <w:t xml:space="preserve">DPS nebo DPS+PDPS nebo </w:t>
      </w:r>
      <w:r>
        <w:t>DSP nebo DSP+PDPS nebo DUSP</w:t>
      </w:r>
      <w:r w:rsidR="001D19B0">
        <w:t>/DUSL</w:t>
      </w:r>
      <w:r w:rsidR="00103A92">
        <w:t xml:space="preserve"> nebo DUSP</w:t>
      </w:r>
      <w:r w:rsidR="001D19B0">
        <w:t>/DUSL</w:t>
      </w:r>
      <w:r w:rsidR="00103A92">
        <w:t>+PDPS</w:t>
      </w:r>
      <w:r w:rsidR="007D38E4">
        <w:t xml:space="preserve"> nebo DUR+DSP nebo DUR+DSP+PDPS</w:t>
      </w:r>
      <w:r>
        <w:t xml:space="preserve">, zadavatel považuje rovněž provedení aktualizace dokumentace ve stupni </w:t>
      </w:r>
      <w:r w:rsidR="00133B67">
        <w:t xml:space="preserve">DPS nebo DPS+PDPS nebo </w:t>
      </w:r>
      <w:r>
        <w:t>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714780C7" w14:textId="55B1DA84" w:rsidR="00901E76" w:rsidRDefault="00901E76" w:rsidP="007A5CF0">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2CEA948D" w14:textId="7795E68B" w:rsidR="00392730" w:rsidRDefault="00511E3C" w:rsidP="007A5CF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E66AA6">
        <w:t xml:space="preserve"> nebo dle přílohy č. 3 </w:t>
      </w:r>
      <w:proofErr w:type="spellStart"/>
      <w:r w:rsidR="00E66AA6">
        <w:t>vyh</w:t>
      </w:r>
      <w:r w:rsidR="00901E76">
        <w:t>l</w:t>
      </w:r>
      <w:proofErr w:type="spellEnd"/>
      <w:r w:rsidR="00901E76">
        <w:t>. č. 227/2024 Sb., o rozsahu a obsahu projektové dokumentace staveb dopravní infrastruktury, ve znění pozdějších předpisů</w:t>
      </w:r>
      <w:r>
        <w:t xml:space="preserve">.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5142BC15" w:rsidR="00392730" w:rsidRPr="00E07CCB"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Pr="006A465F">
        <w:t>a)</w:t>
      </w:r>
      <w:r w:rsidR="00D2652A" w:rsidRPr="006A465F">
        <w:t>, b)</w:t>
      </w:r>
      <w:r w:rsidR="00E07CCB" w:rsidRPr="006A465F">
        <w:t xml:space="preserve"> </w:t>
      </w:r>
      <w:r w:rsidRPr="006A465F">
        <w:t>(dále jen „</w:t>
      </w:r>
      <w:r w:rsidRPr="006A465F">
        <w:rPr>
          <w:b/>
        </w:rPr>
        <w:t>významné služby</w:t>
      </w:r>
      <w:r w:rsidRPr="006A465F">
        <w:t>“). Dodavatel musí informacemi uvedenými v předložen</w:t>
      </w:r>
      <w:r>
        <w:t xml:space="preserve">ém seznamu významných služeb prokázat, že v uvedeném období poskytl </w:t>
      </w:r>
      <w:r w:rsidRPr="00E07CCB">
        <w:t xml:space="preserve">významné služby, jejichž předmětem byly následující činnosti: </w:t>
      </w:r>
    </w:p>
    <w:p w14:paraId="66DB3AF2" w14:textId="33AF4CC7" w:rsidR="00D2652A" w:rsidRPr="00D2652A" w:rsidRDefault="00D2652A" w:rsidP="00D2652A">
      <w:pPr>
        <w:pStyle w:val="Odstavec1-1a"/>
        <w:numPr>
          <w:ilvl w:val="0"/>
          <w:numId w:val="14"/>
        </w:numPr>
      </w:pPr>
      <w:r w:rsidRPr="006A465F">
        <w:t>zpracování dokumentace ve stupni DPS nebo DPS+PDPS nebo DSP nebo DSP+PDPS nebo DUSP/DUSL nebo DUSP/DUSL+PDPS nebo DUR+DSP nebo DUR+DSP+PDPS pro rekonstrukci</w:t>
      </w:r>
      <w:r w:rsidR="00360A2F">
        <w:t xml:space="preserve"> nebo</w:t>
      </w:r>
      <w:r w:rsidRPr="006A465F">
        <w:t xml:space="preserve"> novostavbu obsahující alespoň jeden železniční </w:t>
      </w:r>
      <w:r w:rsidR="00862EA1">
        <w:t xml:space="preserve">nebo silniční </w:t>
      </w:r>
      <w:r w:rsidRPr="006A465F">
        <w:t xml:space="preserve">most o minimální délce přemostění </w:t>
      </w:r>
      <w:r w:rsidR="00453DC8">
        <w:t>15</w:t>
      </w:r>
      <w:r w:rsidR="00453DC8" w:rsidRPr="006A465F">
        <w:t xml:space="preserve"> </w:t>
      </w:r>
      <w:r w:rsidRPr="006A465F">
        <w:t>m</w:t>
      </w:r>
      <w:r w:rsidR="006A465F">
        <w:t>;</w:t>
      </w:r>
      <w:r w:rsidRPr="006A465F">
        <w:t xml:space="preserve"> </w:t>
      </w:r>
    </w:p>
    <w:p w14:paraId="797F5665" w14:textId="71AEF74E" w:rsidR="00392730" w:rsidRPr="00E07CCB" w:rsidRDefault="00392730" w:rsidP="00FB1EC7">
      <w:pPr>
        <w:pStyle w:val="Odstavec1-1a"/>
        <w:numPr>
          <w:ilvl w:val="0"/>
          <w:numId w:val="14"/>
        </w:numPr>
      </w:pPr>
      <w:r w:rsidRPr="00E07CCB">
        <w:t xml:space="preserve">zajištění </w:t>
      </w:r>
      <w:r w:rsidR="00D148BC" w:rsidRPr="00E07CCB">
        <w:t xml:space="preserve">vydání alespoň nepravomocného </w:t>
      </w:r>
      <w:r w:rsidRPr="00E07CCB">
        <w:t xml:space="preserve">stavebního povolení nebo společného povolení, kterým se stavba umisťuje a povoluje, </w:t>
      </w:r>
      <w:r w:rsidR="007278C9" w:rsidRPr="00E07CCB">
        <w:t xml:space="preserve">nebo povolení </w:t>
      </w:r>
      <w:r w:rsidR="00DA5362" w:rsidRPr="00E07CCB">
        <w:t xml:space="preserve">záměru (povolení </w:t>
      </w:r>
      <w:r w:rsidR="00F51311" w:rsidRPr="00E07CCB">
        <w:t xml:space="preserve">stavby </w:t>
      </w:r>
      <w:r w:rsidR="007278C9" w:rsidRPr="00E07CCB">
        <w:t>dle zákona č. 283/2021 Sb., stavební zákon, ve znění pozdějších předpisů</w:t>
      </w:r>
      <w:r w:rsidR="00FF2093" w:rsidRPr="00E07CCB">
        <w:t>)</w:t>
      </w:r>
      <w:r w:rsidR="007278C9" w:rsidRPr="00E07CCB">
        <w:t xml:space="preserve">, </w:t>
      </w:r>
      <w:r w:rsidRPr="00E07CCB">
        <w:t>včetně zpracování agendy majetkoprávního vypořádání pro rekonstrukci</w:t>
      </w:r>
      <w:r w:rsidR="00342491">
        <w:t xml:space="preserve"> nebo</w:t>
      </w:r>
      <w:r w:rsidRPr="00E07CCB">
        <w:t xml:space="preserve"> novostavbu </w:t>
      </w:r>
      <w:r w:rsidR="00971DE1">
        <w:t>dopravní stavby v</w:t>
      </w:r>
      <w:r w:rsidR="00E075BB">
        <w:t>e</w:t>
      </w:r>
      <w:r w:rsidR="00971DE1">
        <w:t xml:space="preserve"> </w:t>
      </w:r>
      <w:r w:rsidR="00342491">
        <w:t xml:space="preserve">výši </w:t>
      </w:r>
      <w:r w:rsidR="00971DE1">
        <w:t>celkových investičních nákladů</w:t>
      </w:r>
      <w:r w:rsidR="00342491">
        <w:t xml:space="preserve"> minimálně </w:t>
      </w:r>
      <w:r w:rsidR="00971DE1">
        <w:t>100</w:t>
      </w:r>
      <w:r w:rsidR="00302A09">
        <w:t> </w:t>
      </w:r>
      <w:r w:rsidR="00971DE1">
        <w:t>mil. Kč</w:t>
      </w:r>
      <w:r w:rsidR="00E075BB">
        <w:t xml:space="preserve"> (bez DPH)</w:t>
      </w:r>
      <w:r w:rsidRPr="00E07CCB">
        <w:t xml:space="preserve">. </w:t>
      </w:r>
    </w:p>
    <w:p w14:paraId="252247DF" w14:textId="768E7391" w:rsidR="00392730" w:rsidRDefault="00D2652A" w:rsidP="00392730">
      <w:pPr>
        <w:pStyle w:val="Textbezslovn"/>
      </w:pPr>
      <w:r w:rsidRPr="00D2652A">
        <w:rPr>
          <w:b/>
        </w:rPr>
        <w:lastRenderedPageBreak/>
        <w:t xml:space="preserve">Každá z činností uvedených </w:t>
      </w:r>
      <w:r w:rsidR="00392730" w:rsidRPr="00E07CCB">
        <w:rPr>
          <w:b/>
        </w:rPr>
        <w:t>pod písm. a</w:t>
      </w:r>
      <w:r w:rsidR="00392730" w:rsidRPr="00D2652A">
        <w:rPr>
          <w:b/>
        </w:rPr>
        <w:t>)</w:t>
      </w:r>
      <w:r w:rsidR="00ED58B7">
        <w:rPr>
          <w:b/>
        </w:rPr>
        <w:t>,</w:t>
      </w:r>
      <w:r w:rsidRPr="00E2199F">
        <w:rPr>
          <w:b/>
        </w:rPr>
        <w:t xml:space="preserve"> b)</w:t>
      </w:r>
      <w:r>
        <w:t xml:space="preserve"> </w:t>
      </w:r>
      <w:r w:rsidR="00392730" w:rsidRPr="00E07CCB">
        <w:rPr>
          <w:b/>
        </w:rPr>
        <w:t>musí</w:t>
      </w:r>
      <w:r w:rsidR="00392730" w:rsidRPr="00392730">
        <w:rPr>
          <w:b/>
        </w:rPr>
        <w:t xml:space="preserve"> být doložena alespoň ve dvou referenčních zakázkách (významných službách).</w:t>
      </w:r>
    </w:p>
    <w:p w14:paraId="195A8DD2" w14:textId="0E905106" w:rsidR="00ED58B7" w:rsidRDefault="00ED58B7" w:rsidP="00ED58B7">
      <w:pPr>
        <w:pStyle w:val="Textbezslovn"/>
      </w:pPr>
      <w:r>
        <w:t>Parametry, resp. požadavky na obsahovou náplň činností, uvedené výše pod písm</w:t>
      </w:r>
      <w:r w:rsidRPr="00ED58B7">
        <w:t xml:space="preserve">. </w:t>
      </w:r>
      <w:r w:rsidRPr="00E2199F">
        <w:t>a), b)</w:t>
      </w:r>
      <w:r>
        <w:t xml:space="preserve"> </w:t>
      </w:r>
      <w:r w:rsidRPr="00ED58B7">
        <w:t>lze splnit všechny současně v rámci jedné referenční zakázky (významné služby),</w:t>
      </w:r>
      <w:r>
        <w:t xml:space="preserve"> ale připouští se i splnění požadavků dle písm</w:t>
      </w:r>
      <w:r w:rsidRPr="00ED58B7">
        <w:t xml:space="preserve">. </w:t>
      </w:r>
      <w:r w:rsidRPr="00E2199F">
        <w:t xml:space="preserve">a), b) </w:t>
      </w:r>
      <w:r w:rsidRPr="00ED58B7">
        <w:t>odděleně</w:t>
      </w:r>
      <w:r>
        <w:t xml:space="preserve"> v několika referenčních zakázkách. Každá z těchto referenčních zakázek však musí vždy samostatně dosahovat alespoň minimální úrovně všech požadavků dle písm</w:t>
      </w:r>
      <w:r w:rsidRPr="00ED58B7">
        <w:t xml:space="preserve">. </w:t>
      </w:r>
      <w:r w:rsidRPr="00E2199F">
        <w:t xml:space="preserve">a) nebo b) </w:t>
      </w:r>
      <w:r w:rsidRPr="00ED58B7">
        <w:t xml:space="preserve">výše, takže požadavky na obsahovou náplň činností uvedených výše pod jednotlivými písm. </w:t>
      </w:r>
      <w:r w:rsidRPr="00E2199F">
        <w:t xml:space="preserve">a) nebo b) </w:t>
      </w:r>
      <w:r w:rsidRPr="00ED58B7">
        <w:t>nelze za účelem prokázání technické kvalifikace sčítat z více referenčních zakázek (významných</w:t>
      </w:r>
      <w:r>
        <w:t xml:space="preserve"> služeb). </w:t>
      </w:r>
    </w:p>
    <w:p w14:paraId="2500CE3E" w14:textId="46DF00CE"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w:t>
      </w:r>
      <w:r w:rsidRPr="00A37AC5">
        <w:t xml:space="preserve">dosahovat v souhrnu, včetně případných poddodávek, minimálně </w:t>
      </w:r>
      <w:r w:rsidR="00EC2EA0" w:rsidRPr="00E07CCB">
        <w:rPr>
          <w:b/>
          <w:bCs/>
        </w:rPr>
        <w:t>18 </w:t>
      </w:r>
      <w:r w:rsidR="00FB1EC7" w:rsidRPr="00A37AC5">
        <w:rPr>
          <w:b/>
          <w:bCs/>
        </w:rPr>
        <w:t>0</w:t>
      </w:r>
      <w:r w:rsidR="00EC2EA0" w:rsidRPr="00E07CCB">
        <w:rPr>
          <w:b/>
          <w:bCs/>
        </w:rPr>
        <w:t>00 000,-</w:t>
      </w:r>
      <w:r w:rsidR="00EC2EA0" w:rsidRPr="00A37AC5">
        <w:t xml:space="preserve"> </w:t>
      </w:r>
      <w:r w:rsidRPr="00A37AC5">
        <w:rPr>
          <w:b/>
        </w:rPr>
        <w:t>Kč</w:t>
      </w:r>
      <w:r w:rsidRPr="00A37AC5">
        <w:t xml:space="preserve"> bez DPH, přičemž alespoň jedna významná služba musí dosahovat </w:t>
      </w:r>
      <w:r w:rsidR="00656A03" w:rsidRPr="00A37AC5">
        <w:t xml:space="preserve">hodnoty </w:t>
      </w:r>
      <w:r w:rsidRPr="00A37AC5">
        <w:t xml:space="preserve">nejméně </w:t>
      </w:r>
      <w:r w:rsidR="00FB1EC7" w:rsidRPr="00E07CCB">
        <w:rPr>
          <w:b/>
          <w:bCs/>
        </w:rPr>
        <w:t>9 000 000,-</w:t>
      </w:r>
      <w:r w:rsidR="00FB1EC7" w:rsidRPr="00A37AC5">
        <w:t xml:space="preserve"> </w:t>
      </w:r>
      <w:r w:rsidRPr="00A37AC5">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794DDD">
        <w:t xml:space="preserve">DPS+PDPS nebo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C90CF7">
        <w:t xml:space="preserve">každého z </w:t>
      </w:r>
      <w:r w:rsidR="00B067E0">
        <w:t xml:space="preserve">uvedených stupňů (tj. </w:t>
      </w:r>
      <w:r w:rsidR="001C6AE3">
        <w:t xml:space="preserve">součet cen </w:t>
      </w:r>
      <w:r w:rsidR="00AB7090">
        <w:t xml:space="preserve">DPS+PDPS nebo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49E988E0" w14:textId="77777777" w:rsidR="00117BB9" w:rsidRDefault="00117BB9" w:rsidP="00302A09">
      <w:pPr>
        <w:pStyle w:val="Textbezslovn"/>
        <w:spacing w:after="0"/>
      </w:pPr>
      <w:r>
        <w:t>Zadavatel neumožňuje v rámci referenčních významných služeb doložení projektové</w:t>
      </w:r>
    </w:p>
    <w:p w14:paraId="02939F2D" w14:textId="65DE3B62" w:rsidR="00656A03" w:rsidRDefault="00117BB9" w:rsidP="00302A09">
      <w:pPr>
        <w:pStyle w:val="Textbezslovn"/>
        <w:spacing w:after="0"/>
      </w:pPr>
      <w:r>
        <w:t xml:space="preserve">práce spočívající ve zhotovení dokumentace pro opravy. </w:t>
      </w:r>
      <w:r w:rsidR="00656A03">
        <w:t>O</w:t>
      </w:r>
      <w:r w:rsidR="00656A03"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4C18C8">
        <w:t xml:space="preserve">č. 586/1992 Sb., </w:t>
      </w:r>
      <w:r w:rsidR="00656A03" w:rsidRPr="000045F9">
        <w:t>o daních z</w:t>
      </w:r>
      <w:r w:rsidR="004C18C8">
        <w:t> </w:t>
      </w:r>
      <w:r w:rsidR="00656A03" w:rsidRPr="000045F9">
        <w:t>příjmů</w:t>
      </w:r>
      <w:r w:rsidR="004C18C8">
        <w:t>, ve znění pozdějších předpisů (dále jen „</w:t>
      </w:r>
      <w:r w:rsidR="004C18C8">
        <w:rPr>
          <w:bCs/>
        </w:rPr>
        <w:t>zákon o daních z příjmů</w:t>
      </w:r>
      <w:r w:rsidR="004C18C8">
        <w:t>“)</w:t>
      </w:r>
      <w:r w:rsidR="00656A03" w:rsidRPr="000045F9">
        <w:t xml:space="preserve">. Zároveň se nejedná o změnu dokončené stavby ve smyslu </w:t>
      </w:r>
      <w:r w:rsidR="00CC0ADA">
        <w:t xml:space="preserve">starého </w:t>
      </w:r>
      <w:r w:rsidR="00656A03" w:rsidRPr="000045F9">
        <w:t>stavebního zákona</w:t>
      </w:r>
      <w:r w:rsidR="00CC0ADA">
        <w:t xml:space="preserve"> nebo § 6 odst. 1 nového stavebního zákona</w:t>
      </w:r>
      <w:r w:rsidR="00656A03"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rsidR="00656A03">
        <w:t>.</w:t>
      </w:r>
    </w:p>
    <w:p w14:paraId="71DCC289" w14:textId="6641C7DA" w:rsidR="00B104FA"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4E1C55" w:rsidRPr="004E1C55">
        <w:t xml:space="preserve"> </w:t>
      </w:r>
    </w:p>
    <w:p w14:paraId="68DF318A" w14:textId="5FF416F8" w:rsidR="00280ACC" w:rsidRDefault="00280ACC" w:rsidP="00280ACC">
      <w:pPr>
        <w:pStyle w:val="Textbezslovn"/>
      </w:pPr>
      <w:r w:rsidRPr="00451D51">
        <w:lastRenderedPageBreak/>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5F33A7D7" w:rsidR="00392730" w:rsidRDefault="00392730" w:rsidP="00FE356B">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w:t>
      </w:r>
      <w:r w:rsidR="00FE356B">
        <w:t xml:space="preserve">U významné služby prokazované podle požadavků odst. b) tohoto čl. 8.4 musí účastník zadávacího řízení uvést vedle ceny služeb rovněž celkové investiční náklady stavby. </w:t>
      </w:r>
      <w:r>
        <w:t>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366D6C1"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w:t>
      </w:r>
      <w:r w:rsidRPr="00134DAF">
        <w:t xml:space="preserve">stupni </w:t>
      </w:r>
      <w:r w:rsidR="00AF5E95" w:rsidRPr="00134DAF">
        <w:t xml:space="preserve">DPS nebo DPS+PDPS nebo </w:t>
      </w:r>
      <w:r w:rsidRPr="00134DAF">
        <w:t>DSP nebo DSP+PDPS nebo DUSP</w:t>
      </w:r>
      <w:r w:rsidR="00CA41FA" w:rsidRPr="00134DAF">
        <w:t>/DUSL</w:t>
      </w:r>
      <w:r w:rsidRPr="00134DAF">
        <w:t xml:space="preserve"> </w:t>
      </w:r>
      <w:r w:rsidR="00103A92" w:rsidRPr="00134DAF">
        <w:t>nebo DUSP</w:t>
      </w:r>
      <w:r w:rsidR="00CA41FA" w:rsidRPr="00134DAF">
        <w:t>/DUSL</w:t>
      </w:r>
      <w:r w:rsidR="00103A92" w:rsidRPr="00134DAF">
        <w:t>+PDP</w:t>
      </w:r>
      <w:r w:rsidR="00103A92">
        <w:t xml:space="preserve">S </w:t>
      </w:r>
      <w:r w:rsidR="007D38E4">
        <w:t xml:space="preserve">nebo DUR+DSP nebo DUR+DSP+PDPS </w:t>
      </w:r>
      <w:r>
        <w:t>pro</w:t>
      </w:r>
      <w:r w:rsidR="0088216C">
        <w:t xml:space="preserve"> dopravní</w:t>
      </w:r>
      <w:r>
        <w:t xml:space="preserve"> stavby)</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1BBB3723" w:rsidR="00392730" w:rsidRPr="00862EA1"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w:t>
      </w:r>
      <w:r w:rsidR="00AF5E95" w:rsidRPr="00AF5E95">
        <w:lastRenderedPageBreak/>
        <w:t xml:space="preserve">DPS+PDPS nebo </w:t>
      </w:r>
      <w:r>
        <w:t>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součástí plnění zakázky. </w:t>
      </w:r>
      <w:r w:rsidR="00E65BBD" w:rsidRPr="00862EA1">
        <w:t>Tento odstavec</w:t>
      </w:r>
      <w:r w:rsidR="00BA3D9D" w:rsidRPr="00862EA1">
        <w:t>, resp. odrážka,</w:t>
      </w:r>
      <w:r w:rsidR="00E65BBD" w:rsidRPr="00862EA1">
        <w:t xml:space="preserve"> se nevztahuje na službu dle písm. </w:t>
      </w:r>
      <w:r w:rsidR="00862EA1" w:rsidRPr="00862EA1">
        <w:t>b</w:t>
      </w:r>
      <w:r w:rsidR="00E65BBD" w:rsidRPr="00862EA1">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EC2EA0">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EC2EA0">
      <w:pPr>
        <w:pStyle w:val="Odstavec1-1a"/>
        <w:numPr>
          <w:ilvl w:val="0"/>
          <w:numId w:val="17"/>
        </w:numPr>
        <w:spacing w:after="0"/>
      </w:pPr>
      <w:r>
        <w:t>jako poddodavatel, a to v rozsahu, v jakém se na plnění zakázky podílel.</w:t>
      </w:r>
    </w:p>
    <w:p w14:paraId="738C142F" w14:textId="77777777" w:rsidR="00392730" w:rsidRDefault="00392730" w:rsidP="00EC2EA0">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09A73B6B" w:rsidR="009E1AEE" w:rsidRDefault="009E1AEE" w:rsidP="009E1AEE">
      <w:pPr>
        <w:pStyle w:val="Textbezslovn"/>
      </w:pPr>
      <w:r>
        <w:t>Zadavatel požaduje předložení seznamu odborného personálu dodavatele. Pro každou osobu odborného personálu v níže uvedené funkci</w:t>
      </w:r>
      <w:r w:rsidRPr="006527F8">
        <w:t xml:space="preserve"> může být za účelem splnění kvalifikace doložena pouze jedna osoba. Jednotlivé požadavky na kvalifikační kritéria u každé jednotlivé funkce</w:t>
      </w:r>
      <w:r w:rsidR="00EC2EA0" w:rsidRPr="006527F8">
        <w:t xml:space="preserve"> </w:t>
      </w:r>
      <w:r w:rsidRPr="006527F8">
        <w:t>nelze jakkoliv</w:t>
      </w:r>
      <w:r>
        <w:t xml:space="preserve">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w:t>
      </w:r>
      <w:bookmarkStart w:id="20" w:name="_Hlk198114210"/>
      <w:r>
        <w:t xml:space="preserve">Jednou osobou lze současně zastávat maximálně 2 funkce člena odborného personálu. </w:t>
      </w:r>
      <w:bookmarkEnd w:id="20"/>
      <w:r>
        <w:t xml:space="preserve">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11736A94"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w:t>
      </w:r>
      <w:r w:rsidR="00186DE1">
        <w:t xml:space="preserve">dokumentů </w:t>
      </w:r>
      <w:r>
        <w:t>předkládaných</w:t>
      </w:r>
      <w:r w:rsidR="00186DE1" w:rsidRPr="00186DE1">
        <w:t xml:space="preserve"> </w:t>
      </w:r>
      <w:r w:rsidR="00186DE1">
        <w:t>dodavatelem</w:t>
      </w:r>
      <w:r>
        <w:t>):</w:t>
      </w:r>
    </w:p>
    <w:p w14:paraId="7F0A865B" w14:textId="1CA40A1B" w:rsidR="009E1AEE" w:rsidRPr="00E2199F" w:rsidRDefault="00817A33" w:rsidP="00E2199F">
      <w:pPr>
        <w:pStyle w:val="Odstavec1-1a"/>
        <w:numPr>
          <w:ilvl w:val="0"/>
          <w:numId w:val="11"/>
        </w:numPr>
        <w:rPr>
          <w:b/>
        </w:rPr>
      </w:pPr>
      <w:r w:rsidRPr="00E2199F">
        <w:rPr>
          <w:b/>
        </w:rPr>
        <w:t>hlavní projektant</w:t>
      </w:r>
      <w:r w:rsidR="003804E2" w:rsidRPr="00E2199F">
        <w:rPr>
          <w:b/>
        </w:rPr>
        <w:t xml:space="preserve"> (HIP)</w:t>
      </w:r>
      <w:r w:rsidR="009E1AEE" w:rsidRPr="00E2199F">
        <w:rPr>
          <w:b/>
        </w:rPr>
        <w:t xml:space="preserve"> </w:t>
      </w:r>
    </w:p>
    <w:p w14:paraId="640DC132" w14:textId="71E94364" w:rsidR="009E1AEE" w:rsidRPr="00E2199F" w:rsidRDefault="009E1AEE" w:rsidP="009E1AEE">
      <w:pPr>
        <w:pStyle w:val="Odrka1-2-"/>
      </w:pPr>
      <w:r w:rsidRPr="00E2199F">
        <w:t>nejméně 5 let praxe v</w:t>
      </w:r>
      <w:r w:rsidR="00971DE1">
        <w:t> </w:t>
      </w:r>
      <w:r w:rsidRPr="00E2199F">
        <w:t>projektování</w:t>
      </w:r>
      <w:r w:rsidR="00971DE1">
        <w:t xml:space="preserve"> dopravních</w:t>
      </w:r>
      <w:r w:rsidRPr="00E2199F">
        <w:t xml:space="preserve"> </w:t>
      </w:r>
      <w:r w:rsidR="00455731" w:rsidRPr="00E2199F">
        <w:t>staveb</w:t>
      </w:r>
      <w:r w:rsidRPr="00E2199F">
        <w:t xml:space="preserve">; </w:t>
      </w:r>
    </w:p>
    <w:p w14:paraId="7EB977EC" w14:textId="4170C12F" w:rsidR="009E1AEE" w:rsidRPr="00E2199F" w:rsidRDefault="009E1AEE" w:rsidP="009E1AEE">
      <w:pPr>
        <w:pStyle w:val="Odrka1-2-"/>
      </w:pPr>
      <w:r w:rsidRPr="00E2199F">
        <w:t>autorizace v rozsahu dle § 5 odst. 3 písm. b)</w:t>
      </w:r>
      <w:r w:rsidR="00971DE1">
        <w:t xml:space="preserve"> nebo písm. d)</w:t>
      </w:r>
      <w:r w:rsidRPr="00E2199F">
        <w:t xml:space="preserve"> zák. č. 360/1992 Sb., o výkonu povolání autorizovaných architektů a o výkonu povolání </w:t>
      </w:r>
      <w:r w:rsidRPr="00E2199F">
        <w:lastRenderedPageBreak/>
        <w:t>autorizovaných inženýrů a techniků činných ve výstavbě, ve znění pozdějších předpisů (dále jen „autorizační zákon“), tedy pro dopravní stavby</w:t>
      </w:r>
      <w:r w:rsidR="00971DE1">
        <w:t xml:space="preserve"> nebo mosty a inženýrské konstrukce</w:t>
      </w:r>
      <w:r w:rsidRPr="00E2199F">
        <w:t xml:space="preserve">; </w:t>
      </w:r>
    </w:p>
    <w:p w14:paraId="2C3A93FE" w14:textId="1FB4F8AA" w:rsidR="009E1AEE" w:rsidRPr="00E2199F" w:rsidRDefault="009E1AEE" w:rsidP="00AF5E95">
      <w:pPr>
        <w:pStyle w:val="Odrka1-2-"/>
      </w:pPr>
      <w:r w:rsidRPr="00E2199F">
        <w:t>prokázat zkušenost s plněním alespoň</w:t>
      </w:r>
      <w:r w:rsidR="00A16220" w:rsidRPr="00E2199F">
        <w:t xml:space="preserve"> </w:t>
      </w:r>
      <w:r w:rsidR="007A6474" w:rsidRPr="00E2199F">
        <w:t>jedné zakázky</w:t>
      </w:r>
      <w:r w:rsidRPr="00E2199F">
        <w:t xml:space="preserve"> na projektové práce </w:t>
      </w:r>
      <w:r w:rsidR="000E1758" w:rsidRPr="00E2199F">
        <w:t xml:space="preserve">spočívající ve zpracování dokumentace </w:t>
      </w:r>
      <w:r w:rsidRPr="00E2199F">
        <w:t xml:space="preserve">pro </w:t>
      </w:r>
      <w:r w:rsidR="00971DE1">
        <w:t xml:space="preserve">dopravní </w:t>
      </w:r>
      <w:r w:rsidRPr="00E2199F">
        <w:t xml:space="preserve">stavby ve stupni </w:t>
      </w:r>
      <w:r w:rsidR="00AF5E95" w:rsidRPr="00E2199F">
        <w:t xml:space="preserve">DPS nebo DPS+PDPS nebo </w:t>
      </w:r>
      <w:r w:rsidRPr="00E2199F">
        <w:t>DSP nebo DSP+PDPS nebo DUSP</w:t>
      </w:r>
      <w:r w:rsidR="00CA41FA" w:rsidRPr="00E2199F">
        <w:t>/DUSL</w:t>
      </w:r>
      <w:r w:rsidRPr="00E2199F">
        <w:t xml:space="preserve"> </w:t>
      </w:r>
      <w:r w:rsidR="00103A92" w:rsidRPr="00E2199F">
        <w:t>nebo DUSP</w:t>
      </w:r>
      <w:r w:rsidR="00CA41FA" w:rsidRPr="00E2199F">
        <w:t>/DUSL</w:t>
      </w:r>
      <w:r w:rsidR="00103A92" w:rsidRPr="00E2199F">
        <w:t xml:space="preserve">+PDPS </w:t>
      </w:r>
      <w:r w:rsidR="000E5DB6" w:rsidRPr="00E2199F">
        <w:t xml:space="preserve">nebo DUR+DSP nebo DUR+DSP+PDPS </w:t>
      </w:r>
      <w:r w:rsidRPr="00E2199F">
        <w:t>ve funkci vedoucího týmu</w:t>
      </w:r>
      <w:r w:rsidR="00D148BC" w:rsidRPr="00E2199F">
        <w:t xml:space="preserve"> </w:t>
      </w:r>
      <w:r w:rsidR="005E49D0" w:rsidRPr="00E2199F">
        <w:t>nebo zástupce vedoucího týmu</w:t>
      </w:r>
      <w:r w:rsidRPr="00E2199F">
        <w:t xml:space="preserve">, přičemž </w:t>
      </w:r>
      <w:r w:rsidR="00332F74" w:rsidRPr="00E2199F">
        <w:t xml:space="preserve">hodnota zakázky </w:t>
      </w:r>
      <w:r w:rsidR="00332F74" w:rsidRPr="00E2199F">
        <w:rPr>
          <w:rFonts w:cs="Arial"/>
          <w:bCs/>
        </w:rPr>
        <w:t xml:space="preserve">musí činit nejméně </w:t>
      </w:r>
      <w:r w:rsidR="00186DE1" w:rsidRPr="00E2199F">
        <w:rPr>
          <w:rFonts w:cs="Arial"/>
          <w:b/>
        </w:rPr>
        <w:t>5</w:t>
      </w:r>
      <w:r w:rsidR="00332F74" w:rsidRPr="00E2199F">
        <w:rPr>
          <w:rFonts w:cs="Arial"/>
          <w:b/>
        </w:rPr>
        <w:t xml:space="preserve"> mil. Kč</w:t>
      </w:r>
      <w:r w:rsidR="00332F74" w:rsidRPr="00E2199F">
        <w:rPr>
          <w:rFonts w:cs="Arial"/>
          <w:bCs/>
        </w:rPr>
        <w:t xml:space="preserve"> bez DPH</w:t>
      </w:r>
      <w:r w:rsidR="00332F74" w:rsidRPr="00E2199F">
        <w:t xml:space="preserve"> a </w:t>
      </w:r>
      <w:r w:rsidRPr="00E2199F">
        <w:t xml:space="preserve">musí </w:t>
      </w:r>
      <w:r w:rsidR="00332F74" w:rsidRPr="00E2199F">
        <w:t xml:space="preserve">se </w:t>
      </w:r>
      <w:r w:rsidRPr="00E2199F">
        <w:t>jednat o zakázk</w:t>
      </w:r>
      <w:r w:rsidR="00332F74" w:rsidRPr="00E2199F">
        <w:t>u</w:t>
      </w:r>
      <w:r w:rsidRPr="00E2199F">
        <w:t xml:space="preserve"> dokončen</w:t>
      </w:r>
      <w:r w:rsidR="00332F74" w:rsidRPr="00E2199F">
        <w:t>ou</w:t>
      </w:r>
      <w:r w:rsidRPr="00E2199F">
        <w:t>, avšak zadavatel nestanoví maximální lhůtu, ve které musel</w:t>
      </w:r>
      <w:r w:rsidR="00332F74" w:rsidRPr="00E2199F">
        <w:t>a</w:t>
      </w:r>
      <w:r w:rsidRPr="00E2199F">
        <w:t xml:space="preserve"> být zakázk</w:t>
      </w:r>
      <w:r w:rsidR="00332F74" w:rsidRPr="00E2199F">
        <w:t>a</w:t>
      </w:r>
      <w:r w:rsidRPr="00E2199F">
        <w:t xml:space="preserve"> dokončen</w:t>
      </w:r>
      <w:r w:rsidR="00332F74" w:rsidRPr="00E2199F">
        <w:t>a</w:t>
      </w:r>
      <w:r w:rsidRPr="00E2199F">
        <w:t>; pokud byla referovaná činnost součástí rozsáhlejšího plnění pro objednatele služby (např. kromě zpracování projektové dokumentace měl dodavatel vykonávat i dozor</w:t>
      </w:r>
      <w:r w:rsidR="007D3F64" w:rsidRPr="00E2199F">
        <w:t xml:space="preserve"> projektanta</w:t>
      </w:r>
      <w:r w:rsidRPr="00E2199F">
        <w:t>) postačí, pokud je dokončeno plněn</w:t>
      </w:r>
      <w:r w:rsidR="00355D2A" w:rsidRPr="00E2199F">
        <w:t>í</w:t>
      </w:r>
      <w:r w:rsidR="0033063F" w:rsidRPr="00E2199F">
        <w:t xml:space="preserve"> odpovídající </w:t>
      </w:r>
      <w:r w:rsidR="00857BAC" w:rsidRPr="00E2199F">
        <w:t xml:space="preserve">zadavatelem stanovené </w:t>
      </w:r>
      <w:r w:rsidR="0033063F" w:rsidRPr="00E2199F">
        <w:t>definici požadované zkušenosti</w:t>
      </w:r>
      <w:r w:rsidR="00355D2A" w:rsidRPr="00E2199F">
        <w:t>;</w:t>
      </w:r>
      <w:r w:rsidRPr="00E2199F">
        <w:t xml:space="preserve">  </w:t>
      </w:r>
    </w:p>
    <w:p w14:paraId="0AF61FD6" w14:textId="77777777" w:rsidR="005E49D0" w:rsidRPr="00E2199F" w:rsidRDefault="005E49D0" w:rsidP="00E2199F">
      <w:pPr>
        <w:pStyle w:val="Odstavec1-1a"/>
        <w:numPr>
          <w:ilvl w:val="0"/>
          <w:numId w:val="11"/>
        </w:numPr>
        <w:rPr>
          <w:b/>
        </w:rPr>
      </w:pPr>
      <w:r w:rsidRPr="00E2199F">
        <w:rPr>
          <w:b/>
        </w:rPr>
        <w:t xml:space="preserve">zástupce hlavního projektanta  </w:t>
      </w:r>
    </w:p>
    <w:p w14:paraId="1F2FFABC" w14:textId="1A9FE7EE" w:rsidR="005E49D0" w:rsidRPr="00E2199F" w:rsidRDefault="005E49D0" w:rsidP="005E49D0">
      <w:pPr>
        <w:pStyle w:val="Odrka1-2-"/>
      </w:pPr>
      <w:r w:rsidRPr="00E2199F">
        <w:t xml:space="preserve">nejméně 5 let praxe v projektování </w:t>
      </w:r>
      <w:r w:rsidR="006A4264">
        <w:t xml:space="preserve">dopravních </w:t>
      </w:r>
      <w:r w:rsidRPr="00E2199F">
        <w:t>staveb</w:t>
      </w:r>
      <w:r w:rsidR="00135CE4">
        <w:t>;</w:t>
      </w:r>
    </w:p>
    <w:p w14:paraId="6B35904C" w14:textId="5DBD4995" w:rsidR="005E49D0" w:rsidRPr="00E2199F" w:rsidRDefault="005E49D0" w:rsidP="005E49D0">
      <w:pPr>
        <w:pStyle w:val="Odrka1-2-"/>
        <w:rPr>
          <w:b/>
        </w:rPr>
      </w:pPr>
      <w:r w:rsidRPr="00E2199F">
        <w:t xml:space="preserve">autorizace v rozsahu dle § 5 odst. 3 písm. b) </w:t>
      </w:r>
      <w:r w:rsidR="006A4264">
        <w:t xml:space="preserve">nebo písm. d) </w:t>
      </w:r>
      <w:r w:rsidR="00F45B56" w:rsidRPr="00E2199F">
        <w:t>autorizačního zákona</w:t>
      </w:r>
      <w:r w:rsidRPr="00E2199F">
        <w:t>, tedy pro dopravní stavby</w:t>
      </w:r>
      <w:r w:rsidR="006A4264">
        <w:t xml:space="preserve"> nebo mosty a inženýrské konstrukce</w:t>
      </w:r>
      <w:r w:rsidRPr="00E2199F">
        <w:t>;</w:t>
      </w:r>
    </w:p>
    <w:p w14:paraId="174F62BD" w14:textId="77777777" w:rsidR="009E1AEE" w:rsidRPr="00E2199F" w:rsidRDefault="009E1AEE" w:rsidP="00E2199F">
      <w:pPr>
        <w:pStyle w:val="Odstavec1-1a"/>
        <w:numPr>
          <w:ilvl w:val="0"/>
          <w:numId w:val="11"/>
        </w:numPr>
        <w:rPr>
          <w:b/>
        </w:rPr>
      </w:pPr>
      <w:r w:rsidRPr="00E2199F">
        <w:rPr>
          <w:b/>
        </w:rPr>
        <w:t>specialista na mostní a inženýrské konstrukce</w:t>
      </w:r>
    </w:p>
    <w:p w14:paraId="18FAF453" w14:textId="77777777" w:rsidR="00355D2A" w:rsidRPr="00E2199F" w:rsidRDefault="009E1AEE" w:rsidP="00355D2A">
      <w:pPr>
        <w:pStyle w:val="Odrka1-2-"/>
      </w:pPr>
      <w:r w:rsidRPr="00E2199F">
        <w:t>nejméně 5 let praxe v projektování v oboru své specializace</w:t>
      </w:r>
      <w:r w:rsidR="000E1758" w:rsidRPr="00E2199F">
        <w:t xml:space="preserve"> (mostní a inženýrské konstrukce)</w:t>
      </w:r>
      <w:r w:rsidRPr="00E2199F">
        <w:t xml:space="preserve">; </w:t>
      </w:r>
    </w:p>
    <w:p w14:paraId="6E7BE1A0" w14:textId="19BEB3F1" w:rsidR="009E1AEE" w:rsidRPr="00E2199F" w:rsidRDefault="009E1AEE" w:rsidP="00355D2A">
      <w:pPr>
        <w:pStyle w:val="Odrka1-2-"/>
      </w:pPr>
      <w:r w:rsidRPr="00E2199F">
        <w:t xml:space="preserve">autorizace v rozsahu dle § 5 odst. 3 písm. d) autorizačního zákona, tedy v oboru mosty a inženýrské konstrukce; </w:t>
      </w:r>
    </w:p>
    <w:p w14:paraId="42E501CB" w14:textId="77777777" w:rsidR="009E1AEE" w:rsidRPr="00E2199F" w:rsidRDefault="009E1AEE" w:rsidP="00E2199F">
      <w:pPr>
        <w:pStyle w:val="Odstavec1-1a"/>
        <w:numPr>
          <w:ilvl w:val="0"/>
          <w:numId w:val="11"/>
        </w:numPr>
        <w:rPr>
          <w:b/>
        </w:rPr>
      </w:pPr>
      <w:r w:rsidRPr="00E2199F">
        <w:rPr>
          <w:b/>
        </w:rPr>
        <w:t>specialista na zabezpečovací zařízení</w:t>
      </w:r>
    </w:p>
    <w:p w14:paraId="3CD7E3D6" w14:textId="5876DF79" w:rsidR="00355D2A" w:rsidRPr="00E2199F" w:rsidRDefault="009E1AEE" w:rsidP="00355D2A">
      <w:pPr>
        <w:pStyle w:val="Odrka1-2-"/>
      </w:pPr>
      <w:r w:rsidRPr="00E2199F">
        <w:t xml:space="preserve">nejméně 5 let praxe </w:t>
      </w:r>
      <w:r w:rsidR="00222BAD" w:rsidRPr="00E2199F">
        <w:t xml:space="preserve">v projektování v oboru své specializace </w:t>
      </w:r>
      <w:r w:rsidR="00503605" w:rsidRPr="00E2199F">
        <w:t>(</w:t>
      </w:r>
      <w:r w:rsidR="00547AD2" w:rsidRPr="00E2199F">
        <w:t xml:space="preserve">železniční </w:t>
      </w:r>
      <w:r w:rsidR="00503605" w:rsidRPr="00E2199F">
        <w:t>zabezpečovací zařízení)</w:t>
      </w:r>
      <w:r w:rsidRPr="00E2199F">
        <w:t>;</w:t>
      </w:r>
    </w:p>
    <w:p w14:paraId="414C64AE" w14:textId="77777777" w:rsidR="009E1AEE" w:rsidRPr="00E2199F" w:rsidRDefault="009E1AEE" w:rsidP="00355D2A">
      <w:pPr>
        <w:pStyle w:val="Odrka1-2-"/>
      </w:pPr>
      <w:r w:rsidRPr="00E2199F">
        <w:t xml:space="preserve">autorizace v rozsahu dle § 5 odst. 3 písm. e) autorizačního zákona, tedy v oboru technologická zařízení staveb; </w:t>
      </w:r>
    </w:p>
    <w:p w14:paraId="2AEDF654" w14:textId="77777777" w:rsidR="009E1AEE" w:rsidRPr="00E2199F" w:rsidRDefault="009E1AEE" w:rsidP="00E2199F">
      <w:pPr>
        <w:pStyle w:val="Odstavec1-1a"/>
        <w:numPr>
          <w:ilvl w:val="0"/>
          <w:numId w:val="11"/>
        </w:numPr>
        <w:rPr>
          <w:b/>
        </w:rPr>
      </w:pPr>
      <w:r w:rsidRPr="00E2199F">
        <w:rPr>
          <w:b/>
        </w:rPr>
        <w:t>specialista na trakční vedení</w:t>
      </w:r>
    </w:p>
    <w:p w14:paraId="24DCE838" w14:textId="06D904A9" w:rsidR="00355D2A" w:rsidRPr="00E2199F" w:rsidRDefault="009E1AEE" w:rsidP="00355D2A">
      <w:pPr>
        <w:pStyle w:val="Odrka1-2-"/>
      </w:pPr>
      <w:r w:rsidRPr="00E2199F">
        <w:t xml:space="preserve">nejméně 5 let praxe </w:t>
      </w:r>
      <w:r w:rsidR="00222BAD" w:rsidRPr="00E2199F">
        <w:t xml:space="preserve">v projektování v oboru své specializace </w:t>
      </w:r>
      <w:r w:rsidR="00503605" w:rsidRPr="00E2199F">
        <w:t>(trakční vedení)</w:t>
      </w:r>
      <w:r w:rsidRPr="00E2199F">
        <w:t xml:space="preserve">; </w:t>
      </w:r>
    </w:p>
    <w:p w14:paraId="49C57240" w14:textId="77777777" w:rsidR="009E1AEE" w:rsidRPr="00E2199F" w:rsidRDefault="009E1AEE" w:rsidP="00355D2A">
      <w:pPr>
        <w:pStyle w:val="Odrka1-2-"/>
      </w:pPr>
      <w:r w:rsidRPr="00E2199F">
        <w:t xml:space="preserve">autorizace v rozsahu dle § 5 odst. 3 písm. e) autorizačního zákona, tedy v oboru technologická zařízení staveb; </w:t>
      </w:r>
    </w:p>
    <w:p w14:paraId="1DC0228A" w14:textId="77777777" w:rsidR="009E1AEE" w:rsidRPr="00E2199F" w:rsidRDefault="009E1AEE" w:rsidP="00E2199F">
      <w:pPr>
        <w:pStyle w:val="Odstavec1-1a"/>
        <w:numPr>
          <w:ilvl w:val="0"/>
          <w:numId w:val="11"/>
        </w:numPr>
        <w:rPr>
          <w:b/>
        </w:rPr>
      </w:pPr>
      <w:r w:rsidRPr="00E2199F">
        <w:rPr>
          <w:b/>
        </w:rPr>
        <w:t>specialista na životní prostředí</w:t>
      </w:r>
    </w:p>
    <w:p w14:paraId="7D2386E7" w14:textId="77777777" w:rsidR="00355D2A" w:rsidRPr="00E2199F" w:rsidRDefault="009E1AEE" w:rsidP="00355D2A">
      <w:pPr>
        <w:pStyle w:val="Odrka1-2-"/>
      </w:pPr>
      <w:r w:rsidRPr="00E2199F">
        <w:t xml:space="preserve">nejméně 5 let praxe v projektování v oboru své specializace </w:t>
      </w:r>
      <w:r w:rsidR="00503605" w:rsidRPr="00E2199F">
        <w:t xml:space="preserve">(životní prostředí) </w:t>
      </w:r>
      <w:r w:rsidRPr="00E2199F">
        <w:t xml:space="preserve">nebo v posuzování vlivů na životní prostředí; </w:t>
      </w:r>
    </w:p>
    <w:p w14:paraId="56FB3D22" w14:textId="77777777" w:rsidR="009E1AEE" w:rsidRPr="00E2199F" w:rsidRDefault="009E1AEE" w:rsidP="00355D2A">
      <w:pPr>
        <w:pStyle w:val="Odrka1-2-"/>
      </w:pPr>
      <w:r w:rsidRPr="00E2199F">
        <w:t>autorizace ke zpracování dokumentace a posudku dle § 19 zák. č. 100/2001 Sb., o posuzování vlivů na životní prostředí, ve znění pozdějších předpisů;</w:t>
      </w:r>
    </w:p>
    <w:p w14:paraId="2EA74AE5" w14:textId="77777777" w:rsidR="009E1AEE" w:rsidRPr="00E2199F" w:rsidRDefault="009E1AEE" w:rsidP="00E2199F">
      <w:pPr>
        <w:pStyle w:val="Odstavec1-1a"/>
        <w:numPr>
          <w:ilvl w:val="0"/>
          <w:numId w:val="11"/>
        </w:numPr>
        <w:rPr>
          <w:b/>
        </w:rPr>
      </w:pPr>
      <w:r w:rsidRPr="00E2199F">
        <w:rPr>
          <w:b/>
        </w:rPr>
        <w:t xml:space="preserve">koordinátor BOZP </w:t>
      </w:r>
    </w:p>
    <w:p w14:paraId="534BCC10" w14:textId="77777777" w:rsidR="00355D2A" w:rsidRPr="00E2199F" w:rsidRDefault="009E1AEE" w:rsidP="00355D2A">
      <w:pPr>
        <w:pStyle w:val="Odrka1-2-"/>
      </w:pPr>
      <w:r w:rsidRPr="00E2199F">
        <w:t xml:space="preserve">nejméně 3 roky praxe ve svém oboru; </w:t>
      </w:r>
    </w:p>
    <w:p w14:paraId="763982F2" w14:textId="1173430A" w:rsidR="005907D0" w:rsidRPr="005907D0" w:rsidRDefault="009E1AEE" w:rsidP="00471E3D">
      <w:pPr>
        <w:pStyle w:val="Odrka1-2-"/>
      </w:pPr>
      <w:r w:rsidRPr="00E2199F">
        <w:t xml:space="preserve">osvědčení o odborné způsobilosti koordinátora BOZP na staveništi podle § 14, resp. § 10 odst. 2 zákona č. 309/2006 Sb., o zajištění dalších podmínek bezpečnosti a ochrany zdraví při práci, </w:t>
      </w:r>
      <w:r w:rsidR="00D7668B" w:rsidRPr="00E2199F">
        <w:t>ve znění pozdějších předpisů</w:t>
      </w:r>
      <w:r w:rsidR="0000503C" w:rsidRPr="00E2199F">
        <w:t>, ve spojení s</w:t>
      </w:r>
      <w:r w:rsidRPr="00E2199F">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5907D0" w:rsidRDefault="009E1AEE" w:rsidP="00E2199F">
      <w:pPr>
        <w:pStyle w:val="Odstavec1-1a"/>
        <w:numPr>
          <w:ilvl w:val="0"/>
          <w:numId w:val="11"/>
        </w:numPr>
        <w:rPr>
          <w:b/>
        </w:rPr>
      </w:pPr>
      <w:r w:rsidRPr="005907D0">
        <w:rPr>
          <w:b/>
        </w:rPr>
        <w:t>specialista na inženýrskou činnost</w:t>
      </w:r>
    </w:p>
    <w:p w14:paraId="4FE00FAD" w14:textId="33147FB8" w:rsidR="009E1AEE" w:rsidRPr="005907D0" w:rsidRDefault="009E1AEE" w:rsidP="00355D2A">
      <w:pPr>
        <w:pStyle w:val="Odrka1-2-"/>
      </w:pPr>
      <w:r w:rsidRPr="005907D0">
        <w:t xml:space="preserve">nejméně 5 let praxe ve výkonu inženýrské činnosti pro vydání stavebního povolení nebo společného povolení </w:t>
      </w:r>
      <w:r w:rsidR="007278C9" w:rsidRPr="005907D0">
        <w:t xml:space="preserve">nebo povolení </w:t>
      </w:r>
      <w:r w:rsidR="00DA5362" w:rsidRPr="005907D0">
        <w:t xml:space="preserve">záměru (povolení </w:t>
      </w:r>
      <w:r w:rsidR="00F51311" w:rsidRPr="005907D0">
        <w:t>stavby</w:t>
      </w:r>
      <w:r w:rsidR="00DA5362" w:rsidRPr="005907D0">
        <w:t>)</w:t>
      </w:r>
      <w:r w:rsidR="007278C9" w:rsidRPr="005907D0">
        <w:t xml:space="preserve">, </w:t>
      </w:r>
      <w:r w:rsidRPr="005907D0">
        <w:t>včetně majetkoprávní přípravy staveb;</w:t>
      </w:r>
    </w:p>
    <w:p w14:paraId="50B6BDC3" w14:textId="77777777" w:rsidR="009E1AEE" w:rsidRPr="005907D0" w:rsidRDefault="009E1AEE" w:rsidP="00E2199F">
      <w:pPr>
        <w:pStyle w:val="Odstavec1-1a"/>
        <w:numPr>
          <w:ilvl w:val="0"/>
          <w:numId w:val="11"/>
        </w:numPr>
        <w:rPr>
          <w:b/>
        </w:rPr>
      </w:pPr>
      <w:r w:rsidRPr="005907D0">
        <w:rPr>
          <w:b/>
        </w:rPr>
        <w:t xml:space="preserve">specialista na hodnocení ekonomické efektivnosti </w:t>
      </w:r>
    </w:p>
    <w:p w14:paraId="047ACFC0" w14:textId="0327EE78" w:rsidR="009E1AEE" w:rsidRPr="005907D0" w:rsidRDefault="009E1AEE" w:rsidP="00355D2A">
      <w:pPr>
        <w:pStyle w:val="Odrka1-2-"/>
      </w:pPr>
      <w:r w:rsidRPr="005907D0">
        <w:lastRenderedPageBreak/>
        <w:t xml:space="preserve">nejméně 3 roky praxe v oblasti hodnocení ekonomické efektivnosti </w:t>
      </w:r>
      <w:r w:rsidR="00D87F22">
        <w:t xml:space="preserve">dopravních </w:t>
      </w:r>
      <w:r w:rsidR="006E100C" w:rsidRPr="005907D0">
        <w:t>staveb</w:t>
      </w:r>
      <w:r w:rsidRPr="005907D0">
        <w:t>;</w:t>
      </w:r>
    </w:p>
    <w:p w14:paraId="4E9AFC22" w14:textId="0B69E7C4" w:rsidR="008C2620" w:rsidRPr="005907D0" w:rsidRDefault="009E1AEE" w:rsidP="007E22C0">
      <w:pPr>
        <w:pStyle w:val="Odrka1-2-"/>
      </w:pPr>
      <w:r w:rsidRPr="005907D0">
        <w:t xml:space="preserve">prokázat zkušenost s plněním alespoň jedné zakázky, jejímž předmětem </w:t>
      </w:r>
      <w:proofErr w:type="gramStart"/>
      <w:r w:rsidRPr="005907D0">
        <w:t>bylo  zpracování</w:t>
      </w:r>
      <w:proofErr w:type="gramEnd"/>
      <w:r w:rsidRPr="005907D0">
        <w:t xml:space="preserve"> hodnocení ekonomické efektivnosti </w:t>
      </w:r>
      <w:r w:rsidR="00D87F22">
        <w:t xml:space="preserve">dopravní </w:t>
      </w:r>
      <w:r w:rsidRPr="005907D0">
        <w:t>stavby, provedené v rámci studie proveditelnosti nebo záměru projektu nebo projektové žádosti o spolufinancování z prostředků EU nebo jejich aktualizací, nebo bylo jejím předmětem ověření platnosti ekonomického hodnocení</w:t>
      </w:r>
      <w:r w:rsidR="00D87F22">
        <w:t xml:space="preserve"> dopravní</w:t>
      </w:r>
      <w:r w:rsidRPr="005907D0">
        <w:t xml:space="preserve"> stavby ze záměru projektu, a to ve funkci specialisty na hodnocení ekonomické efektivnosti, přičemž</w:t>
      </w:r>
      <w:r w:rsidR="0096543C" w:rsidRPr="005907D0">
        <w:t>:</w:t>
      </w:r>
      <w:r w:rsidRPr="005907D0">
        <w:t xml:space="preserve"> </w:t>
      </w:r>
    </w:p>
    <w:p w14:paraId="4B1982D0" w14:textId="5B24996E" w:rsidR="008C2620" w:rsidRPr="005907D0" w:rsidRDefault="009E1AEE" w:rsidP="005D0991">
      <w:pPr>
        <w:pStyle w:val="Odrka1-2-"/>
        <w:numPr>
          <w:ilvl w:val="0"/>
          <w:numId w:val="0"/>
        </w:numPr>
        <w:ind w:left="1531"/>
      </w:pPr>
      <w:r w:rsidRPr="005907D0">
        <w:t xml:space="preserve">(i) se musí jednat o zakázku dokončenou (pokud však byla požadovaná činnost součástí rozsáhlejšího plnění pro objednatele </w:t>
      </w:r>
      <w:r w:rsidR="005D0991" w:rsidRPr="005907D0">
        <w:t>služby,</w:t>
      </w:r>
      <w:r w:rsidRPr="005907D0">
        <w:t xml:space="preserve"> a kromě zpracování hodnocení ekonomické efektivnosti měl dodavatel vykonávat i další navazující činnosti postačí, pokud je dokončeno plnění v rozsahu požadované</w:t>
      </w:r>
      <w:r w:rsidR="00F77DC7" w:rsidRPr="005907D0">
        <w:t xml:space="preserve"> </w:t>
      </w:r>
      <w:r w:rsidR="0033063F" w:rsidRPr="005907D0">
        <w:t>zkušenosti</w:t>
      </w:r>
      <w:r w:rsidRPr="005907D0">
        <w:t>, tj. zpracování či ověření platnosti hodn</w:t>
      </w:r>
      <w:r w:rsidR="008C2620" w:rsidRPr="005907D0">
        <w:t>ocení ekonomické efektivnosti),</w:t>
      </w:r>
    </w:p>
    <w:p w14:paraId="6E1F58F0" w14:textId="77777777" w:rsidR="008C2620" w:rsidRPr="005907D0" w:rsidRDefault="008C2620" w:rsidP="005D0991">
      <w:pPr>
        <w:pStyle w:val="Odrka1-2-"/>
        <w:numPr>
          <w:ilvl w:val="0"/>
          <w:numId w:val="0"/>
        </w:numPr>
        <w:ind w:left="1531"/>
      </w:pPr>
      <w:r w:rsidRPr="005907D0">
        <w:t>(</w:t>
      </w:r>
      <w:proofErr w:type="spellStart"/>
      <w:r w:rsidR="009E1AEE" w:rsidRPr="005907D0">
        <w:t>ii</w:t>
      </w:r>
      <w:proofErr w:type="spellEnd"/>
      <w:r w:rsidR="009E1AEE" w:rsidRPr="005907D0">
        <w:t xml:space="preserve">) hodnocení ekonomické efektivnosti bylo zpracováno podle </w:t>
      </w:r>
      <w:r w:rsidR="007E22C0" w:rsidRPr="005907D0">
        <w:t xml:space="preserve">Pravidel přípravy a realizace akcí dopravní infrastruktury financovaných Státním fondem dopravní infrastruktury vydaných Ministerstvem dopravy, srpen 2024 (schváleno dopisem ministra dopravy č. j. MD-46506/2024-910/1) nebo </w:t>
      </w:r>
      <w:r w:rsidR="009E1AEE" w:rsidRPr="005907D0">
        <w:t xml:space="preserve">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009E1AEE" w:rsidRPr="005907D0">
        <w:t>Cost</w:t>
      </w:r>
      <w:proofErr w:type="spellEnd"/>
      <w:r w:rsidR="009E1AEE" w:rsidRPr="005907D0">
        <w:t xml:space="preserve">-benefit </w:t>
      </w:r>
      <w:proofErr w:type="spellStart"/>
      <w:r w:rsidR="009E1AEE" w:rsidRPr="005907D0">
        <w:t>Analysis</w:t>
      </w:r>
      <w:proofErr w:type="spellEnd"/>
      <w:r w:rsidR="009E1AEE" w:rsidRPr="005907D0">
        <w:t xml:space="preserve"> </w:t>
      </w:r>
      <w:proofErr w:type="spellStart"/>
      <w:r w:rsidR="009E1AEE" w:rsidRPr="005907D0">
        <w:t>of</w:t>
      </w:r>
      <w:proofErr w:type="spellEnd"/>
      <w:r w:rsidR="009E1AEE" w:rsidRPr="005907D0">
        <w:t xml:space="preserve"> </w:t>
      </w:r>
      <w:proofErr w:type="spellStart"/>
      <w:r w:rsidR="009E1AEE" w:rsidRPr="005907D0">
        <w:t>Investment</w:t>
      </w:r>
      <w:proofErr w:type="spellEnd"/>
      <w:r w:rsidR="009E1AEE" w:rsidRPr="005907D0">
        <w:t xml:space="preserve"> </w:t>
      </w:r>
      <w:proofErr w:type="spellStart"/>
      <w:r w:rsidR="009E1AEE" w:rsidRPr="005907D0">
        <w:t>Projects</w:t>
      </w:r>
      <w:proofErr w:type="spellEnd"/>
      <w:r w:rsidR="009E1AEE" w:rsidRPr="005907D0">
        <w:t xml:space="preserve">, </w:t>
      </w:r>
      <w:proofErr w:type="spellStart"/>
      <w:r w:rsidR="009E1AEE" w:rsidRPr="005907D0">
        <w:t>Structural</w:t>
      </w:r>
      <w:proofErr w:type="spellEnd"/>
      <w:r w:rsidR="009E1AEE" w:rsidRPr="005907D0">
        <w:t xml:space="preserve"> </w:t>
      </w:r>
      <w:proofErr w:type="spellStart"/>
      <w:r w:rsidR="009E1AEE" w:rsidRPr="005907D0">
        <w:t>Funds</w:t>
      </w:r>
      <w:proofErr w:type="spellEnd"/>
      <w:r w:rsidR="009E1AEE" w:rsidRPr="005907D0">
        <w:t xml:space="preserve">, </w:t>
      </w:r>
      <w:proofErr w:type="spellStart"/>
      <w:r w:rsidR="009E1AEE" w:rsidRPr="005907D0">
        <w:t>Cohesion</w:t>
      </w:r>
      <w:proofErr w:type="spellEnd"/>
      <w:r w:rsidR="009E1AEE" w:rsidRPr="005907D0">
        <w:t xml:space="preserve"> </w:t>
      </w:r>
      <w:proofErr w:type="spellStart"/>
      <w:r w:rsidR="009E1AEE" w:rsidRPr="005907D0">
        <w:t>Fund</w:t>
      </w:r>
      <w:proofErr w:type="spellEnd"/>
      <w:r w:rsidR="009E1AEE" w:rsidRPr="005907D0">
        <w:t xml:space="preserve"> and Instrument </w:t>
      </w:r>
      <w:proofErr w:type="spellStart"/>
      <w:r w:rsidR="009E1AEE" w:rsidRPr="005907D0">
        <w:t>for</w:t>
      </w:r>
      <w:proofErr w:type="spellEnd"/>
      <w:r w:rsidR="009E1AEE" w:rsidRPr="005907D0">
        <w:t xml:space="preserve"> </w:t>
      </w:r>
      <w:proofErr w:type="spellStart"/>
      <w:r w:rsidR="009E1AEE" w:rsidRPr="005907D0">
        <w:t>Pre-Accession</w:t>
      </w:r>
      <w:proofErr w:type="spellEnd"/>
      <w:r w:rsidR="009E1AEE" w:rsidRPr="005907D0">
        <w:t xml:space="preserve">, EK, 06/2008 nebo podle </w:t>
      </w:r>
      <w:proofErr w:type="spellStart"/>
      <w:r w:rsidR="009E1AEE" w:rsidRPr="005907D0">
        <w:t>Guide</w:t>
      </w:r>
      <w:proofErr w:type="spellEnd"/>
      <w:r w:rsidR="009E1AEE" w:rsidRPr="005907D0">
        <w:t xml:space="preserve"> to </w:t>
      </w:r>
      <w:proofErr w:type="spellStart"/>
      <w:r w:rsidR="009E1AEE" w:rsidRPr="005907D0">
        <w:t>Cost</w:t>
      </w:r>
      <w:proofErr w:type="spellEnd"/>
      <w:r w:rsidR="009E1AEE" w:rsidRPr="005907D0">
        <w:t xml:space="preserve">-benefit </w:t>
      </w:r>
      <w:proofErr w:type="spellStart"/>
      <w:r w:rsidR="009E1AEE" w:rsidRPr="005907D0">
        <w:t>Analysis</w:t>
      </w:r>
      <w:proofErr w:type="spellEnd"/>
      <w:r w:rsidR="009E1AEE" w:rsidRPr="005907D0">
        <w:t xml:space="preserve"> </w:t>
      </w:r>
      <w:proofErr w:type="spellStart"/>
      <w:r w:rsidR="009E1AEE" w:rsidRPr="005907D0">
        <w:t>of</w:t>
      </w:r>
      <w:proofErr w:type="spellEnd"/>
      <w:r w:rsidR="009E1AEE" w:rsidRPr="005907D0">
        <w:t xml:space="preserve"> </w:t>
      </w:r>
      <w:proofErr w:type="spellStart"/>
      <w:r w:rsidR="009E1AEE" w:rsidRPr="005907D0">
        <w:t>Investment</w:t>
      </w:r>
      <w:proofErr w:type="spellEnd"/>
      <w:r w:rsidR="009E1AEE" w:rsidRPr="005907D0">
        <w:t xml:space="preserve"> </w:t>
      </w:r>
      <w:proofErr w:type="spellStart"/>
      <w:r w:rsidR="009E1AEE" w:rsidRPr="005907D0">
        <w:t>Projects</w:t>
      </w:r>
      <w:proofErr w:type="spellEnd"/>
      <w:r w:rsidR="009E1AEE" w:rsidRPr="005907D0">
        <w:t xml:space="preserve">, </w:t>
      </w:r>
      <w:proofErr w:type="spellStart"/>
      <w:r w:rsidR="009E1AEE" w:rsidRPr="005907D0">
        <w:t>Economic</w:t>
      </w:r>
      <w:proofErr w:type="spellEnd"/>
      <w:r w:rsidR="009E1AEE" w:rsidRPr="005907D0">
        <w:t xml:space="preserve"> </w:t>
      </w:r>
      <w:proofErr w:type="spellStart"/>
      <w:r w:rsidR="009E1AEE" w:rsidRPr="005907D0">
        <w:t>appraisal</w:t>
      </w:r>
      <w:proofErr w:type="spellEnd"/>
      <w:r w:rsidR="009E1AEE" w:rsidRPr="005907D0">
        <w:t xml:space="preserve"> </w:t>
      </w:r>
      <w:proofErr w:type="spellStart"/>
      <w:r w:rsidR="009E1AEE" w:rsidRPr="005907D0">
        <w:t>tool</w:t>
      </w:r>
      <w:proofErr w:type="spellEnd"/>
      <w:r w:rsidR="009E1AEE" w:rsidRPr="005907D0">
        <w:t xml:space="preserve"> </w:t>
      </w:r>
      <w:proofErr w:type="spellStart"/>
      <w:r w:rsidR="009E1AEE" w:rsidRPr="005907D0">
        <w:t>for</w:t>
      </w:r>
      <w:proofErr w:type="spellEnd"/>
      <w:r w:rsidR="009E1AEE" w:rsidRPr="005907D0">
        <w:t xml:space="preserve"> </w:t>
      </w:r>
      <w:proofErr w:type="spellStart"/>
      <w:r w:rsidR="009E1AEE" w:rsidRPr="005907D0">
        <w:t>Cohesion</w:t>
      </w:r>
      <w:proofErr w:type="spellEnd"/>
      <w:r w:rsidR="009E1AEE" w:rsidRPr="005907D0">
        <w:t xml:space="preserve"> </w:t>
      </w:r>
      <w:proofErr w:type="spellStart"/>
      <w:r w:rsidR="009E1AEE" w:rsidRPr="005907D0">
        <w:t>Policy</w:t>
      </w:r>
      <w:proofErr w:type="spellEnd"/>
      <w:r w:rsidR="009E1AEE" w:rsidRPr="005907D0">
        <w:t xml:space="preserve"> 2014-2020, EK, 12/2014, </w:t>
      </w:r>
    </w:p>
    <w:p w14:paraId="76809AFD" w14:textId="7D9394C5" w:rsidR="009E1AEE" w:rsidRPr="005907D0" w:rsidRDefault="009E1AEE" w:rsidP="00E2199F">
      <w:pPr>
        <w:pStyle w:val="Odrka1-2-"/>
        <w:numPr>
          <w:ilvl w:val="0"/>
          <w:numId w:val="0"/>
        </w:numPr>
        <w:ind w:left="1531"/>
      </w:pPr>
      <w:r w:rsidRPr="005907D0">
        <w:t>(</w:t>
      </w:r>
      <w:proofErr w:type="spellStart"/>
      <w:r w:rsidRPr="005907D0">
        <w:t>iii</w:t>
      </w:r>
      <w:proofErr w:type="spellEnd"/>
      <w:r w:rsidRPr="005907D0">
        <w:t>) hodnocení ekonomické efektivnosti se týkalo</w:t>
      </w:r>
      <w:r w:rsidR="00F45736">
        <w:t xml:space="preserve"> dopravní</w:t>
      </w:r>
      <w:r w:rsidRPr="005907D0">
        <w:t xml:space="preserve"> stavby nebo společně hodnoceného souboru </w:t>
      </w:r>
      <w:r w:rsidR="00D87F22">
        <w:t xml:space="preserve">dopravních </w:t>
      </w:r>
      <w:r w:rsidRPr="005907D0">
        <w:t>staveb s celkovými investičními náklady (CIN) minimálně ve výši:</w:t>
      </w:r>
    </w:p>
    <w:p w14:paraId="6E05758F" w14:textId="6630B497" w:rsidR="009E1AEE" w:rsidRPr="00E2199F" w:rsidRDefault="00A37AC5" w:rsidP="00355D2A">
      <w:pPr>
        <w:pStyle w:val="Odrka1-3"/>
      </w:pPr>
      <w:r w:rsidRPr="005907D0">
        <w:t xml:space="preserve">135 000 000,- </w:t>
      </w:r>
      <w:r w:rsidR="00050F5B">
        <w:t xml:space="preserve">Kč </w:t>
      </w:r>
      <w:r w:rsidR="009E1AEE" w:rsidRPr="005907D0">
        <w:t>bez DPH</w:t>
      </w:r>
      <w:r w:rsidR="00CE2274" w:rsidRPr="005907D0">
        <w:t>;</w:t>
      </w:r>
    </w:p>
    <w:p w14:paraId="72CBEB3B" w14:textId="7632752B" w:rsidR="00442C47" w:rsidRPr="00E2199F" w:rsidRDefault="00442C47" w:rsidP="00E2199F">
      <w:pPr>
        <w:pStyle w:val="Odrka1-2-"/>
        <w:numPr>
          <w:ilvl w:val="0"/>
          <w:numId w:val="0"/>
        </w:numPr>
        <w:ind w:left="1531"/>
      </w:pPr>
      <w:r w:rsidRPr="00E2199F">
        <w:t>(</w:t>
      </w:r>
      <w:proofErr w:type="spellStart"/>
      <w:r w:rsidRPr="00E2199F">
        <w:t>iv</w:t>
      </w:r>
      <w:proofErr w:type="spellEnd"/>
      <w:r w:rsidRPr="00E2199F">
        <w:t xml:space="preserve">) a zároveň byla </w:t>
      </w:r>
      <w:r w:rsidR="00C23C5F" w:rsidRPr="00E2199F">
        <w:t xml:space="preserve">pro zpracování hodnocení ekonomické efektivnosti </w:t>
      </w:r>
      <w:r w:rsidRPr="00E2199F">
        <w:t xml:space="preserve">použita standardní metoda CBA </w:t>
      </w:r>
      <w:r w:rsidR="00C00B28" w:rsidRPr="00E2199F">
        <w:t xml:space="preserve">(Analýza nákladů a přínosů) </w:t>
      </w:r>
      <w:r w:rsidRPr="00E2199F">
        <w:t xml:space="preserve">nebo metoda </w:t>
      </w:r>
      <w:r w:rsidR="00C00B28" w:rsidRPr="00E2199F">
        <w:t>z</w:t>
      </w:r>
      <w:r w:rsidRPr="00E2199F">
        <w:t>jednodušeného maticového hodnocení.</w:t>
      </w:r>
    </w:p>
    <w:p w14:paraId="5418D336" w14:textId="08004428" w:rsidR="00CD7B3F" w:rsidRPr="00E2199F" w:rsidRDefault="00CD7B3F" w:rsidP="00E2199F">
      <w:pPr>
        <w:pStyle w:val="Odstavec1-1a"/>
        <w:numPr>
          <w:ilvl w:val="0"/>
          <w:numId w:val="11"/>
        </w:numPr>
        <w:rPr>
          <w:b/>
        </w:rPr>
      </w:pPr>
      <w:r w:rsidRPr="00E2199F">
        <w:rPr>
          <w:b/>
        </w:rPr>
        <w:t>Koordinátor</w:t>
      </w:r>
      <w:r w:rsidR="00DD0DD8" w:rsidRPr="00E2199F">
        <w:rPr>
          <w:b/>
        </w:rPr>
        <w:t xml:space="preserve"> BIM</w:t>
      </w:r>
      <w:r w:rsidRPr="00E2199F">
        <w:rPr>
          <w:b/>
        </w:rPr>
        <w:t xml:space="preserve"> </w:t>
      </w:r>
    </w:p>
    <w:p w14:paraId="55CD31C9" w14:textId="0D436BB4" w:rsidR="00CD7B3F" w:rsidRPr="00E2199F" w:rsidRDefault="00CD7B3F" w:rsidP="00CD7B3F">
      <w:pPr>
        <w:pStyle w:val="Odrka1-2-"/>
      </w:pPr>
      <w:r w:rsidRPr="00E2199F">
        <w:t xml:space="preserve">nejméně 3 roky praxe </w:t>
      </w:r>
      <w:r w:rsidR="00483B35" w:rsidRPr="00E2199F">
        <w:t>v</w:t>
      </w:r>
      <w:r w:rsidRPr="00E2199F">
        <w:t xml:space="preserve"> projektování </w:t>
      </w:r>
      <w:r w:rsidR="00566FB4" w:rsidRPr="00E2199F">
        <w:t xml:space="preserve">staveb </w:t>
      </w:r>
      <w:r w:rsidRPr="00E2199F">
        <w:t>v pozici vedoucího týmu nebo nejméně 5 let praxe v projektování staveb</w:t>
      </w:r>
      <w:r w:rsidR="00566FB4" w:rsidRPr="00E2199F">
        <w:t xml:space="preserve"> v pozici projektanta nebo </w:t>
      </w:r>
      <w:r w:rsidR="008E52BE" w:rsidRPr="00E2199F">
        <w:t xml:space="preserve">nejméně </w:t>
      </w:r>
      <w:r w:rsidR="00566FB4" w:rsidRPr="00E2199F">
        <w:t xml:space="preserve">2 roky praxe v pozici Koordinátora </w:t>
      </w:r>
      <w:r w:rsidR="00DD0DD8" w:rsidRPr="00E2199F">
        <w:t xml:space="preserve">BIM </w:t>
      </w:r>
      <w:r w:rsidR="00566FB4" w:rsidRPr="00E2199F">
        <w:t>při provádění staveb</w:t>
      </w:r>
      <w:r w:rsidRPr="00E2199F">
        <w:t>;</w:t>
      </w:r>
    </w:p>
    <w:p w14:paraId="3BFBDF69" w14:textId="517F60AC" w:rsidR="00CD7B3F" w:rsidRPr="00E2199F" w:rsidRDefault="0028572B" w:rsidP="009D3B8A">
      <w:pPr>
        <w:pStyle w:val="Odrka1-2-"/>
      </w:pPr>
      <w:r w:rsidRPr="00E2199F">
        <w:t xml:space="preserve">prokázat </w:t>
      </w:r>
      <w:r w:rsidR="00CD7B3F" w:rsidRPr="00E2199F">
        <w:t xml:space="preserve">zkušenost s plněním alespoň </w:t>
      </w:r>
      <w:r w:rsidR="00A65BE6" w:rsidRPr="00E2199F">
        <w:t>jedné</w:t>
      </w:r>
      <w:r w:rsidR="00CD7B3F" w:rsidRPr="00E2199F">
        <w:t xml:space="preserve"> zakázk</w:t>
      </w:r>
      <w:r w:rsidR="00A65BE6" w:rsidRPr="00E2199F">
        <w:t>y</w:t>
      </w:r>
      <w:r w:rsidR="00CD7B3F" w:rsidRPr="00E2199F">
        <w:t xml:space="preserve"> na projektové práce </w:t>
      </w:r>
      <w:r w:rsidR="00A65BE6" w:rsidRPr="00E2199F">
        <w:t xml:space="preserve">spočívající ve zpracování dokumentace </w:t>
      </w:r>
      <w:r w:rsidR="00566FB4" w:rsidRPr="00E2199F">
        <w:t>v některém z následujících stupňů:</w:t>
      </w:r>
      <w:r w:rsidR="00A65BE6" w:rsidRPr="00E2199F">
        <w:t xml:space="preserve"> dokumentace pro vydání rozhodnutí o umístění stavby</w:t>
      </w:r>
      <w:r w:rsidR="000D4352" w:rsidRPr="00E2199F">
        <w:t xml:space="preserve"> (dále jen „DUR“</w:t>
      </w:r>
      <w:r w:rsidR="00A65BE6" w:rsidRPr="00E2199F">
        <w:t>)</w:t>
      </w:r>
      <w:r w:rsidR="00566FB4" w:rsidRPr="00E2199F">
        <w:t>, DUSP</w:t>
      </w:r>
      <w:r w:rsidR="000E6B02" w:rsidRPr="00E2199F">
        <w:t xml:space="preserve">, </w:t>
      </w:r>
      <w:r w:rsidR="00566FB4" w:rsidRPr="00E2199F">
        <w:t>DUSL,</w:t>
      </w:r>
      <w:r w:rsidR="00A65BE6" w:rsidRPr="00E2199F">
        <w:t xml:space="preserve"> DSP</w:t>
      </w:r>
      <w:r w:rsidR="007E22C0" w:rsidRPr="00E2199F">
        <w:t>, DPS</w:t>
      </w:r>
      <w:r w:rsidR="00566FB4" w:rsidRPr="00E2199F">
        <w:t xml:space="preserve"> </w:t>
      </w:r>
      <w:r w:rsidR="000E6B02" w:rsidRPr="00E2199F">
        <w:t xml:space="preserve">nebo </w:t>
      </w:r>
      <w:r w:rsidR="00566FB4" w:rsidRPr="00E2199F">
        <w:t>PDPS, a to</w:t>
      </w:r>
      <w:r w:rsidR="00A65BE6" w:rsidRPr="00E2199F">
        <w:t xml:space="preserve"> </w:t>
      </w:r>
      <w:r w:rsidR="00CD7B3F" w:rsidRPr="00E2199F">
        <w:t>v</w:t>
      </w:r>
      <w:r w:rsidR="000E6B02" w:rsidRPr="00E2199F">
        <w:t xml:space="preserve"> pozici</w:t>
      </w:r>
      <w:r w:rsidR="00CD7B3F" w:rsidRPr="00E2199F">
        <w:t xml:space="preserve"> vedoucího týmu nebo projektanta</w:t>
      </w:r>
      <w:r w:rsidRPr="00E2199F">
        <w:t xml:space="preserve"> nebo Koordinátora BIM</w:t>
      </w:r>
      <w:r w:rsidR="00CD7B3F" w:rsidRPr="00E2199F">
        <w:t xml:space="preserve">, </w:t>
      </w:r>
      <w:r w:rsidRPr="00E2199F">
        <w:t xml:space="preserve">nebo prokázání zkušenosti s plněním alespoň jedné zakázky v pozici Koordinátora BIM při provádění stavby, </w:t>
      </w:r>
      <w:r w:rsidR="00566FB4" w:rsidRPr="00E2199F">
        <w:t xml:space="preserve">jejichž </w:t>
      </w:r>
      <w:r w:rsidR="00CD7B3F" w:rsidRPr="00E2199F">
        <w:t xml:space="preserve">náplní činnosti </w:t>
      </w:r>
      <w:r w:rsidRPr="00E2199F">
        <w:t xml:space="preserve">(u všech výše uvedených pozic) </w:t>
      </w:r>
      <w:r w:rsidR="00CD7B3F" w:rsidRPr="00E2199F">
        <w:t xml:space="preserve">byla tvorba a koordinace </w:t>
      </w:r>
      <w:r w:rsidR="009D3B8A" w:rsidRPr="00E2199F">
        <w:t>I</w:t>
      </w:r>
      <w:r w:rsidR="00CD7B3F" w:rsidRPr="00E2199F">
        <w:t>nformační</w:t>
      </w:r>
      <w:r w:rsidR="00566FB4" w:rsidRPr="00E2199F">
        <w:t>ho</w:t>
      </w:r>
      <w:r w:rsidR="00CD7B3F" w:rsidRPr="00E2199F">
        <w:t xml:space="preserve"> model</w:t>
      </w:r>
      <w:r w:rsidR="00566FB4" w:rsidRPr="00E2199F">
        <w:t>u</w:t>
      </w:r>
      <w:r w:rsidR="00CD7B3F" w:rsidRPr="00E2199F">
        <w:t xml:space="preserve"> </w:t>
      </w:r>
      <w:r w:rsidR="009D3B8A" w:rsidRPr="00E2199F">
        <w:t>stavby</w:t>
      </w:r>
      <w:r w:rsidR="00CD7B3F" w:rsidRPr="00E2199F">
        <w:t xml:space="preserve"> na úrovni řízení procesů se zaměřením na zajištění vztahů mezi objednatelem a zhotovitelem, </w:t>
      </w:r>
      <w:r w:rsidRPr="00E2199F">
        <w:t>tzn. že</w:t>
      </w:r>
      <w:r w:rsidR="00CD7B3F" w:rsidRPr="00E2199F">
        <w:t xml:space="preserve"> předmětné </w:t>
      </w:r>
      <w:r w:rsidRPr="00E2199F">
        <w:t xml:space="preserve">doložené </w:t>
      </w:r>
      <w:r w:rsidR="00CD7B3F" w:rsidRPr="00E2199F">
        <w:t xml:space="preserve">práce byly zpracované jako souhrn všech dokumentů zahrnujících grafické a negrafické informace v digitální podobě pořízené prostřednictvím systémů a dalších softwarových nástrojů organizovaných tak, aby reprezentovaly </w:t>
      </w:r>
      <w:r w:rsidRPr="00E2199F">
        <w:t xml:space="preserve">zpracování dokumentace stavby v příslušném stupni nebo </w:t>
      </w:r>
      <w:r w:rsidR="00566FB4" w:rsidRPr="00E2199F">
        <w:rPr>
          <w:rFonts w:ascii="Verdana" w:hAnsi="Verdana"/>
        </w:rPr>
        <w:t xml:space="preserve">stavbu </w:t>
      </w:r>
      <w:r w:rsidRPr="00E2199F">
        <w:rPr>
          <w:rFonts w:ascii="Verdana" w:hAnsi="Verdana"/>
        </w:rPr>
        <w:t xml:space="preserve">při jejím provádění </w:t>
      </w:r>
      <w:r w:rsidR="00CD7B3F" w:rsidRPr="00E2199F">
        <w:t>jako celek, přičemž se musí jednat o zakázk</w:t>
      </w:r>
      <w:r w:rsidR="00454B28" w:rsidRPr="00E2199F">
        <w:t>u</w:t>
      </w:r>
      <w:r w:rsidR="00CD7B3F" w:rsidRPr="00E2199F">
        <w:t xml:space="preserve"> dokončen</w:t>
      </w:r>
      <w:r w:rsidR="00454B28" w:rsidRPr="00E2199F">
        <w:t>ou</w:t>
      </w:r>
      <w:r w:rsidR="00CD7B3F" w:rsidRPr="00E2199F">
        <w:t>, avšak zadavatel nestanoví maximální lhůtu, ve které musel</w:t>
      </w:r>
      <w:r w:rsidR="00454B28" w:rsidRPr="00E2199F">
        <w:t>a</w:t>
      </w:r>
      <w:r w:rsidR="00CD7B3F" w:rsidRPr="00E2199F">
        <w:t xml:space="preserve"> být zakázk</w:t>
      </w:r>
      <w:r w:rsidR="00454B28" w:rsidRPr="00E2199F">
        <w:t>a</w:t>
      </w:r>
      <w:r w:rsidR="00CD7B3F" w:rsidRPr="00E2199F">
        <w:t xml:space="preserve"> dokončen</w:t>
      </w:r>
      <w:r w:rsidR="00454B28" w:rsidRPr="00E2199F">
        <w:t>a</w:t>
      </w:r>
      <w:r w:rsidR="00CD7B3F" w:rsidRPr="00E2199F">
        <w:t>;</w:t>
      </w:r>
    </w:p>
    <w:p w14:paraId="48B68E7E" w14:textId="144144F0" w:rsidR="00CD7B3F" w:rsidRPr="00E2199F" w:rsidRDefault="008217F2" w:rsidP="00E2199F">
      <w:pPr>
        <w:pStyle w:val="Odstavec1-1a"/>
        <w:numPr>
          <w:ilvl w:val="0"/>
          <w:numId w:val="11"/>
        </w:numPr>
        <w:rPr>
          <w:b/>
        </w:rPr>
      </w:pPr>
      <w:r w:rsidRPr="00E2199F">
        <w:rPr>
          <w:b/>
        </w:rPr>
        <w:lastRenderedPageBreak/>
        <w:t>M</w:t>
      </w:r>
      <w:r w:rsidR="00CD7B3F" w:rsidRPr="00E2199F">
        <w:rPr>
          <w:b/>
        </w:rPr>
        <w:t xml:space="preserve">anažer informací </w:t>
      </w:r>
    </w:p>
    <w:p w14:paraId="7DA6CE09" w14:textId="26FE5AB2" w:rsidR="00CD7B3F" w:rsidRPr="00E2199F" w:rsidRDefault="00CD7B3F" w:rsidP="00CD7B3F">
      <w:pPr>
        <w:pStyle w:val="Odrka1-2-"/>
      </w:pPr>
      <w:r w:rsidRPr="00E2199F">
        <w:t>nejméně 5 let praxe v projektování staveb</w:t>
      </w:r>
      <w:r w:rsidR="00566FB4" w:rsidRPr="00E2199F">
        <w:t xml:space="preserve"> v pozici projektanta nebo </w:t>
      </w:r>
      <w:r w:rsidR="008E52BE" w:rsidRPr="00E2199F">
        <w:t xml:space="preserve">nejméně </w:t>
      </w:r>
      <w:r w:rsidR="00566FB4" w:rsidRPr="00E2199F">
        <w:t xml:space="preserve">2 roky praxe při zpracování a tvorbě Digitálního modelu stavby, jež byl součástí Informačního modelu </w:t>
      </w:r>
      <w:r w:rsidR="009D3B8A" w:rsidRPr="00E2199F">
        <w:t>stavby</w:t>
      </w:r>
      <w:r w:rsidR="00566FB4" w:rsidRPr="00E2199F">
        <w:t xml:space="preserve"> při provádění staveb</w:t>
      </w:r>
      <w:r w:rsidRPr="00E2199F">
        <w:t>;</w:t>
      </w:r>
    </w:p>
    <w:p w14:paraId="033B3C24" w14:textId="224D6B8F" w:rsidR="00CD7B3F" w:rsidRPr="00E2199F" w:rsidRDefault="0028572B" w:rsidP="00CD7B3F">
      <w:pPr>
        <w:pStyle w:val="Odrka1-2-"/>
      </w:pPr>
      <w:r w:rsidRPr="00E2199F">
        <w:t xml:space="preserve">prokázat </w:t>
      </w:r>
      <w:r w:rsidR="00CD7B3F" w:rsidRPr="00E2199F">
        <w:t xml:space="preserve">zkušenost s plněním alespoň </w:t>
      </w:r>
      <w:r w:rsidR="004928D2" w:rsidRPr="00E2199F">
        <w:t>jedné</w:t>
      </w:r>
      <w:r w:rsidR="00CD7B3F" w:rsidRPr="00E2199F">
        <w:t xml:space="preserve"> zakázk</w:t>
      </w:r>
      <w:r w:rsidR="004928D2" w:rsidRPr="00E2199F">
        <w:t>y</w:t>
      </w:r>
      <w:r w:rsidR="00CD7B3F" w:rsidRPr="00E2199F">
        <w:t xml:space="preserve"> na projektové práce </w:t>
      </w:r>
      <w:r w:rsidR="004928D2" w:rsidRPr="00E2199F">
        <w:t xml:space="preserve">spočívající ve zpracování dokumentace </w:t>
      </w:r>
      <w:r w:rsidR="00566FB4" w:rsidRPr="00E2199F">
        <w:t xml:space="preserve">v některém z následujících stupňů: </w:t>
      </w:r>
      <w:r w:rsidR="004928D2" w:rsidRPr="00E2199F">
        <w:t>DUR</w:t>
      </w:r>
      <w:r w:rsidR="00566FB4" w:rsidRPr="00E2199F">
        <w:t>, DUSP</w:t>
      </w:r>
      <w:r w:rsidR="008217F2" w:rsidRPr="00E2199F">
        <w:t xml:space="preserve">, </w:t>
      </w:r>
      <w:r w:rsidR="00566FB4" w:rsidRPr="00E2199F">
        <w:t>DUSL,</w:t>
      </w:r>
      <w:r w:rsidR="004928D2" w:rsidRPr="00E2199F">
        <w:t xml:space="preserve"> DSP</w:t>
      </w:r>
      <w:r w:rsidR="007E22C0" w:rsidRPr="00E2199F">
        <w:t>, DPS</w:t>
      </w:r>
      <w:r w:rsidR="008217F2" w:rsidRPr="00E2199F">
        <w:t xml:space="preserve"> nebo</w:t>
      </w:r>
      <w:r w:rsidR="00312518" w:rsidRPr="00E2199F">
        <w:t xml:space="preserve"> PDPS, a to</w:t>
      </w:r>
      <w:r w:rsidR="004928D2" w:rsidRPr="00E2199F">
        <w:t xml:space="preserve"> </w:t>
      </w:r>
      <w:r w:rsidR="00CD7B3F" w:rsidRPr="00E2199F">
        <w:t>v</w:t>
      </w:r>
      <w:r w:rsidR="002112C7" w:rsidRPr="00E2199F">
        <w:t xml:space="preserve"> pozici</w:t>
      </w:r>
      <w:r w:rsidR="00CD7B3F" w:rsidRPr="00E2199F">
        <w:t xml:space="preserve"> projektanta</w:t>
      </w:r>
      <w:r w:rsidR="002112C7" w:rsidRPr="00E2199F">
        <w:t xml:space="preserve"> nebo Manažera informací</w:t>
      </w:r>
      <w:r w:rsidR="00CD7B3F" w:rsidRPr="00E2199F">
        <w:t xml:space="preserve">, </w:t>
      </w:r>
      <w:r w:rsidR="002112C7" w:rsidRPr="00E2199F">
        <w:t>nebo prokázání zkušeností s plněním alespoň jedné zakázky v pozici člena týmu zhotovitele stavby při provádění stavby, jejichž</w:t>
      </w:r>
      <w:r w:rsidR="00CD7B3F" w:rsidRPr="00E2199F">
        <w:t xml:space="preserve"> náplní činnosti </w:t>
      </w:r>
      <w:r w:rsidR="002112C7" w:rsidRPr="00E2199F">
        <w:t xml:space="preserve">(u všech výše uvedených pozic) </w:t>
      </w:r>
      <w:r w:rsidR="00312518" w:rsidRPr="00E2199F">
        <w:t xml:space="preserve">bylo zpracování a tvorba Digitálního modelu stavby, jež byl součástí Informačního modelu </w:t>
      </w:r>
      <w:r w:rsidR="009D3B8A" w:rsidRPr="00E2199F">
        <w:t>stavby</w:t>
      </w:r>
      <w:r w:rsidR="00312518" w:rsidRPr="00E2199F">
        <w:t xml:space="preserve">, </w:t>
      </w:r>
      <w:r w:rsidR="002112C7" w:rsidRPr="00E2199F">
        <w:t>tzn. že</w:t>
      </w:r>
      <w:r w:rsidR="00CD7B3F" w:rsidRPr="00E2199F">
        <w:t xml:space="preserve"> předmětné </w:t>
      </w:r>
      <w:r w:rsidR="002112C7" w:rsidRPr="00E2199F">
        <w:t xml:space="preserve">doložené </w:t>
      </w:r>
      <w:r w:rsidR="00CD7B3F" w:rsidRPr="00E2199F">
        <w:t xml:space="preserve">práce byly zpracované jako souhrn všech dokumentů zahrnujících grafické a negrafické informace v digitální podobě pořízené prostřednictvím systémů a dalších softwarových nástrojů organizovaných tak, aby reprezentovaly </w:t>
      </w:r>
      <w:r w:rsidR="002112C7" w:rsidRPr="00E2199F">
        <w:t xml:space="preserve">zpracování dokumentace stavby v příslušném stupni nebo </w:t>
      </w:r>
      <w:r w:rsidR="00312518" w:rsidRPr="00E2199F">
        <w:rPr>
          <w:rFonts w:ascii="Verdana" w:hAnsi="Verdana"/>
        </w:rPr>
        <w:t xml:space="preserve">stavbu </w:t>
      </w:r>
      <w:r w:rsidR="002112C7" w:rsidRPr="00E2199F">
        <w:rPr>
          <w:rFonts w:ascii="Verdana" w:hAnsi="Verdana"/>
        </w:rPr>
        <w:t xml:space="preserve">při jejím provádění </w:t>
      </w:r>
      <w:r w:rsidR="00CD7B3F" w:rsidRPr="00E2199F">
        <w:t>jako celek, přičemž se musí jednat o zakázk</w:t>
      </w:r>
      <w:r w:rsidR="00454B28" w:rsidRPr="00E2199F">
        <w:t xml:space="preserve">u </w:t>
      </w:r>
      <w:r w:rsidR="00CD7B3F" w:rsidRPr="00E2199F">
        <w:t>dokončen</w:t>
      </w:r>
      <w:r w:rsidR="00454B28" w:rsidRPr="00E2199F">
        <w:t>ou</w:t>
      </w:r>
      <w:r w:rsidR="00CD7B3F" w:rsidRPr="00E2199F">
        <w:t>, avšak zadavatel nestanoví maximální lhůtu, ve kte</w:t>
      </w:r>
      <w:r w:rsidR="00CE2274" w:rsidRPr="00E2199F">
        <w:t>ré musel</w:t>
      </w:r>
      <w:r w:rsidR="00454B28" w:rsidRPr="00E2199F">
        <w:t>a</w:t>
      </w:r>
      <w:r w:rsidR="00CE2274" w:rsidRPr="00E2199F">
        <w:t xml:space="preserve"> být zakázk</w:t>
      </w:r>
      <w:r w:rsidR="00454B28" w:rsidRPr="00E2199F">
        <w:t>a</w:t>
      </w:r>
      <w:r w:rsidR="00CE2274" w:rsidRPr="00E2199F">
        <w:t xml:space="preserve"> dokončen</w:t>
      </w:r>
      <w:r w:rsidR="00454B28" w:rsidRPr="00E2199F">
        <w:t>a</w:t>
      </w:r>
      <w:r w:rsidR="00C52720" w:rsidRPr="00E2199F">
        <w:t>.</w:t>
      </w:r>
    </w:p>
    <w:p w14:paraId="446AC155" w14:textId="23668EEF"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 xml:space="preserve">113 odst. </w:t>
      </w:r>
      <w:r w:rsidR="00613C8C" w:rsidRPr="00AD0714">
        <w:t>2 zákona</w:t>
      </w:r>
      <w:r w:rsidR="00AD0714" w:rsidRPr="00AD0714">
        <w:t xml:space="preserve">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445D2A2A" w14:textId="49B44436" w:rsidR="009E1AEE" w:rsidRPr="009D6695" w:rsidRDefault="009E1AEE" w:rsidP="00355D2A">
      <w:pPr>
        <w:pStyle w:val="Odrka1-1"/>
      </w:pPr>
      <w:r w:rsidRPr="009D6695">
        <w:t xml:space="preserve">Záměrem projektu se rozumí </w:t>
      </w:r>
      <w:r w:rsidR="00817A33" w:rsidRPr="009D6695">
        <w:t xml:space="preserve">předprojektová </w:t>
      </w:r>
      <w:r w:rsidRPr="009D6695">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10A75812" w:rsidR="009E1AEE" w:rsidRPr="008D2779" w:rsidRDefault="009E1AEE" w:rsidP="00355D2A">
      <w:pPr>
        <w:pStyle w:val="Odrka1-1"/>
      </w:pPr>
      <w:r w:rsidRPr="008D2779">
        <w:t xml:space="preserve">Studií proveditelnosti se rozumí komplexní studie, která slouží (i) k posouzení reálnosti a proveditelnosti </w:t>
      </w:r>
      <w:r w:rsidR="00F45736">
        <w:t xml:space="preserve">dopravní </w:t>
      </w:r>
      <w:r w:rsidRPr="008D2779">
        <w:t>stavby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8D2779">
        <w:t>ii</w:t>
      </w:r>
      <w:proofErr w:type="spellEnd"/>
      <w:r w:rsidRPr="008D2779">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2AA7EDCE" w:rsidR="009E1AEE" w:rsidRPr="008D2779" w:rsidRDefault="009E1AEE" w:rsidP="00355D2A">
      <w:pPr>
        <w:pStyle w:val="Odrka1-1"/>
      </w:pPr>
      <w:r w:rsidRPr="008D2779">
        <w:lastRenderedPageBreak/>
        <w:t>Projektovou žá</w:t>
      </w:r>
      <w:r w:rsidRPr="008D2779">
        <w:rPr>
          <w:rStyle w:val="Odrka1-1Char"/>
        </w:rPr>
        <w:t xml:space="preserve">dostí o spolufinancování z prostředků EU se rozumí </w:t>
      </w:r>
      <w:r w:rsidRPr="008D2779">
        <w:t>dokumentace</w:t>
      </w:r>
      <w:r w:rsidRPr="008D2779">
        <w:rPr>
          <w:rStyle w:val="Odrka1-1Char"/>
        </w:rPr>
        <w:t>, která slouží</w:t>
      </w:r>
      <w:r w:rsidRPr="008D2779">
        <w:t xml:space="preserve"> k zajištění finančních prostředků pro financování stavby ze zdrojů EU a jejíž podoba je definována příslušným dotačním programem, např. OPD, nástroj CEF.</w:t>
      </w:r>
    </w:p>
    <w:p w14:paraId="4685AD77" w14:textId="77777777" w:rsidR="009E1AEE" w:rsidRPr="008D2779" w:rsidRDefault="009E1AEE" w:rsidP="00355D2A">
      <w:pPr>
        <w:pStyle w:val="Odrka1-1"/>
      </w:pPr>
      <w:r w:rsidRPr="008D2779">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02049CBA" w14:textId="7B7ABAD5"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2C231BC4"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3D7882">
        <w:t xml:space="preserve">, </w:t>
      </w:r>
      <w:r w:rsidR="004F7E61" w:rsidRPr="008D2779">
        <w:t>K</w:t>
      </w:r>
      <w:r w:rsidR="003D7882" w:rsidRPr="008D2779">
        <w:t>oordinátora</w:t>
      </w:r>
      <w:r w:rsidR="00245D44" w:rsidRPr="008D2779">
        <w:t xml:space="preserve"> BIM</w:t>
      </w:r>
      <w:r w:rsidR="003D7882" w:rsidRPr="008D2779">
        <w:t xml:space="preserve">, </w:t>
      </w:r>
      <w:r w:rsidR="00245D44" w:rsidRPr="008D2779">
        <w:t>M</w:t>
      </w:r>
      <w:r w:rsidR="003D7882" w:rsidRPr="008D2779">
        <w:t>anažera informací</w:t>
      </w:r>
      <w:r w:rsidRPr="008D2779">
        <w:t xml:space="preserve"> a specialisty na hodnocení ekonomické efektivnosti</w:t>
      </w:r>
      <w:r>
        <w:t>, zejména, zda se na plnění konkrétních zakázek skutečně podílel</w:t>
      </w:r>
      <w:r w:rsidRPr="000E0B1E">
        <w:t>i.</w:t>
      </w:r>
      <w:r>
        <w:t xml:space="preserve"> Za tímto účelem požaduje zadavatel v profesním životopisu </w:t>
      </w:r>
      <w:r w:rsidRPr="008D2779">
        <w:t>těchto členů</w:t>
      </w:r>
      <w:r>
        <w:t xml:space="preserve">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39E012EA"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w:t>
      </w:r>
      <w:r w:rsidR="003A7D4F">
        <w:t> </w:t>
      </w:r>
      <w:r>
        <w:t>%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lastRenderedPageBreak/>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w:t>
      </w:r>
      <w:r>
        <w:lastRenderedPageBreak/>
        <w:t>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60C6C791"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2B96C270"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w:t>
      </w:r>
      <w:r>
        <w:lastRenderedPageBreak/>
        <w:t xml:space="preserve">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7B7F1833" w14:textId="779CA655"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7B5C0277" w14:textId="030C59F1"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17B29D43"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4148EE94"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0E0B1E">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239227A3"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6AAF3EB5"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21" w:name="_Toc178767026"/>
      <w:bookmarkStart w:id="22" w:name="_Toc198214870"/>
      <w:r>
        <w:t>DALŠÍ INFORMACE/DOKUMENTY PŘEDKLÁDANÉ DODAVATELEM</w:t>
      </w:r>
      <w:r w:rsidR="00092CC9">
        <w:t xml:space="preserve"> v </w:t>
      </w:r>
      <w:r>
        <w:t>NABÍDCE</w:t>
      </w:r>
      <w:bookmarkEnd w:id="21"/>
      <w:bookmarkEnd w:id="2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w:t>
      </w:r>
      <w:r w:rsidRPr="00A066DE">
        <w:lastRenderedPageBreak/>
        <w:t>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1404565F"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w:t>
      </w:r>
      <w:r>
        <w:lastRenderedPageBreak/>
        <w:t xml:space="preserve">zadavatele (Objednatele ve smyslu Smlouvy o dílo). Vystavovat daňové </w:t>
      </w:r>
      <w:r w:rsidR="006B6975">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3ACDB471"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302B9E">
        <w:t>doručená,</w:t>
      </w:r>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373627">
      <w:pPr>
        <w:pStyle w:val="Odrka1-1"/>
        <w:numPr>
          <w:ilvl w:val="0"/>
          <w:numId w:val="0"/>
        </w:numPr>
        <w:ind w:left="737"/>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2A173BC7" w:rsidR="00465FDD" w:rsidRPr="00FD2468" w:rsidRDefault="00465FDD" w:rsidP="00A619CA">
      <w:pPr>
        <w:pStyle w:val="Odrka1-2-"/>
      </w:pPr>
      <w:r>
        <w:t xml:space="preserve">do těla </w:t>
      </w:r>
      <w:r w:rsidRPr="00FD2468">
        <w:t xml:space="preserve">závazného vzoru smlouvy </w:t>
      </w:r>
      <w:r w:rsidR="00547AD2" w:rsidRPr="00FD2468">
        <w:t xml:space="preserve">v </w:t>
      </w:r>
      <w:r w:rsidRPr="00FD2468">
        <w:t>čl. 3.3</w:t>
      </w:r>
      <w:r w:rsidR="00A619CA" w:rsidRPr="00FD2468">
        <w:t xml:space="preserve"> </w:t>
      </w:r>
      <w:r w:rsidRPr="00FD2468">
        <w:t>Cenu Díla bez DPH, která představuje součet Ceny za zpracování</w:t>
      </w:r>
      <w:r w:rsidR="000863AD" w:rsidRPr="00FD2468">
        <w:t xml:space="preserve"> </w:t>
      </w:r>
      <w:r w:rsidR="007A3B81" w:rsidRPr="00FD2468">
        <w:t>Z</w:t>
      </w:r>
      <w:r w:rsidR="00AA4EEF" w:rsidRPr="00FD2468">
        <w:t xml:space="preserve">áměru projektu </w:t>
      </w:r>
      <w:r w:rsidR="006510A4" w:rsidRPr="00FD2468">
        <w:t xml:space="preserve">s doprovodnou dokumentací </w:t>
      </w:r>
      <w:r w:rsidR="00AA4EEF" w:rsidRPr="00FD2468">
        <w:t xml:space="preserve">bez DPH a Ceny za zpracování </w:t>
      </w:r>
      <w:r w:rsidR="000863AD" w:rsidRPr="00FD2468">
        <w:t>DPS</w:t>
      </w:r>
      <w:r w:rsidRPr="00FD2468">
        <w:t xml:space="preserve"> </w:t>
      </w:r>
      <w:r w:rsidR="00774789" w:rsidRPr="00FD2468">
        <w:t xml:space="preserve">a PDPS </w:t>
      </w:r>
      <w:r w:rsidRPr="00FD2468">
        <w:t xml:space="preserve">bez DPH </w:t>
      </w:r>
      <w:bookmarkStart w:id="23" w:name="_Hlk161998148"/>
      <w:r w:rsidRPr="00FD2468">
        <w:t xml:space="preserve">a Ceny za výkon </w:t>
      </w:r>
      <w:r w:rsidR="00A26B4E" w:rsidRPr="00FD2468">
        <w:t>D</w:t>
      </w:r>
      <w:r w:rsidRPr="00FD2468">
        <w:t xml:space="preserve">ozoru </w:t>
      </w:r>
      <w:r w:rsidR="007D3F64" w:rsidRPr="00FD2468">
        <w:t>projektanta</w:t>
      </w:r>
      <w:bookmarkEnd w:id="23"/>
      <w:r w:rsidR="007D3F64" w:rsidRPr="00FD2468">
        <w:t xml:space="preserve"> </w:t>
      </w:r>
      <w:r w:rsidRPr="00FD2468">
        <w:t>bez DPH;</w:t>
      </w:r>
    </w:p>
    <w:p w14:paraId="7CD6FE8B" w14:textId="77777777" w:rsidR="00465FDD" w:rsidRDefault="00465FDD" w:rsidP="00F348C0">
      <w:pPr>
        <w:pStyle w:val="Odrka1-2-"/>
      </w:pPr>
      <w:r w:rsidRPr="00FD2468">
        <w:t>do Přílohy č. 4 závazného</w:t>
      </w:r>
      <w:r>
        <w:t xml:space="preserve"> vzoru smlouvy s názvem Rozpis Ceny Díla:</w:t>
      </w:r>
    </w:p>
    <w:p w14:paraId="5EF0244A" w14:textId="281F3B37" w:rsidR="00465FDD" w:rsidRDefault="00465FDD" w:rsidP="00F348C0">
      <w:pPr>
        <w:pStyle w:val="Odrka1-3"/>
        <w:numPr>
          <w:ilvl w:val="0"/>
          <w:numId w:val="0"/>
        </w:numPr>
        <w:ind w:left="1531"/>
      </w:pPr>
      <w:r>
        <w:t xml:space="preserve">Cenu za zpracování </w:t>
      </w:r>
      <w:r w:rsidR="007A3B81">
        <w:t>Z</w:t>
      </w:r>
      <w:r w:rsidR="00AA4EEF" w:rsidRPr="00AA4EEF">
        <w:t xml:space="preserve">áměru </w:t>
      </w:r>
      <w:r w:rsidR="00AA4EEF" w:rsidRPr="00FD2468">
        <w:t xml:space="preserve">projektu </w:t>
      </w:r>
      <w:r w:rsidR="006510A4" w:rsidRPr="00FD2468">
        <w:t>s doprovodnou dokumentací</w:t>
      </w:r>
      <w:r w:rsidR="006510A4">
        <w:t xml:space="preserve"> </w:t>
      </w:r>
      <w:r w:rsidR="00AA4EEF" w:rsidRPr="00FD2468">
        <w:t xml:space="preserve">a </w:t>
      </w:r>
      <w:r w:rsidR="000863AD" w:rsidRPr="00FD2468">
        <w:t>DPS</w:t>
      </w:r>
      <w:r w:rsidR="00D6552D">
        <w:t xml:space="preserve"> </w:t>
      </w:r>
      <w:r>
        <w:t xml:space="preserve">a PDPS podle členění na základní a dodatečné služby, </w:t>
      </w:r>
      <w:r w:rsidR="00A26B4E">
        <w:t>C</w:t>
      </w:r>
      <w:r>
        <w:t xml:space="preserve">enu za výkon </w:t>
      </w:r>
      <w:r w:rsidR="00A26B4E">
        <w:t>D</w:t>
      </w:r>
      <w:r>
        <w:t>ozoru</w:t>
      </w:r>
      <w:r w:rsidR="007D3F64">
        <w:t xml:space="preserve"> projektanta</w:t>
      </w:r>
      <w:r>
        <w:t xml:space="preserve">, dále Cenu Díla </w:t>
      </w:r>
      <w:r w:rsidR="0015722A">
        <w:t>včetně</w:t>
      </w:r>
      <w:r>
        <w:t xml:space="preserve"> členění na Cenu za zpracování </w:t>
      </w:r>
      <w:r w:rsidR="007A3B81">
        <w:t>Z</w:t>
      </w:r>
      <w:r w:rsidR="00AA4EEF" w:rsidRPr="00AA4EEF">
        <w:t xml:space="preserve">áměru projektu </w:t>
      </w:r>
      <w:r w:rsidR="006510A4" w:rsidRPr="00FD2468">
        <w:t>s doprovodnou dokumentací</w:t>
      </w:r>
      <w:r w:rsidR="006510A4">
        <w:t xml:space="preserve"> </w:t>
      </w:r>
      <w:r w:rsidR="00AA4EEF" w:rsidRPr="00AA4EEF">
        <w:t xml:space="preserve">a </w:t>
      </w:r>
      <w:r w:rsidR="000863AD" w:rsidRPr="00FD2468">
        <w:t>DPS</w:t>
      </w:r>
      <w:r w:rsidR="00D6552D">
        <w:t xml:space="preserve"> </w:t>
      </w:r>
      <w:r w:rsidR="00774789">
        <w:t xml:space="preserve">a PDPS </w:t>
      </w:r>
      <w:r>
        <w:t xml:space="preserve">a Cenu za výkon </w:t>
      </w:r>
      <w:r w:rsidR="00A26B4E">
        <w:t>D</w:t>
      </w:r>
      <w:r>
        <w:t xml:space="preserve">ozoru </w:t>
      </w:r>
      <w:r w:rsidR="007D3F64">
        <w:t xml:space="preserve">projektanta </w:t>
      </w:r>
      <w:r>
        <w:t xml:space="preserve">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t>D</w:t>
      </w:r>
      <w:r>
        <w:t xml:space="preserve">ozoru </w:t>
      </w:r>
      <w:r w:rsidR="007D3F64">
        <w:t xml:space="preserve">projektanta </w:t>
      </w:r>
      <w:r>
        <w:t xml:space="preserve">je tvořena násobkem jednotkové ceny (tj. průměrné hodinové sazby za výkon </w:t>
      </w:r>
      <w:r w:rsidR="0015722A">
        <w:t>D</w:t>
      </w:r>
      <w:r>
        <w:t>ozoru</w:t>
      </w:r>
      <w:r w:rsidR="007D3F64">
        <w:t xml:space="preserve"> projektanta</w:t>
      </w:r>
      <w:r>
        <w:t xml:space="preserve">) a v Příloze č. 4 závazného vzoru smlouvy dodavatelem stanovené pracnosti (tj. množství hodin). </w:t>
      </w:r>
    </w:p>
    <w:p w14:paraId="3DAD0639" w14:textId="17A7E23A" w:rsidR="0035531B" w:rsidRDefault="00465FDD" w:rsidP="00465FDD">
      <w:pPr>
        <w:pStyle w:val="Odrka1-1"/>
      </w:pPr>
      <w:r>
        <w:t xml:space="preserve">V případě nabídky podávané </w:t>
      </w:r>
      <w:r w:rsidR="00BC52CD">
        <w:t>fyzickou,</w:t>
      </w:r>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24" w:name="_Toc178767027"/>
      <w:bookmarkStart w:id="25" w:name="_Toc198214871"/>
      <w:r>
        <w:lastRenderedPageBreak/>
        <w:t>JAZYK NABÍDEK</w:t>
      </w:r>
      <w:r w:rsidR="008F0019" w:rsidRPr="008F0019">
        <w:t xml:space="preserve"> </w:t>
      </w:r>
      <w:r w:rsidR="008F0019">
        <w:t>A KOMUNIKAČNÍ JAZYK</w:t>
      </w:r>
      <w:bookmarkEnd w:id="24"/>
      <w:bookmarkEnd w:id="25"/>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4DF5AB1A"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26" w:name="_Toc178767028"/>
      <w:bookmarkStart w:id="27" w:name="_Toc198214872"/>
      <w:r>
        <w:t>OBSAH</w:t>
      </w:r>
      <w:r w:rsidR="00845C50">
        <w:t xml:space="preserve"> a </w:t>
      </w:r>
      <w:r>
        <w:t>PODÁVÁNÍ NABÍDEK</w:t>
      </w:r>
      <w:bookmarkEnd w:id="26"/>
      <w:bookmarkEnd w:id="27"/>
    </w:p>
    <w:p w14:paraId="5CBC6A67" w14:textId="59EB6322"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1"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201D8ED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 xml:space="preserve">Návrh Smlouvy o dílo na plnění této veřejné zakázky, zpracovaný dle instrukcí obsažených v těchto Pokynech, tedy doplněný co do jeho těla a co do jeho přílohy č. </w:t>
      </w:r>
      <w:r>
        <w:lastRenderedPageBreak/>
        <w:t>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53BB3779" w:rsidR="00F348C0" w:rsidRDefault="00F348C0" w:rsidP="00F348C0">
      <w:pPr>
        <w:pStyle w:val="Text1-1"/>
      </w:pPr>
      <w:r>
        <w:t xml:space="preserve">Nabídky podané po uplynutí lhůty pro podání nabídky nebo podané </w:t>
      </w:r>
      <w:r w:rsidR="00533D44">
        <w:t>jiným</w:t>
      </w:r>
      <w:r>
        <w:t xml:space="preserve"> než výše uvedeným způsobem, nebudou otevřeny a v průběhu zadávacího řízení se k nim nepřihlíží. </w:t>
      </w:r>
    </w:p>
    <w:p w14:paraId="58F05AC5"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w:t>
      </w:r>
      <w:r>
        <w:lastRenderedPageBreak/>
        <w:t>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28" w:name="_Toc178767029"/>
      <w:bookmarkStart w:id="29" w:name="_Toc198214873"/>
      <w:r>
        <w:t>POŽADAVKY NA ZPRACOVÁNÍ NABÍDKOVÉ CENY</w:t>
      </w:r>
      <w:bookmarkEnd w:id="28"/>
      <w:bookmarkEnd w:id="29"/>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3EE19DEB"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Ceny za zpracování </w:t>
      </w:r>
      <w:r w:rsidR="004407F0">
        <w:t>Z</w:t>
      </w:r>
      <w:r w:rsidR="00894F55" w:rsidRPr="00894F55">
        <w:t xml:space="preserve">áměru projektu </w:t>
      </w:r>
      <w:r w:rsidR="006C3A38" w:rsidRPr="00DF52DD">
        <w:t xml:space="preserve">s doprovodnou dokumentací </w:t>
      </w:r>
      <w:r w:rsidR="00894F55" w:rsidRPr="00DF52DD">
        <w:t>bez</w:t>
      </w:r>
      <w:r w:rsidR="00894F55" w:rsidRPr="00894F55">
        <w:t xml:space="preserve"> DPH a </w:t>
      </w:r>
      <w:r>
        <w:t>Cen</w:t>
      </w:r>
      <w:r w:rsidR="00894F55">
        <w:t>y</w:t>
      </w:r>
      <w:r>
        <w:t xml:space="preserve"> za zpracování </w:t>
      </w:r>
      <w:r w:rsidR="00944DDB" w:rsidRPr="00DF52DD">
        <w:t xml:space="preserve">DPS </w:t>
      </w:r>
      <w:r w:rsidR="00040961" w:rsidRPr="00DF52DD">
        <w:t>a PD</w:t>
      </w:r>
      <w:r w:rsidR="00040961">
        <w:t xml:space="preserve">PS </w:t>
      </w:r>
      <w:r>
        <w:t xml:space="preserve">bez DPH a Ceny za výkon </w:t>
      </w:r>
      <w:r w:rsidR="0015722A">
        <w:t>D</w:t>
      </w:r>
      <w:r>
        <w:t xml:space="preserve">ozoru </w:t>
      </w:r>
      <w:r w:rsidR="001675E3">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30" w:name="_Toc178767030"/>
      <w:bookmarkStart w:id="31" w:name="_Toc198214874"/>
      <w:r>
        <w:t>VARIANTY NABÍDKY</w:t>
      </w:r>
      <w:bookmarkEnd w:id="30"/>
      <w:bookmarkEnd w:id="31"/>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32" w:name="_Toc178767031"/>
      <w:bookmarkStart w:id="33" w:name="_Toc198214875"/>
      <w:r>
        <w:t>OTEVÍRÁNÍ NABÍDEK</w:t>
      </w:r>
      <w:bookmarkEnd w:id="32"/>
      <w:bookmarkEnd w:id="33"/>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34" w:name="_Toc178767032"/>
      <w:bookmarkStart w:id="35" w:name="_Toc198214876"/>
      <w:r>
        <w:t>POSOUZENÍ SPLNĚNÍ PODMÍNEK ÚČASTI</w:t>
      </w:r>
      <w:bookmarkEnd w:id="34"/>
      <w:bookmarkEnd w:id="35"/>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lastRenderedPageBreak/>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36" w:name="_Toc178767033"/>
      <w:bookmarkStart w:id="37" w:name="_Toc198214877"/>
      <w:r>
        <w:t>HODNOCENÍ NABÍDEK</w:t>
      </w:r>
      <w:bookmarkEnd w:id="36"/>
      <w:bookmarkEnd w:id="37"/>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02F664E2"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2468">
        <w:t>.</w:t>
      </w:r>
    </w:p>
    <w:p w14:paraId="65A76872" w14:textId="77777777" w:rsidR="003A2C23" w:rsidRPr="003A2C23" w:rsidRDefault="003A2C23" w:rsidP="003A2C23">
      <w:pPr>
        <w:pStyle w:val="Text1-1"/>
        <w:rPr>
          <w:b/>
        </w:rPr>
      </w:pPr>
      <w:r w:rsidRPr="003A2C23">
        <w:rPr>
          <w:b/>
        </w:rPr>
        <w:t>Nabídková cena</w:t>
      </w:r>
    </w:p>
    <w:p w14:paraId="625EC770" w14:textId="7DFF7921"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Ceny za zpracování </w:t>
      </w:r>
      <w:r w:rsidR="00B93DEB">
        <w:t>Z</w:t>
      </w:r>
      <w:r w:rsidR="00894F55" w:rsidRPr="00894F55">
        <w:t xml:space="preserve">áměru projektu </w:t>
      </w:r>
      <w:r w:rsidR="006C3A38" w:rsidRPr="00FD2468">
        <w:t>s doprovodnou dokumentací</w:t>
      </w:r>
      <w:r w:rsidR="006C3A38">
        <w:t xml:space="preserve"> </w:t>
      </w:r>
      <w:r w:rsidR="00894F55" w:rsidRPr="00894F55">
        <w:t xml:space="preserve">bez DPH a </w:t>
      </w:r>
      <w:r>
        <w:t>Cen</w:t>
      </w:r>
      <w:r w:rsidR="00894F55">
        <w:t>y</w:t>
      </w:r>
      <w:r>
        <w:t xml:space="preserve"> za zpracování </w:t>
      </w:r>
      <w:r w:rsidR="00944DDB" w:rsidRPr="00FD2468">
        <w:t xml:space="preserve">DPS </w:t>
      </w:r>
      <w:r w:rsidR="00040961" w:rsidRPr="00FD2468">
        <w:t>a</w:t>
      </w:r>
      <w:r w:rsidR="00040961">
        <w:t xml:space="preserve"> PDPS </w:t>
      </w:r>
      <w:r>
        <w:t xml:space="preserve">bez DPH a Ceny za výkon </w:t>
      </w:r>
      <w:r w:rsidR="0028564C">
        <w:t>D</w:t>
      </w:r>
      <w:r>
        <w:t xml:space="preserve">ozoru </w:t>
      </w:r>
      <w:r w:rsidR="001675E3">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FD2468">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4CEADB17"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FD2468">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w:t>
      </w:r>
      <w:r>
        <w:lastRenderedPageBreak/>
        <w:t xml:space="preserve">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427AA221" w14:textId="4C98599E" w:rsidR="00B77110" w:rsidRDefault="00941491" w:rsidP="00F532FB">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F532FB">
        <w:trPr>
          <w:trHeight w:val="1845"/>
        </w:trPr>
        <w:tc>
          <w:tcPr>
            <w:tcW w:w="1843" w:type="dxa"/>
            <w:shd w:val="clear" w:color="auto" w:fill="auto"/>
            <w:vAlign w:val="center"/>
            <w:hideMark/>
          </w:tcPr>
          <w:p w14:paraId="30ADF069" w14:textId="77777777" w:rsidR="00B77110" w:rsidRPr="00B77110" w:rsidRDefault="00B77110" w:rsidP="00B3404C">
            <w:pPr>
              <w:rPr>
                <w:rFonts w:cs="Arial"/>
                <w:b/>
                <w:bCs/>
              </w:rPr>
            </w:pPr>
            <w:r w:rsidRPr="00B77110">
              <w:rPr>
                <w:rFonts w:cs="Arial"/>
                <w:b/>
                <w:bCs/>
              </w:rPr>
              <w:t>Člen odborného personálu dodavatele</w:t>
            </w:r>
          </w:p>
        </w:tc>
        <w:tc>
          <w:tcPr>
            <w:tcW w:w="3969" w:type="dxa"/>
            <w:shd w:val="clear" w:color="auto" w:fill="auto"/>
            <w:vAlign w:val="center"/>
            <w:hideMark/>
          </w:tcPr>
          <w:p w14:paraId="637A3CFA" w14:textId="77777777" w:rsidR="00B77110" w:rsidRPr="00B77110" w:rsidRDefault="00B77110" w:rsidP="00B3404C">
            <w:pPr>
              <w:rPr>
                <w:rFonts w:cs="Arial"/>
                <w:b/>
                <w:bCs/>
              </w:rPr>
            </w:pPr>
            <w:r w:rsidRPr="00B77110">
              <w:rPr>
                <w:rFonts w:cs="Arial"/>
                <w:b/>
                <w:bCs/>
              </w:rPr>
              <w:t>Bodovaná kritéria</w:t>
            </w:r>
          </w:p>
        </w:tc>
        <w:tc>
          <w:tcPr>
            <w:tcW w:w="1559" w:type="dxa"/>
            <w:shd w:val="clear" w:color="auto" w:fill="auto"/>
            <w:vAlign w:val="center"/>
            <w:hideMark/>
          </w:tcPr>
          <w:p w14:paraId="16B6D5D7" w14:textId="77777777" w:rsidR="00B77110" w:rsidRPr="00B77110" w:rsidRDefault="00B77110" w:rsidP="00B3404C">
            <w:pPr>
              <w:rPr>
                <w:rFonts w:cs="Arial"/>
                <w:b/>
                <w:bCs/>
              </w:rPr>
            </w:pPr>
            <w:r w:rsidRPr="00B77110">
              <w:rPr>
                <w:rFonts w:cs="Arial"/>
                <w:b/>
                <w:bCs/>
              </w:rPr>
              <w:t xml:space="preserve">Počet bodů </w:t>
            </w:r>
          </w:p>
        </w:tc>
        <w:tc>
          <w:tcPr>
            <w:tcW w:w="1560" w:type="dxa"/>
            <w:shd w:val="clear" w:color="auto" w:fill="auto"/>
            <w:vAlign w:val="center"/>
            <w:hideMark/>
          </w:tcPr>
          <w:p w14:paraId="5FEE4FC4" w14:textId="70B33816" w:rsidR="00B77110" w:rsidRPr="00B77110" w:rsidRDefault="00B77110" w:rsidP="00B3404C">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B3404C">
        <w:trPr>
          <w:trHeight w:val="50"/>
        </w:trPr>
        <w:tc>
          <w:tcPr>
            <w:tcW w:w="1843" w:type="dxa"/>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shd w:val="clear" w:color="auto" w:fill="auto"/>
            <w:hideMark/>
          </w:tcPr>
          <w:p w14:paraId="3A4ABF46" w14:textId="0C64F4FB"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w:t>
            </w:r>
            <w:r w:rsidR="0003263A">
              <w:rPr>
                <w:rFonts w:cs="Arial"/>
                <w:bCs/>
              </w:rPr>
              <w:t xml:space="preserve">dopravní </w:t>
            </w:r>
            <w:r w:rsidRPr="00B77110">
              <w:rPr>
                <w:rFonts w:cs="Arial"/>
                <w:bCs/>
              </w:rPr>
              <w:t xml:space="preserve">stavby ve stupni </w:t>
            </w:r>
            <w:r w:rsidR="00944DDB" w:rsidRPr="00944DDB">
              <w:t xml:space="preserve">DPS nebo DPS+PDPS nebo </w:t>
            </w:r>
            <w:r w:rsidRPr="00B77110">
              <w:rPr>
                <w:rFonts w:cs="Arial"/>
                <w:bCs/>
              </w:rPr>
              <w:t xml:space="preserve">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w:t>
            </w:r>
            <w:r w:rsidR="00B3404C" w:rsidRPr="00041387">
              <w:t>týmu</w:t>
            </w:r>
            <w:r w:rsidR="00B3404C" w:rsidRPr="00B77110">
              <w:rPr>
                <w:rFonts w:cs="Arial"/>
                <w:bCs/>
              </w:rPr>
              <w:t xml:space="preserve"> </w:t>
            </w:r>
            <w:r w:rsidR="00B3404C">
              <w:rPr>
                <w:rFonts w:cs="Arial"/>
                <w:bCs/>
              </w:rPr>
              <w:t>s</w:t>
            </w:r>
            <w:r w:rsidRPr="00B77110">
              <w:rPr>
                <w:rFonts w:cs="Arial"/>
                <w:bCs/>
              </w:rPr>
              <w:t xml:space="preserve">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FD2468">
              <w:rPr>
                <w:rFonts w:cs="Arial"/>
                <w:bCs/>
              </w:rPr>
              <w:t xml:space="preserve">6 000 000,-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shd w:val="clear" w:color="auto" w:fill="auto"/>
            <w:vAlign w:val="center"/>
            <w:hideMark/>
          </w:tcPr>
          <w:p w14:paraId="6098AD87" w14:textId="6CAE7ACC" w:rsidR="00B77110" w:rsidRPr="00B77110" w:rsidRDefault="00D96B3F" w:rsidP="00631EAA">
            <w:pPr>
              <w:rPr>
                <w:rFonts w:cs="Arial"/>
                <w:bCs/>
              </w:rPr>
            </w:pPr>
            <w:r w:rsidRPr="00B77110">
              <w:rPr>
                <w:rFonts w:cs="Arial"/>
                <w:bCs/>
              </w:rPr>
              <w:t>2 body za každou zakázku</w:t>
            </w:r>
          </w:p>
        </w:tc>
        <w:tc>
          <w:tcPr>
            <w:tcW w:w="1560" w:type="dxa"/>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5088010D" w14:textId="77777777" w:rsidTr="00B3404C">
        <w:trPr>
          <w:trHeight w:val="545"/>
        </w:trPr>
        <w:tc>
          <w:tcPr>
            <w:tcW w:w="1843" w:type="dxa"/>
            <w:shd w:val="clear" w:color="auto" w:fill="auto"/>
            <w:hideMark/>
          </w:tcPr>
          <w:p w14:paraId="0A31417F" w14:textId="77777777" w:rsidR="00B77110" w:rsidRPr="00D02A94" w:rsidRDefault="00B77110" w:rsidP="00631EAA">
            <w:pPr>
              <w:rPr>
                <w:rFonts w:cs="Arial"/>
                <w:bCs/>
              </w:rPr>
            </w:pPr>
            <w:r w:rsidRPr="00F532FB">
              <w:rPr>
                <w:rFonts w:cs="Arial"/>
                <w:bCs/>
              </w:rPr>
              <w:t>specialista na mostní a inženýrské konstrukce</w:t>
            </w:r>
          </w:p>
        </w:tc>
        <w:tc>
          <w:tcPr>
            <w:tcW w:w="3969" w:type="dxa"/>
            <w:shd w:val="clear" w:color="auto" w:fill="auto"/>
            <w:hideMark/>
          </w:tcPr>
          <w:p w14:paraId="1EAA68E0" w14:textId="08596136" w:rsidR="00B77110" w:rsidRPr="00B77110" w:rsidRDefault="00D96B3F" w:rsidP="00CA513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w:t>
            </w:r>
            <w:r w:rsidR="0003263A">
              <w:rPr>
                <w:rFonts w:cs="Arial"/>
                <w:bCs/>
              </w:rPr>
              <w:t xml:space="preserve">dopravní </w:t>
            </w:r>
            <w:r w:rsidRPr="00B77110">
              <w:rPr>
                <w:rFonts w:cs="Arial"/>
                <w:bCs/>
              </w:rPr>
              <w:t xml:space="preserve">stavby ve stupni </w:t>
            </w:r>
            <w:r w:rsidR="00944DDB" w:rsidRPr="00944DDB">
              <w:t xml:space="preserve">DPS nebo DPS+PDPS nebo </w:t>
            </w:r>
            <w:r w:rsidRPr="00B77110">
              <w:rPr>
                <w:rFonts w:cs="Arial"/>
                <w:bCs/>
              </w:rPr>
              <w:t xml:space="preserve">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(mostní a inženýrské konstrukce) ve funkci</w:t>
            </w:r>
            <w:r w:rsidRPr="00B77110">
              <w:rPr>
                <w:rFonts w:cs="Arial"/>
                <w:bCs/>
              </w:rPr>
              <w:t xml:space="preserve"> 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4B78B5">
              <w:rPr>
                <w:rFonts w:cs="Arial"/>
                <w:bCs/>
              </w:rPr>
              <w:t xml:space="preserve">6 000 000,-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p>
        </w:tc>
        <w:tc>
          <w:tcPr>
            <w:tcW w:w="1559" w:type="dxa"/>
            <w:shd w:val="clear" w:color="auto" w:fill="auto"/>
            <w:vAlign w:val="center"/>
            <w:hideMark/>
          </w:tcPr>
          <w:p w14:paraId="0A8614A6" w14:textId="1FE2A523" w:rsidR="00B77110" w:rsidRPr="00B77110" w:rsidRDefault="00D96B3F" w:rsidP="00CA5133">
            <w:pPr>
              <w:rPr>
                <w:rFonts w:cs="Arial"/>
                <w:bCs/>
              </w:rPr>
            </w:pPr>
            <w:r w:rsidRPr="00B77110">
              <w:rPr>
                <w:rFonts w:cs="Arial"/>
                <w:bCs/>
              </w:rPr>
              <w:t>1 bod za každou zakázku</w:t>
            </w:r>
          </w:p>
        </w:tc>
        <w:tc>
          <w:tcPr>
            <w:tcW w:w="1560" w:type="dxa"/>
            <w:shd w:val="clear" w:color="auto" w:fill="auto"/>
            <w:vAlign w:val="center"/>
            <w:hideMark/>
          </w:tcPr>
          <w:p w14:paraId="6B8460F1" w14:textId="76F7C390" w:rsidR="00B77110" w:rsidRPr="00B77110" w:rsidRDefault="00D148BC" w:rsidP="00A80B49">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lastRenderedPageBreak/>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637B9346" w:rsidR="00B77110" w:rsidRDefault="00B77110" w:rsidP="00B77110">
      <w:pPr>
        <w:pStyle w:val="Text1-1"/>
        <w:numPr>
          <w:ilvl w:val="0"/>
          <w:numId w:val="0"/>
        </w:numPr>
        <w:ind w:left="737"/>
      </w:pPr>
      <w:r>
        <w:t>Dodavatel může u každé funkce člena odborného personálu dodavatele</w:t>
      </w:r>
      <w:r w:rsidR="00386D82">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2581BA2" w:rsidR="00A80B49" w:rsidRPr="00B3404C" w:rsidRDefault="00A80B49" w:rsidP="00B77110">
      <w:pPr>
        <w:pStyle w:val="Text1-1"/>
        <w:numPr>
          <w:ilvl w:val="0"/>
          <w:numId w:val="0"/>
        </w:numPr>
        <w:ind w:left="737"/>
        <w:rPr>
          <w:rFonts w:cs="Arial"/>
          <w:b/>
          <w:bCs/>
        </w:rPr>
      </w:pPr>
      <w:r w:rsidRPr="00B3404C">
        <w:rPr>
          <w:b/>
          <w:bCs/>
        </w:rPr>
        <w:t>Pro odstranění pochybností zadavatel upřesňuje, že u</w:t>
      </w:r>
      <w:r w:rsidRPr="00B3404C">
        <w:rPr>
          <w:rFonts w:cs="Arial"/>
          <w:b/>
          <w:bCs/>
        </w:rPr>
        <w:t xml:space="preserve"> </w:t>
      </w:r>
      <w:r w:rsidR="008217CE" w:rsidRPr="00B3404C">
        <w:rPr>
          <w:rFonts w:cs="Arial"/>
          <w:b/>
          <w:bCs/>
        </w:rPr>
        <w:t>hlavního projektanta</w:t>
      </w:r>
      <w:r w:rsidRPr="00B3404C">
        <w:rPr>
          <w:rFonts w:cs="Arial"/>
          <w:b/>
          <w:bCs/>
        </w:rPr>
        <w:t xml:space="preserve"> </w:t>
      </w:r>
      <w:r w:rsidR="003804E2" w:rsidRPr="00B3404C">
        <w:rPr>
          <w:rFonts w:cs="Arial"/>
          <w:b/>
          <w:bCs/>
        </w:rPr>
        <w:t>(HIP)</w:t>
      </w:r>
      <w:r w:rsidR="00CB020E" w:rsidRPr="00B3404C">
        <w:rPr>
          <w:rFonts w:cs="Arial"/>
          <w:b/>
          <w:bCs/>
        </w:rPr>
        <w:t xml:space="preserve"> </w:t>
      </w:r>
      <w:r w:rsidRPr="00B3404C">
        <w:rPr>
          <w:rFonts w:cs="Arial"/>
          <w:b/>
          <w:bCs/>
        </w:rPr>
        <w:t>nemůže dodavatel tu samou referenční zakázku použít k prokázání kvalifikace a zároveň i pro hodnocení</w:t>
      </w:r>
      <w:r w:rsidR="007C1338" w:rsidRPr="00B3404C">
        <w:rPr>
          <w:rFonts w:cs="Arial"/>
          <w:b/>
          <w:bCs/>
        </w:rPr>
        <w:t>;</w:t>
      </w:r>
      <w:r w:rsidRPr="00B3404C">
        <w:rPr>
          <w:rFonts w:cs="Arial"/>
          <w:b/>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w:t>
      </w:r>
      <w:r>
        <w:lastRenderedPageBreak/>
        <w:t xml:space="preserve">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0B3F9353"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w:t>
      </w:r>
      <w:r w:rsidR="00446757" w:rsidRPr="00B77110">
        <w:rPr>
          <w:rFonts w:cs="Arial"/>
          <w:bCs/>
        </w:rPr>
        <w:t xml:space="preserve"> </w:t>
      </w:r>
      <w:r w:rsidR="00944DDB" w:rsidRPr="00944DDB">
        <w:t xml:space="preserve">DPS nebo DPS+PDPS nebo </w:t>
      </w:r>
      <w:r w:rsidR="005B3E86" w:rsidRPr="00B77110">
        <w:rPr>
          <w:rFonts w:cs="Arial"/>
          <w:bCs/>
        </w:rPr>
        <w:t xml:space="preserve">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 xml:space="preserve">pro </w:t>
      </w:r>
      <w:r w:rsidR="00504C5D">
        <w:rPr>
          <w:rFonts w:cs="Arial"/>
          <w:bCs/>
        </w:rPr>
        <w:t xml:space="preserve">dopravní </w:t>
      </w:r>
      <w:r w:rsidR="005B3E86" w:rsidRPr="00B77110">
        <w:rPr>
          <w:rFonts w:cs="Arial"/>
          <w:bCs/>
        </w:rPr>
        <w:t>stavby</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(tj. nepovažuje se za plnění dokončené v požadované době</w:t>
      </w:r>
      <w:r w:rsidR="00EF09E5">
        <w:t>)</w:t>
      </w:r>
      <w:r>
        <w:t>,</w:t>
      </w:r>
      <w:r w:rsidR="005B3E86">
        <w:t xml:space="preserve">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3AB958BC"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944DDB" w:rsidRPr="00944DDB">
        <w:t xml:space="preserve">DPS nebo DPS+PDPS nebo </w:t>
      </w:r>
      <w:r>
        <w:t>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w:t>
      </w:r>
      <w:r>
        <w:lastRenderedPageBreak/>
        <w:t xml:space="preserve">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4581F89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38" w:name="_Toc178767034"/>
      <w:bookmarkStart w:id="39" w:name="_Toc198214878"/>
      <w:r>
        <w:lastRenderedPageBreak/>
        <w:t>ZRUŠENÍ ZADÁVACÍHO ŘÍZENÍ</w:t>
      </w:r>
      <w:bookmarkEnd w:id="38"/>
      <w:bookmarkEnd w:id="39"/>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40" w:name="_Toc178767035"/>
      <w:bookmarkStart w:id="41" w:name="_Toc198214879"/>
      <w:r>
        <w:t>UZAVŘENÍ SMLOUVY</w:t>
      </w:r>
      <w:bookmarkEnd w:id="40"/>
      <w:bookmarkEnd w:id="41"/>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25E55A19"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 xml:space="preserve">vybraným dodavatelem vyplněné Přílohy č. 6 Smlouvy o dílo s názvem Oprávněné osoby, a to ve formátu umožňujícím editaci; všechny kontaktní údaje oprávněných </w:t>
      </w:r>
      <w:r>
        <w:lastRenderedPageBreak/>
        <w:t>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 xml:space="preserve">Za účelem splnění povinností dle § 4b zákona o střetu zájmů zadavatel bude postupovat podle předchozího čl. 18.4 těchto Pokynů obdobně i při zjišťování údajů o skutečném </w:t>
      </w:r>
      <w:r>
        <w:lastRenderedPageBreak/>
        <w:t>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428003B1"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D40FCB">
        <w:t>8.9 tě</w:t>
      </w:r>
      <w:r>
        <w:t>chto Pokynů ve vztahu k této jiné osobě.</w:t>
      </w:r>
    </w:p>
    <w:p w14:paraId="187B794F" w14:textId="77777777" w:rsidR="0035531B" w:rsidRDefault="0035531B" w:rsidP="00B77C6D">
      <w:pPr>
        <w:pStyle w:val="Nadpis1-1"/>
      </w:pPr>
      <w:bookmarkStart w:id="42" w:name="_Toc178767036"/>
      <w:bookmarkStart w:id="43" w:name="_Toc198214880"/>
      <w:r>
        <w:t>OCHRANA INFORMACÍ</w:t>
      </w:r>
      <w:bookmarkEnd w:id="42"/>
      <w:bookmarkEnd w:id="4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 xml:space="preserve">Zpracování osobních údajů včetně jejich zvláštních kategorií případně poskytnutých v průběhu zadávacího řízení je zadavatelem prováděno pouze za účelem zadání předmětné </w:t>
      </w:r>
      <w:r>
        <w:lastRenderedPageBreak/>
        <w:t>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44" w:name="_Toc178767037"/>
      <w:bookmarkStart w:id="45" w:name="_Toc198214881"/>
      <w:r>
        <w:t>ZADÁVACÍ LHŮTA</w:t>
      </w:r>
      <w:r w:rsidR="00845C50">
        <w:t xml:space="preserve"> </w:t>
      </w:r>
      <w:r w:rsidR="00092CC9">
        <w:t>A</w:t>
      </w:r>
      <w:r w:rsidR="00845C50">
        <w:t> </w:t>
      </w:r>
      <w:r>
        <w:t>JISTOTA ZA NABÍDKU</w:t>
      </w:r>
      <w:bookmarkEnd w:id="44"/>
      <w:bookmarkEnd w:id="45"/>
    </w:p>
    <w:p w14:paraId="6E8A0614" w14:textId="36488796" w:rsidR="0035531B" w:rsidRDefault="00A965D3"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401830FD" w14:textId="52AE8BDC" w:rsidR="0035531B" w:rsidRPr="000563E8"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0563E8" w:rsidRPr="00F532FB">
        <w:rPr>
          <w:b/>
          <w:bCs/>
        </w:rPr>
        <w:t>200</w:t>
      </w:r>
      <w:r w:rsidR="00EE5781" w:rsidRPr="000563E8">
        <w:rPr>
          <w:b/>
          <w:bCs/>
        </w:rPr>
        <w:t> 000,-</w:t>
      </w:r>
      <w:r w:rsidR="00EE5781" w:rsidRPr="000563E8">
        <w:t xml:space="preserve"> </w:t>
      </w:r>
      <w:r w:rsidRPr="000563E8">
        <w:rPr>
          <w:b/>
        </w:rPr>
        <w:t xml:space="preserve">Kč </w:t>
      </w:r>
      <w:r w:rsidRPr="000563E8">
        <w:t xml:space="preserve">(slovy: </w:t>
      </w:r>
      <w:r w:rsidR="000563E8" w:rsidRPr="000563E8">
        <w:t>dvě st</w:t>
      </w:r>
      <w:r w:rsidR="000563E8">
        <w:t>a</w:t>
      </w:r>
      <w:r w:rsidR="00EE5781" w:rsidRPr="000563E8">
        <w:t xml:space="preserve"> tisíc </w:t>
      </w:r>
      <w:r w:rsidRPr="000563E8">
        <w:t>korun českých)</w:t>
      </w:r>
      <w:r>
        <w:t xml:space="preserve"> </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17D3E11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1A27A2" w:rsidRPr="001A27A2">
        <w:rPr>
          <w:b/>
          <w:bCs/>
        </w:rPr>
        <w:t xml:space="preserve">č. </w:t>
      </w:r>
      <w:proofErr w:type="spellStart"/>
      <w:r w:rsidR="001A27A2" w:rsidRPr="001A27A2">
        <w:rPr>
          <w:b/>
          <w:bCs/>
        </w:rPr>
        <w:t>ú.</w:t>
      </w:r>
      <w:proofErr w:type="spellEnd"/>
      <w:r w:rsidR="001A27A2" w:rsidRPr="001A27A2">
        <w:rPr>
          <w:b/>
          <w:bCs/>
        </w:rPr>
        <w:t xml:space="preserve"> 30007-22307011/0710</w:t>
      </w:r>
      <w:r w:rsidR="001A27A2" w:rsidRPr="001A27A2">
        <w:t xml:space="preserve"> Česká národní banka, Na příkopě 864/28, Praha 1</w:t>
      </w:r>
      <w:r>
        <w:t xml:space="preserve">, variabilní symbol </w:t>
      </w:r>
      <w:r w:rsidR="001A27A2" w:rsidRPr="00F532FB">
        <w:rPr>
          <w:b/>
          <w:bCs/>
        </w:rPr>
        <w:t>5323520030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46" w:name="_Toc59538672"/>
      <w:bookmarkStart w:id="47" w:name="_Toc61510465"/>
      <w:bookmarkStart w:id="48" w:name="_Toc178767038"/>
      <w:bookmarkStart w:id="49" w:name="_Toc198214882"/>
      <w:r>
        <w:t>SOCIÁLNĚ A ENVIRO</w:t>
      </w:r>
      <w:r w:rsidR="007C1CD8">
        <w:t>N</w:t>
      </w:r>
      <w:r>
        <w:t>MENTÁLNĚ ODPOVĚDNÉ ZADÁVÁNÍ, INOVACE</w:t>
      </w:r>
      <w:bookmarkEnd w:id="46"/>
      <w:bookmarkEnd w:id="47"/>
      <w:bookmarkEnd w:id="48"/>
      <w:bookmarkEnd w:id="49"/>
    </w:p>
    <w:p w14:paraId="3A388A57" w14:textId="71983C0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54491F">
        <w:t>, ve znění pozdějších předpisů</w:t>
      </w:r>
      <w:r w:rsidR="00CA466B">
        <w:t>.</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41B3BC6F" w:rsidR="00423AD4" w:rsidRDefault="008217CE" w:rsidP="00423AD4">
      <w:pPr>
        <w:pStyle w:val="Odrka1-1"/>
      </w:pPr>
      <w:r>
        <w:t>studentské exkurze</w:t>
      </w:r>
      <w:r w:rsidR="0054491F">
        <w:t xml:space="preserve"> </w:t>
      </w:r>
    </w:p>
    <w:p w14:paraId="5348ACCB" w14:textId="2B41734E" w:rsidR="008217CE" w:rsidRDefault="008217CE" w:rsidP="00136BBF">
      <w:pPr>
        <w:pStyle w:val="Odrka1-1"/>
      </w:pPr>
      <w:r w:rsidRPr="007E1B88">
        <w:lastRenderedPageBreak/>
        <w:t xml:space="preserve">využití metody BIM jako souhrnu všech dokumentů zahrnujících grafické a negrafické informace vztahující se k </w:t>
      </w:r>
      <w:r w:rsidR="001D210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1D2108">
        <w:t>d</w:t>
      </w:r>
      <w:r w:rsidRPr="007E1B88">
        <w:t>íla</w:t>
      </w:r>
      <w:r>
        <w:t xml:space="preserve"> </w:t>
      </w:r>
    </w:p>
    <w:p w14:paraId="23D25BD6" w14:textId="0A33AD03"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0E213B">
        <w:t>článku 4</w:t>
      </w:r>
      <w:r w:rsidR="00980909" w:rsidRPr="000E213B">
        <w:t xml:space="preserve">.7 </w:t>
      </w:r>
      <w:r w:rsidRPr="000E213B">
        <w:t>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50" w:name="_Toc102380477"/>
      <w:bookmarkStart w:id="51" w:name="_Toc103683200"/>
      <w:bookmarkStart w:id="52" w:name="_Toc103932243"/>
      <w:bookmarkStart w:id="53" w:name="_Toc178767039"/>
      <w:bookmarkStart w:id="54" w:name="_Toc198214883"/>
      <w:r>
        <w:t xml:space="preserve">Další zadávací podmínky v návaznosti na </w:t>
      </w:r>
      <w:bookmarkEnd w:id="50"/>
      <w:bookmarkEnd w:id="51"/>
      <w:bookmarkEnd w:id="52"/>
      <w:r w:rsidR="00CC7F60">
        <w:t>MEZINÁRODNÍ sankce, zákaz zadání veřejné zakázky</w:t>
      </w:r>
      <w:bookmarkEnd w:id="53"/>
      <w:bookmarkEnd w:id="54"/>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EF5751">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4"/>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w:t>
      </w:r>
      <w:r w:rsidR="00E441DE">
        <w:rPr>
          <w:rStyle w:val="normaltextrun"/>
          <w:rFonts w:ascii="Verdana" w:hAnsi="Verdana"/>
          <w:shd w:val="clear" w:color="auto" w:fill="FFFFFF"/>
        </w:rPr>
        <w:lastRenderedPageBreak/>
        <w:t xml:space="preserve">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55" w:name="_Toc178767040"/>
      <w:bookmarkStart w:id="56" w:name="_Toc198214884"/>
      <w:r>
        <w:t>PŘÍLOHY TĚCHTO POKYNŮ</w:t>
      </w:r>
      <w:bookmarkEnd w:id="55"/>
      <w:bookmarkEnd w:id="56"/>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7DE1387E" w14:textId="7D92E3AF" w:rsidR="0035531B" w:rsidRDefault="0035531B" w:rsidP="00564DDD">
      <w:pPr>
        <w:pStyle w:val="Textbezslovn"/>
        <w:spacing w:after="0"/>
      </w:pPr>
      <w:r>
        <w:t xml:space="preserve">V Praze </w:t>
      </w: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5C98641A" w:rsidR="0035531B" w:rsidRPr="00D869F7" w:rsidRDefault="0035531B" w:rsidP="00564DDD">
      <w:pPr>
        <w:pStyle w:val="Textbezslovn"/>
        <w:spacing w:after="0"/>
        <w:rPr>
          <w:b/>
          <w:bCs/>
        </w:rPr>
      </w:pPr>
      <w:r w:rsidRPr="00D869F7">
        <w:rPr>
          <w:b/>
          <w:bCs/>
        </w:rPr>
        <w:t xml:space="preserve">Ing. </w:t>
      </w:r>
      <w:r w:rsidR="009B2500" w:rsidRPr="00D869F7">
        <w:rPr>
          <w:b/>
          <w:bCs/>
        </w:rPr>
        <w:t>Petr Hofhanzl</w:t>
      </w:r>
    </w:p>
    <w:p w14:paraId="0A51013E" w14:textId="00601952" w:rsidR="0035531B" w:rsidRDefault="009B2500" w:rsidP="00564DDD">
      <w:pPr>
        <w:pStyle w:val="Textbezslovn"/>
        <w:spacing w:after="0"/>
      </w:pPr>
      <w:r>
        <w:t>ředitel Stavební správy západ</w:t>
      </w:r>
    </w:p>
    <w:p w14:paraId="12B786BB" w14:textId="7D6E308D" w:rsidR="000751BA" w:rsidRPr="00D869F7" w:rsidRDefault="0035531B" w:rsidP="00CA466B">
      <w:pPr>
        <w:pStyle w:val="Textbezslovn"/>
        <w:spacing w:after="0"/>
        <w:rPr>
          <w:rFonts w:asciiTheme="majorHAnsi" w:hAnsiTheme="majorHAnsi"/>
          <w:b/>
          <w:caps/>
          <w:sz w:val="22"/>
        </w:rPr>
      </w:pPr>
      <w:r>
        <w:t>Správa železni</w:t>
      </w:r>
      <w:r w:rsidR="00040961">
        <w:t>c</w:t>
      </w:r>
      <w:r>
        <w:t>,</w:t>
      </w:r>
      <w:r w:rsidR="00F67ED4">
        <w:t xml:space="preserve"> </w:t>
      </w:r>
      <w:r>
        <w:t>státní organizace</w:t>
      </w:r>
      <w:r w:rsidR="000751BA">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32AF11FB"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5"/>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9B2500">
      <w:pPr>
        <w:pStyle w:val="Textbezslovn"/>
        <w:ind w:left="0"/>
      </w:pPr>
      <w:r w:rsidRPr="004F03BF">
        <w:t xml:space="preserve">Dodavatel uvede informaci, zda je kótován na burze cenných papírů </w:t>
      </w:r>
      <w:r w:rsidRPr="004F03BF">
        <w:rPr>
          <w:highlight w:val="yellow"/>
        </w:rPr>
        <w:t>[Ano/Ne DOPLNÍ DODAVATEL]</w:t>
      </w:r>
    </w:p>
    <w:p w14:paraId="0E0B427F" w14:textId="37DAF7AD" w:rsidR="006A540D" w:rsidRDefault="006A540D" w:rsidP="006A540D">
      <w:pPr>
        <w:pStyle w:val="Textbezslovn"/>
        <w:ind w:left="0"/>
      </w:pPr>
      <w:r w:rsidRPr="006A6AF2">
        <w:t xml:space="preserve">Řádně jsme se seznámili se zněním zadávacích podmínek veřejné zakázky s názvem </w:t>
      </w:r>
      <w:r w:rsidR="009B2500" w:rsidRPr="009B2500">
        <w:rPr>
          <w:b/>
          <w:bCs/>
        </w:rPr>
        <w:t>„Náhrada přejezdu P284 v km 71,756 trati Praha Smíchov – Plzeň hl.n.“</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9B2500">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365CE642" w:rsidR="00564DDD" w:rsidRDefault="001A7901" w:rsidP="009B2500">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AD9AE04"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6"/>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563A67B9"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 xml:space="preserve">/jméno </w:t>
      </w:r>
      <w:r w:rsidR="009B2500">
        <w:t>a</w:t>
      </w:r>
      <w:r w:rsidR="009B2500" w:rsidRPr="00833899">
        <w:t xml:space="preserve">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40A8CA0E"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418"/>
        <w:gridCol w:w="1559"/>
        <w:gridCol w:w="1418"/>
        <w:gridCol w:w="1559"/>
        <w:gridCol w:w="1134"/>
        <w:gridCol w:w="1496"/>
      </w:tblGrid>
      <w:tr w:rsidR="00CA3E50" w:rsidRPr="00AD792A" w14:paraId="7BC67C3C" w14:textId="77777777" w:rsidTr="0005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418" w:type="dxa"/>
          </w:tcPr>
          <w:p w14:paraId="0C1DDC13" w14:textId="528C9D4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r w:rsidR="00DE0220" w:rsidRPr="002D5F95">
              <w:rPr>
                <w:b/>
              </w:rPr>
              <w:t>rozsahu – v</w:t>
            </w:r>
            <w:r w:rsidRPr="002D5F95">
              <w:rPr>
                <w:b/>
              </w:rPr>
              <w:t xml:space="preserve"> detailu potřebném pro ověření splnění požadavků) a místo budoucí stavby</w:t>
            </w:r>
          </w:p>
        </w:tc>
        <w:tc>
          <w:tcPr>
            <w:tcW w:w="1559"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0D062EF3"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134"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96"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6A905A97" w14:textId="4270C338" w:rsidR="0079069D" w:rsidRDefault="0079069D" w:rsidP="00AB6916">
            <w:pPr>
              <w:jc w:val="center"/>
              <w:cnfStyle w:val="100000000000" w:firstRow="1" w:lastRow="0" w:firstColumn="0" w:lastColumn="0" w:oddVBand="0" w:evenVBand="0" w:oddHBand="0" w:evenHBand="0" w:firstRowFirstColumn="0" w:firstRowLastColumn="0" w:lastRowFirstColumn="0" w:lastRowLastColumn="0"/>
              <w:rPr>
                <w:b/>
              </w:rPr>
            </w:pPr>
            <w:r>
              <w:rPr>
                <w:b/>
              </w:rPr>
              <w:t xml:space="preserve">(cena bez </w:t>
            </w:r>
            <w:r w:rsidRPr="009E1958">
              <w:rPr>
                <w:b/>
              </w:rPr>
              <w:t>dozoru</w:t>
            </w:r>
            <w:r w:rsidR="009E1958" w:rsidRPr="009E1958">
              <w:rPr>
                <w:b/>
              </w:rPr>
              <w:t xml:space="preserve"> </w:t>
            </w:r>
            <w:r w:rsidR="00312600" w:rsidRPr="009E1958">
              <w:rPr>
                <w:b/>
              </w:rPr>
              <w:t>projektanta)</w:t>
            </w:r>
            <w:r w:rsidR="00312600">
              <w:rPr>
                <w:b/>
              </w:rPr>
              <w:t xml:space="preserve"> /</w:t>
            </w:r>
          </w:p>
          <w:p w14:paraId="09CF9652" w14:textId="2C15C75E" w:rsidR="00E075BB" w:rsidRPr="00053785" w:rsidRDefault="00E075BB" w:rsidP="00AB6916">
            <w:pPr>
              <w:jc w:val="center"/>
              <w:cnfStyle w:val="100000000000" w:firstRow="1" w:lastRow="0" w:firstColumn="0" w:lastColumn="0" w:oddVBand="0" w:evenVBand="0" w:oddHBand="0" w:evenHBand="0" w:firstRowFirstColumn="0" w:firstRowLastColumn="0" w:lastRowFirstColumn="0" w:lastRowLastColumn="0"/>
              <w:rPr>
                <w:bCs/>
                <w:sz w:val="16"/>
                <w:szCs w:val="16"/>
              </w:rPr>
            </w:pPr>
            <w:r w:rsidRPr="00053785">
              <w:rPr>
                <w:bCs/>
              </w:rPr>
              <w:t>u významné služby dle čl. 8.4 písm</w:t>
            </w:r>
            <w:r>
              <w:rPr>
                <w:bCs/>
              </w:rPr>
              <w:t>.</w:t>
            </w:r>
            <w:r w:rsidRPr="00053785">
              <w:rPr>
                <w:bCs/>
              </w:rPr>
              <w:t xml:space="preserve"> b) uvést i CIN Celkové investiční náklady stavby</w:t>
            </w:r>
          </w:p>
        </w:tc>
      </w:tr>
      <w:tr w:rsidR="00312600" w:rsidRPr="00454716" w14:paraId="660CF15F" w14:textId="77777777" w:rsidTr="00053785">
        <w:tc>
          <w:tcPr>
            <w:cnfStyle w:val="001000000000" w:firstRow="0" w:lastRow="0" w:firstColumn="1" w:lastColumn="0" w:oddVBand="0" w:evenVBand="0" w:oddHBand="0" w:evenHBand="0" w:firstRowFirstColumn="0" w:firstRowLastColumn="0" w:lastRowFirstColumn="0" w:lastRowLastColumn="0"/>
            <w:tcW w:w="1418"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134"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96"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12600" w:rsidRPr="00454716" w14:paraId="4C7E3E30" w14:textId="77777777" w:rsidTr="00053785">
        <w:tc>
          <w:tcPr>
            <w:cnfStyle w:val="001000000000" w:firstRow="0" w:lastRow="0" w:firstColumn="1" w:lastColumn="0" w:oddVBand="0" w:evenVBand="0" w:oddHBand="0" w:evenHBand="0" w:firstRowFirstColumn="0" w:firstRowLastColumn="0" w:lastRowFirstColumn="0" w:lastRowLastColumn="0"/>
            <w:tcW w:w="1418"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134"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96"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12600" w:rsidRPr="00454716" w14:paraId="6734DF9D" w14:textId="77777777" w:rsidTr="00053785">
        <w:tc>
          <w:tcPr>
            <w:cnfStyle w:val="001000000000" w:firstRow="0" w:lastRow="0" w:firstColumn="1" w:lastColumn="0" w:oddVBand="0" w:evenVBand="0" w:oddHBand="0" w:evenHBand="0" w:firstRowFirstColumn="0" w:firstRowLastColumn="0" w:lastRowFirstColumn="0" w:lastRowLastColumn="0"/>
            <w:tcW w:w="1418"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134"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96"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12600" w:rsidRPr="00454716" w14:paraId="32A786B0" w14:textId="77777777" w:rsidTr="00053785">
        <w:tc>
          <w:tcPr>
            <w:cnfStyle w:val="001000000000" w:firstRow="0" w:lastRow="0" w:firstColumn="1" w:lastColumn="0" w:oddVBand="0" w:evenVBand="0" w:oddHBand="0" w:evenHBand="0" w:firstRowFirstColumn="0" w:firstRowLastColumn="0" w:lastRowFirstColumn="0" w:lastRowLastColumn="0"/>
            <w:tcW w:w="1418"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134"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96"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12600" w:rsidRPr="00454716" w14:paraId="54BB450E" w14:textId="77777777" w:rsidTr="00053785">
        <w:tc>
          <w:tcPr>
            <w:cnfStyle w:val="001000000000" w:firstRow="0" w:lastRow="0" w:firstColumn="1" w:lastColumn="0" w:oddVBand="0" w:evenVBand="0" w:oddHBand="0" w:evenHBand="0" w:firstRowFirstColumn="0" w:firstRowLastColumn="0" w:lastRowFirstColumn="0" w:lastRowLastColumn="0"/>
            <w:tcW w:w="1418"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134"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96"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12600" w:rsidRPr="00454716" w14:paraId="1EFC6438" w14:textId="77777777" w:rsidTr="0005378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134"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96"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9B2500">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9B2500">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529" w:type="dxa"/>
        <w:tblLayout w:type="fixed"/>
        <w:tblLook w:val="04E0" w:firstRow="1" w:lastRow="1" w:firstColumn="1" w:lastColumn="0" w:noHBand="0" w:noVBand="1"/>
      </w:tblPr>
      <w:tblGrid>
        <w:gridCol w:w="2410"/>
        <w:gridCol w:w="3119"/>
      </w:tblGrid>
      <w:tr w:rsidR="00A55C4E" w:rsidRPr="00EE3C5F" w14:paraId="6A6021EF" w14:textId="77777777" w:rsidTr="004312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3119"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431299">
        <w:tc>
          <w:tcPr>
            <w:cnfStyle w:val="001000000000" w:firstRow="0" w:lastRow="0" w:firstColumn="1" w:lastColumn="0" w:oddVBand="0" w:evenVBand="0" w:oddHBand="0" w:evenHBand="0" w:firstRowFirstColumn="0" w:firstRowLastColumn="0" w:lastRowFirstColumn="0" w:lastRowLastColumn="0"/>
            <w:tcW w:w="2410"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431299">
        <w:tc>
          <w:tcPr>
            <w:cnfStyle w:val="001000000000" w:firstRow="0" w:lastRow="0" w:firstColumn="1" w:lastColumn="0" w:oddVBand="0" w:evenVBand="0" w:oddHBand="0" w:evenHBand="0" w:firstRowFirstColumn="0" w:firstRowLastColumn="0" w:lastRowFirstColumn="0" w:lastRowLastColumn="0"/>
            <w:tcW w:w="2410"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431299">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431299">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431299">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274708">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bottom w:val="single" w:sz="2" w:space="0" w:color="auto"/>
            </w:tcBorders>
            <w:shd w:val="clear" w:color="auto" w:fill="auto"/>
          </w:tcPr>
          <w:p w14:paraId="55DA6835" w14:textId="77777777" w:rsidR="00A55C4E" w:rsidRPr="00454716" w:rsidRDefault="00A55C4E" w:rsidP="00EE3C5F">
            <w:pPr>
              <w:rPr>
                <w:b/>
                <w:sz w:val="16"/>
                <w:szCs w:val="16"/>
                <w:highlight w:val="yellow"/>
              </w:rPr>
            </w:pPr>
            <w:r w:rsidRPr="00454716">
              <w:rPr>
                <w:sz w:val="16"/>
                <w:szCs w:val="16"/>
                <w:highlight w:val="yellow"/>
              </w:rPr>
              <w:t>[DOPLNÍ DODAVATEL]</w:t>
            </w:r>
          </w:p>
        </w:tc>
        <w:tc>
          <w:tcPr>
            <w:tcW w:w="3119" w:type="dxa"/>
            <w:tcBorders>
              <w:top w:val="single" w:sz="2" w:space="0" w:color="auto"/>
              <w:bottom w:val="single" w:sz="2" w:space="0" w:color="auto"/>
            </w:tcBorders>
            <w:shd w:val="clear" w:color="auto" w:fill="auto"/>
          </w:tcPr>
          <w:p w14:paraId="412E45FB" w14:textId="72E24878"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454716">
              <w:rPr>
                <w:sz w:val="16"/>
                <w:szCs w:val="16"/>
                <w:highlight w:val="yellow"/>
              </w:rPr>
              <w:t>[DOPLNÍ DODAVATEL]</w:t>
            </w:r>
          </w:p>
        </w:tc>
      </w:tr>
      <w:tr w:rsidR="00274708" w:rsidRPr="00454716" w14:paraId="5379C070" w14:textId="77777777" w:rsidTr="00274708">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bottom w:val="single" w:sz="2" w:space="0" w:color="auto"/>
            </w:tcBorders>
            <w:shd w:val="clear" w:color="auto" w:fill="auto"/>
          </w:tcPr>
          <w:p w14:paraId="3FCB357E" w14:textId="0BC80CBF" w:rsidR="00274708" w:rsidRPr="00454716" w:rsidRDefault="00274708" w:rsidP="00274708">
            <w:pPr>
              <w:rPr>
                <w:sz w:val="16"/>
                <w:szCs w:val="16"/>
                <w:highlight w:val="yellow"/>
              </w:rPr>
            </w:pPr>
            <w:r w:rsidRPr="00454716">
              <w:rPr>
                <w:sz w:val="16"/>
                <w:szCs w:val="16"/>
                <w:highlight w:val="yellow"/>
              </w:rPr>
              <w:t>[DOPLNÍ DODAVATEL]</w:t>
            </w:r>
          </w:p>
        </w:tc>
        <w:tc>
          <w:tcPr>
            <w:tcW w:w="3119" w:type="dxa"/>
            <w:tcBorders>
              <w:top w:val="single" w:sz="2" w:space="0" w:color="auto"/>
              <w:bottom w:val="single" w:sz="2" w:space="0" w:color="auto"/>
            </w:tcBorders>
            <w:shd w:val="clear" w:color="auto" w:fill="auto"/>
          </w:tcPr>
          <w:p w14:paraId="71CFFF15" w14:textId="149DA49A" w:rsidR="00274708" w:rsidRPr="00454716" w:rsidRDefault="00274708" w:rsidP="0027470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74708" w:rsidRPr="00454716" w14:paraId="1CE6E2F2" w14:textId="77777777" w:rsidTr="00274708">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bottom w:val="single" w:sz="2" w:space="0" w:color="auto"/>
            </w:tcBorders>
            <w:shd w:val="clear" w:color="auto" w:fill="auto"/>
          </w:tcPr>
          <w:p w14:paraId="00D8739D" w14:textId="7EC057AC" w:rsidR="00274708" w:rsidRPr="00454716" w:rsidRDefault="00274708" w:rsidP="00274708">
            <w:pPr>
              <w:rPr>
                <w:sz w:val="16"/>
                <w:szCs w:val="16"/>
                <w:highlight w:val="yellow"/>
              </w:rPr>
            </w:pPr>
            <w:r w:rsidRPr="00454716">
              <w:rPr>
                <w:sz w:val="16"/>
                <w:szCs w:val="16"/>
                <w:highlight w:val="yellow"/>
              </w:rPr>
              <w:t>[DOPLNÍ DODAVATEL]</w:t>
            </w:r>
          </w:p>
        </w:tc>
        <w:tc>
          <w:tcPr>
            <w:tcW w:w="3119" w:type="dxa"/>
            <w:tcBorders>
              <w:top w:val="single" w:sz="2" w:space="0" w:color="auto"/>
              <w:bottom w:val="single" w:sz="2" w:space="0" w:color="auto"/>
            </w:tcBorders>
            <w:shd w:val="clear" w:color="auto" w:fill="auto"/>
          </w:tcPr>
          <w:p w14:paraId="0AD8093B" w14:textId="33F05660" w:rsidR="00274708" w:rsidRPr="00454716" w:rsidRDefault="00274708" w:rsidP="0027470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74708" w:rsidRPr="00454716" w14:paraId="671864E8" w14:textId="77777777" w:rsidTr="00274708">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bottom w:val="single" w:sz="2" w:space="0" w:color="auto"/>
            </w:tcBorders>
            <w:shd w:val="clear" w:color="auto" w:fill="auto"/>
          </w:tcPr>
          <w:p w14:paraId="609D19F8" w14:textId="262E6224" w:rsidR="00274708" w:rsidRPr="00454716" w:rsidRDefault="00274708" w:rsidP="00274708">
            <w:pPr>
              <w:rPr>
                <w:sz w:val="16"/>
                <w:szCs w:val="16"/>
                <w:highlight w:val="yellow"/>
              </w:rPr>
            </w:pPr>
            <w:r w:rsidRPr="00454716">
              <w:rPr>
                <w:sz w:val="16"/>
                <w:szCs w:val="16"/>
                <w:highlight w:val="yellow"/>
              </w:rPr>
              <w:t>[DOPLNÍ DODAVATEL]</w:t>
            </w:r>
          </w:p>
        </w:tc>
        <w:tc>
          <w:tcPr>
            <w:tcW w:w="3119" w:type="dxa"/>
            <w:tcBorders>
              <w:top w:val="single" w:sz="2" w:space="0" w:color="auto"/>
              <w:bottom w:val="single" w:sz="2" w:space="0" w:color="auto"/>
            </w:tcBorders>
            <w:shd w:val="clear" w:color="auto" w:fill="auto"/>
          </w:tcPr>
          <w:p w14:paraId="05FA1C32" w14:textId="5C77BA92" w:rsidR="00274708" w:rsidRPr="00454716" w:rsidRDefault="00274708" w:rsidP="0027470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74708" w:rsidRPr="00454716" w14:paraId="33578662" w14:textId="77777777" w:rsidTr="0043129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204A0F07" w14:textId="783D556B" w:rsidR="00274708" w:rsidRPr="00274708" w:rsidRDefault="00274708" w:rsidP="00274708">
            <w:pPr>
              <w:rPr>
                <w:b w:val="0"/>
                <w:bCs/>
                <w:sz w:val="16"/>
                <w:szCs w:val="16"/>
                <w:highlight w:val="yellow"/>
              </w:rPr>
            </w:pPr>
            <w:r w:rsidRPr="00274708">
              <w:rPr>
                <w:b w:val="0"/>
                <w:bCs/>
                <w:sz w:val="16"/>
                <w:szCs w:val="16"/>
                <w:highlight w:val="yellow"/>
              </w:rPr>
              <w:t>[DOPLNÍ DODAVATEL]</w:t>
            </w:r>
          </w:p>
        </w:tc>
        <w:tc>
          <w:tcPr>
            <w:tcW w:w="3119" w:type="dxa"/>
            <w:tcBorders>
              <w:top w:val="single" w:sz="2" w:space="0" w:color="auto"/>
            </w:tcBorders>
            <w:shd w:val="clear" w:color="auto" w:fill="auto"/>
          </w:tcPr>
          <w:p w14:paraId="542F3D82" w14:textId="6402D6AA" w:rsidR="00274708" w:rsidRPr="00274708" w:rsidRDefault="00274708" w:rsidP="00274708">
            <w:pPr>
              <w:jc w:val="center"/>
              <w:cnfStyle w:val="010000000000" w:firstRow="0" w:lastRow="1" w:firstColumn="0" w:lastColumn="0" w:oddVBand="0" w:evenVBand="0" w:oddHBand="0" w:evenHBand="0" w:firstRowFirstColumn="0" w:firstRowLastColumn="0" w:lastRowFirstColumn="0" w:lastRowLastColumn="0"/>
              <w:rPr>
                <w:b w:val="0"/>
                <w:bCs/>
                <w:sz w:val="16"/>
                <w:szCs w:val="16"/>
                <w:highlight w:val="yellow"/>
              </w:rPr>
            </w:pPr>
            <w:r w:rsidRPr="00274708">
              <w:rPr>
                <w:b w:val="0"/>
                <w:bCs/>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431299">
      <w:pPr>
        <w:pStyle w:val="Odstavec1-1a"/>
        <w:numPr>
          <w:ilvl w:val="0"/>
          <w:numId w:val="29"/>
        </w:numPr>
      </w:pPr>
      <w:r>
        <w:t>Příjmení: [</w:t>
      </w:r>
      <w:r w:rsidRPr="00DE6A35">
        <w:rPr>
          <w:b/>
          <w:highlight w:val="yellow"/>
        </w:rPr>
        <w:t>DOPLNÍ DODAVATEL</w:t>
      </w:r>
      <w:r>
        <w:t>]</w:t>
      </w:r>
    </w:p>
    <w:p w14:paraId="29EC71CC" w14:textId="77777777" w:rsidR="0035531B" w:rsidRDefault="0035531B" w:rsidP="00431299">
      <w:pPr>
        <w:pStyle w:val="Odstavec1-1a"/>
        <w:numPr>
          <w:ilvl w:val="0"/>
          <w:numId w:val="29"/>
        </w:numPr>
      </w:pPr>
      <w:r>
        <w:t>Jméno: [</w:t>
      </w:r>
      <w:r w:rsidRPr="00DE6A35">
        <w:rPr>
          <w:b/>
          <w:highlight w:val="yellow"/>
        </w:rPr>
        <w:t>DOPLNÍ DODAVATEL</w:t>
      </w:r>
      <w:r>
        <w:t>]</w:t>
      </w:r>
    </w:p>
    <w:p w14:paraId="6ED6719A" w14:textId="77777777" w:rsidR="0035531B" w:rsidRDefault="0035531B" w:rsidP="00431299">
      <w:pPr>
        <w:pStyle w:val="Odstavec1-1a"/>
        <w:numPr>
          <w:ilvl w:val="0"/>
          <w:numId w:val="29"/>
        </w:numPr>
      </w:pPr>
      <w:r>
        <w:t>Datum narození: [</w:t>
      </w:r>
      <w:r w:rsidRPr="00833899">
        <w:rPr>
          <w:highlight w:val="yellow"/>
        </w:rPr>
        <w:t>DOPLNÍ DODAVATEL</w:t>
      </w:r>
      <w:r>
        <w:t>]</w:t>
      </w:r>
    </w:p>
    <w:p w14:paraId="33D120A0" w14:textId="77777777" w:rsidR="0035531B" w:rsidRDefault="0035531B" w:rsidP="00431299">
      <w:pPr>
        <w:pStyle w:val="Odstavec1-1a"/>
        <w:numPr>
          <w:ilvl w:val="0"/>
          <w:numId w:val="29"/>
        </w:numPr>
      </w:pPr>
      <w:r>
        <w:t>Kontaktní pracovní adresa (včetně pracovní tel/e-mail): [</w:t>
      </w:r>
      <w:r w:rsidRPr="00833899">
        <w:rPr>
          <w:highlight w:val="yellow"/>
        </w:rPr>
        <w:t>DOPLNÍ DODAVATEL</w:t>
      </w:r>
      <w:r>
        <w:t>]</w:t>
      </w:r>
    </w:p>
    <w:p w14:paraId="78DD6161" w14:textId="546C921C" w:rsidR="0035531B" w:rsidRDefault="0035531B" w:rsidP="00431299">
      <w:pPr>
        <w:pStyle w:val="Odstavec1-1a"/>
        <w:numPr>
          <w:ilvl w:val="0"/>
          <w:numId w:val="29"/>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431299">
      <w:pPr>
        <w:pStyle w:val="Odstavec1-1a"/>
        <w:numPr>
          <w:ilvl w:val="0"/>
          <w:numId w:val="29"/>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431299">
      <w:pPr>
        <w:pStyle w:val="Odstavec1-1a"/>
        <w:numPr>
          <w:ilvl w:val="0"/>
          <w:numId w:val="29"/>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431299">
      <w:pPr>
        <w:pStyle w:val="Odstavec1-1a"/>
        <w:numPr>
          <w:ilvl w:val="0"/>
          <w:numId w:val="29"/>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9B2500">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431299">
      <w:pPr>
        <w:pStyle w:val="Odstavec1-1a"/>
        <w:numPr>
          <w:ilvl w:val="0"/>
          <w:numId w:val="29"/>
        </w:numPr>
      </w:pPr>
      <w:r w:rsidRPr="00833899">
        <w:t>Hlavní kvalifikace: [</w:t>
      </w:r>
      <w:r w:rsidRPr="00833899">
        <w:rPr>
          <w:highlight w:val="yellow"/>
        </w:rPr>
        <w:t>DOPLNÍ DODAVATEL</w:t>
      </w:r>
      <w:r w:rsidRPr="00833899">
        <w:t>]</w:t>
      </w:r>
    </w:p>
    <w:p w14:paraId="5AE1F22C" w14:textId="77777777" w:rsidR="0035531B" w:rsidRDefault="0035531B" w:rsidP="00431299">
      <w:pPr>
        <w:pStyle w:val="Odstavec1-1a"/>
        <w:numPr>
          <w:ilvl w:val="0"/>
          <w:numId w:val="29"/>
        </w:numPr>
      </w:pPr>
      <w:r w:rsidRPr="008E1138">
        <w:rPr>
          <w:b/>
        </w:rPr>
        <w:t>Praxe</w:t>
      </w:r>
      <w:r w:rsidRPr="00833899">
        <w:t xml:space="preserve"> pro účely </w:t>
      </w:r>
      <w:r w:rsidRPr="000E48A0">
        <w:rPr>
          <w:b/>
        </w:rPr>
        <w:t>prokázání kvalifikace</w:t>
      </w:r>
      <w:r w:rsidR="00307641" w:rsidRPr="00833899">
        <w:rPr>
          <w:rStyle w:val="Znakapoznpodarou"/>
        </w:rPr>
        <w:footnoteReference w:id="7"/>
      </w:r>
      <w:r w:rsidRPr="00833899">
        <w:t>:</w:t>
      </w:r>
    </w:p>
    <w:p w14:paraId="291475E6" w14:textId="77777777" w:rsidR="00327047" w:rsidRPr="00833899" w:rsidRDefault="00327047" w:rsidP="00575CC9">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0985DBC0" w:rsidR="00762F71" w:rsidRPr="00833899" w:rsidRDefault="00452F69" w:rsidP="00762F71">
            <w:pPr>
              <w:rPr>
                <w:sz w:val="16"/>
                <w:szCs w:val="16"/>
              </w:rPr>
            </w:pPr>
            <w:r w:rsidRPr="00833899">
              <w:rPr>
                <w:sz w:val="16"/>
                <w:szCs w:val="16"/>
              </w:rPr>
              <w:t>Roky odborné praxe celkem</w:t>
            </w:r>
            <w:r w:rsidR="00762F71">
              <w:rPr>
                <w:sz w:val="16"/>
                <w:szCs w:val="16"/>
              </w:rPr>
              <w:t xml:space="preserve"> </w:t>
            </w:r>
            <w:r w:rsidR="00762F71" w:rsidRPr="00762F71">
              <w:rPr>
                <w:sz w:val="16"/>
                <w:szCs w:val="16"/>
              </w:rPr>
              <w:t>v oboru požadovaném pro</w:t>
            </w:r>
            <w:r w:rsidR="00762F71">
              <w:rPr>
                <w:sz w:val="16"/>
                <w:szCs w:val="16"/>
              </w:rPr>
              <w:t xml:space="preserve"> </w:t>
            </w:r>
            <w:r w:rsidR="00762F71" w:rsidRPr="00762F71">
              <w:rPr>
                <w:sz w:val="16"/>
                <w:szCs w:val="16"/>
              </w:rPr>
              <w:t>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431299">
      <w:pPr>
        <w:pStyle w:val="Odstavec1-1a"/>
        <w:numPr>
          <w:ilvl w:val="0"/>
          <w:numId w:val="29"/>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431299">
      <w:pPr>
        <w:pStyle w:val="Odstavec1-1a"/>
        <w:numPr>
          <w:ilvl w:val="0"/>
          <w:numId w:val="29"/>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431299">
      <w:pPr>
        <w:pStyle w:val="Odstavec1-1a"/>
        <w:numPr>
          <w:ilvl w:val="0"/>
          <w:numId w:val="29"/>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269B1FFB" w:rsidR="0035531B" w:rsidRDefault="00543F07" w:rsidP="00431299">
      <w:pPr>
        <w:pStyle w:val="Odstavec1-1a"/>
        <w:numPr>
          <w:ilvl w:val="0"/>
          <w:numId w:val="29"/>
        </w:numPr>
      </w:pPr>
      <w:r w:rsidRPr="00DE0220">
        <w:rPr>
          <w:b/>
        </w:rPr>
        <w:t xml:space="preserve">Zkušenosti </w:t>
      </w:r>
      <w:r w:rsidRPr="00DE0220">
        <w:t>s plněním zakázek u funkce</w:t>
      </w:r>
      <w:r w:rsidRPr="00DE0220">
        <w:rPr>
          <w:b/>
        </w:rPr>
        <w:t xml:space="preserve"> </w:t>
      </w:r>
      <w:r w:rsidR="008217CE" w:rsidRPr="00DE0220">
        <w:rPr>
          <w:b/>
        </w:rPr>
        <w:t>hlavního projektanta</w:t>
      </w:r>
      <w:r w:rsidRPr="00DE0220">
        <w:rPr>
          <w:b/>
        </w:rPr>
        <w:t xml:space="preserve"> </w:t>
      </w:r>
      <w:r w:rsidR="00AD0714" w:rsidRPr="00DE0220">
        <w:rPr>
          <w:b/>
        </w:rPr>
        <w:t>(HIP)</w:t>
      </w:r>
      <w:r w:rsidR="00BC49C0" w:rsidRPr="00DE0220">
        <w:rPr>
          <w:b/>
        </w:rPr>
        <w:t xml:space="preserve">, </w:t>
      </w:r>
      <w:r w:rsidR="008C27CC" w:rsidRPr="00DE0220">
        <w:rPr>
          <w:b/>
        </w:rPr>
        <w:t>K</w:t>
      </w:r>
      <w:r w:rsidR="00BC49C0" w:rsidRPr="00DE0220">
        <w:rPr>
          <w:b/>
        </w:rPr>
        <w:t>oordinátora</w:t>
      </w:r>
      <w:r w:rsidR="00B36D02" w:rsidRPr="00DE0220">
        <w:rPr>
          <w:b/>
        </w:rPr>
        <w:t xml:space="preserve"> BIM</w:t>
      </w:r>
      <w:r w:rsidR="00BC49C0" w:rsidRPr="00DE0220">
        <w:rPr>
          <w:b/>
        </w:rPr>
        <w:t xml:space="preserve">, </w:t>
      </w:r>
      <w:r w:rsidR="00B36D02" w:rsidRPr="00DE0220">
        <w:rPr>
          <w:b/>
        </w:rPr>
        <w:t>M</w:t>
      </w:r>
      <w:r w:rsidR="00BC49C0" w:rsidRPr="00DE0220">
        <w:rPr>
          <w:b/>
        </w:rPr>
        <w:t>anažera informací</w:t>
      </w:r>
      <w:r w:rsidR="00AD0714" w:rsidRPr="00DE0220">
        <w:rPr>
          <w:b/>
        </w:rPr>
        <w:t xml:space="preserve"> </w:t>
      </w:r>
      <w:r w:rsidRPr="00DE0220">
        <w:rPr>
          <w:b/>
        </w:rPr>
        <w:t xml:space="preserve">a </w:t>
      </w:r>
      <w:r w:rsidR="009056E5">
        <w:rPr>
          <w:b/>
        </w:rPr>
        <w:t>S</w:t>
      </w:r>
      <w:r w:rsidRPr="00DE0220">
        <w:rPr>
          <w:b/>
        </w:rPr>
        <w:t>pecialisty na hodnocení ekonomické efektivnosti</w:t>
      </w:r>
      <w:r w:rsidR="006D0FD1">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8"/>
      </w:r>
      <w:r w:rsidR="0035531B">
        <w:t>:</w:t>
      </w:r>
    </w:p>
    <w:p w14:paraId="3B2E4A94" w14:textId="7F13FB98" w:rsidR="00EF5751" w:rsidRDefault="00EF5751" w:rsidP="00575CC9">
      <w:pPr>
        <w:pStyle w:val="Odstavec1-1a"/>
        <w:ind w:left="1077"/>
      </w:pPr>
      <w:r>
        <w:rPr>
          <w:b/>
        </w:rPr>
        <w:lastRenderedPageBreak/>
        <w:t xml:space="preserve">Zde uvedené zkušenosti nelze </w:t>
      </w:r>
      <w:r w:rsidR="00396665">
        <w:rPr>
          <w:b/>
        </w:rPr>
        <w:t xml:space="preserve">u téže osoby </w:t>
      </w:r>
      <w:r>
        <w:rPr>
          <w:b/>
        </w:rPr>
        <w:t>zároveň uvést v Příloze č. 9 pro účely hodnocení.</w:t>
      </w:r>
    </w:p>
    <w:p w14:paraId="32F2D85B" w14:textId="77777777" w:rsidR="00327047" w:rsidRDefault="00327047" w:rsidP="00575CC9">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66E3BFA6" w:rsidR="00452F69" w:rsidRPr="00833899" w:rsidRDefault="00543F07" w:rsidP="00307641">
            <w:pPr>
              <w:rPr>
                <w:sz w:val="16"/>
                <w:szCs w:val="16"/>
              </w:rPr>
            </w:pPr>
            <w:r w:rsidRPr="00543F07">
              <w:rPr>
                <w:sz w:val="16"/>
                <w:szCs w:val="16"/>
              </w:rPr>
              <w:t xml:space="preserve">Popis předmětu plnění </w:t>
            </w:r>
            <w:r w:rsidR="00DE0220" w:rsidRPr="00543F07">
              <w:rPr>
                <w:sz w:val="16"/>
                <w:szCs w:val="16"/>
              </w:rPr>
              <w:t>zakázky – v</w:t>
            </w:r>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020745CC" w:rsidR="00452F69" w:rsidRPr="00833899" w:rsidRDefault="00543F07" w:rsidP="00307641">
            <w:pPr>
              <w:rPr>
                <w:sz w:val="16"/>
                <w:szCs w:val="16"/>
              </w:rPr>
            </w:pPr>
            <w:r w:rsidRPr="00543F07">
              <w:rPr>
                <w:sz w:val="16"/>
                <w:szCs w:val="16"/>
              </w:rPr>
              <w:t xml:space="preserve">Objednatel zakázky (obch. firma/název a sídlo a kontaktní osoba </w:t>
            </w:r>
            <w:r w:rsidR="00DE0220" w:rsidRPr="00543F07">
              <w:rPr>
                <w:sz w:val="16"/>
                <w:szCs w:val="16"/>
              </w:rPr>
              <w:t>objednatele – jméno</w:t>
            </w:r>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491BAA82"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672DAE">
              <w:rPr>
                <w:sz w:val="16"/>
                <w:szCs w:val="16"/>
              </w:rPr>
              <w:t>např.</w:t>
            </w:r>
            <w:r w:rsidRPr="00543F07">
              <w:rPr>
                <w:sz w:val="16"/>
                <w:szCs w:val="16"/>
              </w:rPr>
              <w:t xml:space="preserve"> projektových prací</w:t>
            </w:r>
            <w:r w:rsidR="0079069D">
              <w:rPr>
                <w:sz w:val="16"/>
                <w:szCs w:val="16"/>
              </w:rPr>
              <w:t xml:space="preserve"> spočívajících ve zpracování </w:t>
            </w:r>
            <w:r w:rsidR="0079069D" w:rsidRPr="00274708">
              <w:rPr>
                <w:sz w:val="16"/>
                <w:szCs w:val="16"/>
              </w:rPr>
              <w:t xml:space="preserve">dokumentace </w:t>
            </w:r>
            <w:r w:rsidRPr="00274708">
              <w:rPr>
                <w:sz w:val="16"/>
                <w:szCs w:val="16"/>
              </w:rPr>
              <w:t>/zpracování či ověření platnosti hodnocení ekonomické efektivnosti)</w:t>
            </w:r>
            <w:r w:rsidR="00EF13E3" w:rsidRPr="00274708">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12742420"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w:t>
            </w:r>
            <w:r w:rsidR="00DE0220" w:rsidRPr="00543F07">
              <w:rPr>
                <w:sz w:val="16"/>
                <w:szCs w:val="16"/>
              </w:rPr>
              <w:t>personálu – v</w:t>
            </w:r>
            <w:r w:rsidR="00543F07" w:rsidRPr="00543F07">
              <w:rPr>
                <w:sz w:val="16"/>
                <w:szCs w:val="16"/>
              </w:rPr>
              <w:t xml:space="preserve">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833899" w:rsidRDefault="000E48A0" w:rsidP="00307641">
            <w:pPr>
              <w:rPr>
                <w:sz w:val="16"/>
                <w:szCs w:val="16"/>
              </w:rPr>
            </w:pPr>
            <w:r w:rsidRPr="00274708">
              <w:rPr>
                <w:sz w:val="16"/>
                <w:szCs w:val="16"/>
              </w:rPr>
              <w:t>CIN stavby u referenční zakázky (</w:t>
            </w:r>
            <w:r w:rsidR="00A16220" w:rsidRPr="00274708">
              <w:rPr>
                <w:sz w:val="16"/>
                <w:szCs w:val="16"/>
              </w:rPr>
              <w:t xml:space="preserve">vyplňuje se </w:t>
            </w:r>
            <w:r w:rsidRPr="00274708">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6F29D2" w14:paraId="32114885" w14:textId="77777777" w:rsidTr="006F29D2">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140050EA" w14:textId="26AB5820" w:rsidR="00452F69" w:rsidRPr="006F29D2" w:rsidRDefault="000E48A0" w:rsidP="00307641">
            <w:pPr>
              <w:rPr>
                <w:sz w:val="16"/>
                <w:szCs w:val="16"/>
              </w:rPr>
            </w:pPr>
            <w:r w:rsidRPr="00274708">
              <w:rPr>
                <w:sz w:val="16"/>
                <w:szCs w:val="16"/>
              </w:rPr>
              <w:t>Označení dokumentu, podle kterého bylo zpracováno hodnocení ekonomické efektivnosti (</w:t>
            </w:r>
            <w:r w:rsidR="00A16220" w:rsidRPr="00274708">
              <w:rPr>
                <w:sz w:val="16"/>
                <w:szCs w:val="16"/>
              </w:rPr>
              <w:t xml:space="preserve">vyplňuje se </w:t>
            </w:r>
            <w:r w:rsidRPr="00274708">
              <w:rPr>
                <w:sz w:val="16"/>
                <w:szCs w:val="16"/>
              </w:rPr>
              <w:t>pouze u specialisty na hodnocení ekonomické efektivnosti)</w:t>
            </w:r>
          </w:p>
        </w:tc>
        <w:tc>
          <w:tcPr>
            <w:tcW w:w="2835" w:type="dxa"/>
            <w:tcBorders>
              <w:top w:val="single" w:sz="2" w:space="0" w:color="auto"/>
              <w:bottom w:val="single" w:sz="2" w:space="0" w:color="auto"/>
            </w:tcBorders>
            <w:shd w:val="clear" w:color="auto" w:fill="auto"/>
          </w:tcPr>
          <w:p w14:paraId="6B2CD5C1" w14:textId="77777777" w:rsidR="00452F69" w:rsidRPr="006F29D2"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6F29D2">
              <w:rPr>
                <w:sz w:val="16"/>
                <w:szCs w:val="16"/>
                <w:highlight w:val="yellow"/>
              </w:rPr>
              <w:t>[DOPLNÍ DODAVATEL]</w:t>
            </w:r>
          </w:p>
        </w:tc>
      </w:tr>
      <w:tr w:rsidR="006F29D2" w:rsidRPr="00833899" w14:paraId="573D3962"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05F87CF" w14:textId="0FF73263" w:rsidR="006F29D2" w:rsidRPr="000E48A0" w:rsidRDefault="006F29D2" w:rsidP="006F29D2">
            <w:pPr>
              <w:rPr>
                <w:b w:val="0"/>
                <w:sz w:val="16"/>
                <w:szCs w:val="16"/>
                <w:highlight w:val="green"/>
              </w:rPr>
            </w:pPr>
            <w:r w:rsidRPr="00274708">
              <w:rPr>
                <w:b w:val="0"/>
                <w:sz w:val="16"/>
                <w:szCs w:val="16"/>
              </w:rPr>
              <w:t>Uveďte metodu, podle které bylo provedeno hodnocení ekonomické efektivnosti (vyplňuje se pouze u specialisty na hodnocení ekonomické efektivnosti)</w:t>
            </w:r>
          </w:p>
        </w:tc>
        <w:tc>
          <w:tcPr>
            <w:tcW w:w="2835" w:type="dxa"/>
            <w:tcBorders>
              <w:top w:val="single" w:sz="2" w:space="0" w:color="auto"/>
            </w:tcBorders>
            <w:shd w:val="clear" w:color="auto" w:fill="auto"/>
          </w:tcPr>
          <w:p w14:paraId="7BE9E683" w14:textId="39B678D6" w:rsidR="006F29D2" w:rsidRPr="006F29D2" w:rsidRDefault="006F29D2"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6F29D2">
              <w:rPr>
                <w:b w:val="0"/>
                <w:sz w:val="16"/>
                <w:szCs w:val="16"/>
                <w:highlight w:val="yellow"/>
              </w:rPr>
              <w:t>[DOPLNÍ DODAVATEL]</w:t>
            </w:r>
          </w:p>
        </w:tc>
      </w:tr>
    </w:tbl>
    <w:p w14:paraId="5C17F673" w14:textId="59A33028" w:rsidR="0035531B" w:rsidRPr="00833899" w:rsidRDefault="0035531B" w:rsidP="00474F4D">
      <w:pPr>
        <w:pStyle w:val="Textbezslovn"/>
        <w:ind w:left="0"/>
      </w:pPr>
    </w:p>
    <w:p w14:paraId="1E567558" w14:textId="7FD94093" w:rsidR="0035531B" w:rsidRPr="001950C2" w:rsidRDefault="0035531B" w:rsidP="00C50431">
      <w:pPr>
        <w:pStyle w:val="Odstavec1-1a"/>
        <w:numPr>
          <w:ilvl w:val="0"/>
          <w:numId w:val="29"/>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C50431">
      <w:pPr>
        <w:pStyle w:val="Odstavec1-1a"/>
        <w:numPr>
          <w:ilvl w:val="0"/>
          <w:numId w:val="29"/>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9B2500">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sidP="002737E2">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rsidP="008B78F3"/>
    <w:p w14:paraId="7870C537" w14:textId="77777777" w:rsidR="00696E3D" w:rsidRPr="008B78F3"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575CC9">
      <w:pPr>
        <w:pStyle w:val="Odstavec1-1a"/>
      </w:pPr>
      <w:r w:rsidRPr="00D006F4">
        <w:rPr>
          <w:b/>
        </w:rPr>
        <w:t>Příjmení</w:t>
      </w:r>
      <w:r>
        <w:t>: [</w:t>
      </w:r>
      <w:r w:rsidRPr="00DE6A35">
        <w:rPr>
          <w:b/>
          <w:highlight w:val="yellow"/>
        </w:rPr>
        <w:t>DOPLNÍ DODAVATEL</w:t>
      </w:r>
      <w:r>
        <w:t>]</w:t>
      </w:r>
    </w:p>
    <w:p w14:paraId="101FBCC1" w14:textId="77777777" w:rsidR="00BA1CFD" w:rsidRDefault="00BA1CFD" w:rsidP="00575CC9">
      <w:pPr>
        <w:pStyle w:val="Odstavec1-1a"/>
      </w:pPr>
      <w:r w:rsidRPr="00D006F4">
        <w:rPr>
          <w:b/>
        </w:rPr>
        <w:t>Jméno</w:t>
      </w:r>
      <w:r>
        <w:t>: [</w:t>
      </w:r>
      <w:r w:rsidRPr="00DE6A35">
        <w:rPr>
          <w:b/>
          <w:highlight w:val="yellow"/>
        </w:rPr>
        <w:t>DOPLNÍ DODAVATEL</w:t>
      </w:r>
      <w:r>
        <w:t>]</w:t>
      </w:r>
    </w:p>
    <w:p w14:paraId="2C98E49F" w14:textId="77777777" w:rsidR="00BA1CFD" w:rsidRDefault="00BA1CFD" w:rsidP="00575CC9">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pPr>
        <w:pStyle w:val="Odstavec1-1a"/>
        <w:spacing w:after="0"/>
        <w:rPr>
          <w:b/>
        </w:rPr>
      </w:pPr>
    </w:p>
    <w:p w14:paraId="45A09342" w14:textId="4CB111AD" w:rsidR="00746A3A" w:rsidRDefault="00746A3A" w:rsidP="00575CC9">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10"/>
      </w:r>
      <w:r>
        <w:t xml:space="preserve">: </w:t>
      </w:r>
    </w:p>
    <w:p w14:paraId="4556518A" w14:textId="77777777" w:rsidR="00396665" w:rsidRDefault="00396665" w:rsidP="00396665">
      <w:pPr>
        <w:pStyle w:val="Odstavec1-1a"/>
        <w:spacing w:after="0"/>
      </w:pPr>
    </w:p>
    <w:p w14:paraId="400003F2" w14:textId="71ADB8CF" w:rsidR="00396665" w:rsidRDefault="00396665" w:rsidP="00575CC9">
      <w:pPr>
        <w:pStyle w:val="Odstavec1-1a"/>
        <w:spacing w:after="0"/>
      </w:pPr>
      <w:r>
        <w:rPr>
          <w:b/>
        </w:rPr>
        <w:t xml:space="preserve">Zde uvedené zkušenosti nelze u téže osoby zároveň uvést v Příloze č. 6 pro účely prokázání kvalifikace. </w:t>
      </w:r>
    </w:p>
    <w:p w14:paraId="3C3E20D8" w14:textId="77777777" w:rsidR="00746A3A" w:rsidRDefault="00746A3A" w:rsidP="00575CC9">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3D2E7F8C" w:rsidR="00746A3A" w:rsidRPr="00833899" w:rsidRDefault="00746A3A" w:rsidP="00294DE2">
            <w:pPr>
              <w:rPr>
                <w:sz w:val="16"/>
                <w:szCs w:val="16"/>
              </w:rPr>
            </w:pPr>
            <w:r w:rsidRPr="00543F07">
              <w:rPr>
                <w:sz w:val="16"/>
                <w:szCs w:val="16"/>
              </w:rPr>
              <w:t xml:space="preserve">Popis předmětu plnění </w:t>
            </w:r>
            <w:r w:rsidR="00274708" w:rsidRPr="00543F07">
              <w:rPr>
                <w:sz w:val="16"/>
                <w:szCs w:val="16"/>
              </w:rPr>
              <w:t>zakázky – v</w:t>
            </w:r>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310C78AB"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r w:rsidR="00274708" w:rsidRPr="00543F07">
              <w:rPr>
                <w:sz w:val="16"/>
                <w:szCs w:val="16"/>
              </w:rPr>
              <w:t>objednatele – jméno</w:t>
            </w:r>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9B2500">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32E88985" w14:textId="6ABDD358" w:rsidR="00746A3A" w:rsidRPr="00575CC9" w:rsidRDefault="00746A3A" w:rsidP="00294DE2">
            <w:pPr>
              <w:rPr>
                <w:sz w:val="16"/>
              </w:rPr>
            </w:pPr>
            <w:r w:rsidRPr="00575CC9">
              <w:rPr>
                <w:sz w:val="16"/>
              </w:rPr>
              <w:t xml:space="preserve">Vykonávaná funkce/pozice a popis pracovních činností vykonávaných členem odborného personálu </w:t>
            </w:r>
            <w:r w:rsidR="00274708" w:rsidRPr="00575CC9">
              <w:rPr>
                <w:sz w:val="16"/>
              </w:rPr>
              <w:t>dodavatele – v</w:t>
            </w:r>
            <w:r w:rsidRPr="00575CC9">
              <w:rPr>
                <w:sz w:val="16"/>
              </w:rPr>
              <w:t xml:space="preserve"> detailu potřebném pro ověření splnění požadavků</w:t>
            </w:r>
            <w:r>
              <w:t xml:space="preserve"> </w:t>
            </w:r>
            <w:r w:rsidRPr="00575CC9">
              <w:rPr>
                <w:sz w:val="16"/>
              </w:rPr>
              <w:t>relevantních pro hodnocení</w:t>
            </w:r>
          </w:p>
        </w:tc>
        <w:tc>
          <w:tcPr>
            <w:tcW w:w="0" w:type="dxa"/>
            <w:tcBorders>
              <w:top w:val="single" w:sz="2" w:space="0" w:color="auto"/>
            </w:tcBorders>
            <w:shd w:val="clear" w:color="auto" w:fill="auto"/>
          </w:tcPr>
          <w:p w14:paraId="1DF0758F" w14:textId="77777777" w:rsidR="00746A3A" w:rsidRPr="00575CC9" w:rsidRDefault="00746A3A" w:rsidP="00294DE2">
            <w:pPr>
              <w:cnfStyle w:val="000000000000" w:firstRow="0" w:lastRow="0" w:firstColumn="0" w:lastColumn="0" w:oddVBand="0" w:evenVBand="0" w:oddHBand="0" w:evenHBand="0" w:firstRowFirstColumn="0" w:firstRowLastColumn="0" w:lastRowFirstColumn="0" w:lastRowLastColumn="0"/>
              <w:rPr>
                <w:sz w:val="16"/>
              </w:rPr>
            </w:pPr>
            <w:r w:rsidRPr="00575CC9">
              <w:rPr>
                <w:sz w:val="16"/>
                <w:highlight w:val="yellow"/>
              </w:rPr>
              <w:t>[DOPLNÍ DODAVATEL]</w:t>
            </w:r>
          </w:p>
        </w:tc>
      </w:tr>
      <w:tr w:rsidR="005A45D1" w:rsidRPr="00833899" w14:paraId="67008A16"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2A880A7C" w14:textId="77777777" w:rsidR="005A45D1" w:rsidRPr="001F500B" w:rsidRDefault="001F500B" w:rsidP="00C313BF">
            <w:pPr>
              <w:rPr>
                <w:sz w:val="16"/>
                <w:szCs w:val="16"/>
                <w:highlight w:val="green"/>
              </w:rPr>
            </w:pPr>
            <w:r w:rsidRPr="00274708">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shd w:val="clear" w:color="auto" w:fill="auto"/>
          </w:tcPr>
          <w:p w14:paraId="4006FC0E" w14:textId="77777777" w:rsidR="005A45D1" w:rsidRPr="0042061D" w:rsidRDefault="001F500B" w:rsidP="00C313BF">
            <w:pPr>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5A45D1">
              <w:rPr>
                <w:sz w:val="16"/>
                <w:szCs w:val="16"/>
                <w:highlight w:val="yellow"/>
              </w:rPr>
              <w:t>[DOPLNÍ DODAVATEL]</w:t>
            </w:r>
          </w:p>
        </w:tc>
      </w:tr>
      <w:tr w:rsidR="005A45D1" w:rsidRPr="003A0F3C" w14:paraId="611A8C71" w14:textId="77777777" w:rsidTr="003A0F3C">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1ABE6881" w14:textId="77777777" w:rsidR="005A45D1" w:rsidRPr="00274708" w:rsidRDefault="001F500B" w:rsidP="00C313BF">
            <w:pPr>
              <w:rPr>
                <w:sz w:val="16"/>
                <w:szCs w:val="16"/>
              </w:rPr>
            </w:pPr>
            <w:r w:rsidRPr="00274708">
              <w:rPr>
                <w:sz w:val="16"/>
                <w:szCs w:val="16"/>
              </w:rPr>
              <w:lastRenderedPageBreak/>
              <w:t>Označení dokumentu, podle kterého bylo zpracováno hodnocení ekonomické efektivnosti (vyplňuje se pouze u specialisty na hodnocení ekonomické efektivnosti)</w:t>
            </w:r>
          </w:p>
        </w:tc>
        <w:tc>
          <w:tcPr>
            <w:tcW w:w="2835" w:type="dxa"/>
            <w:tcBorders>
              <w:top w:val="single" w:sz="2" w:space="0" w:color="auto"/>
              <w:bottom w:val="single" w:sz="2" w:space="0" w:color="auto"/>
            </w:tcBorders>
            <w:shd w:val="clear" w:color="auto" w:fill="auto"/>
          </w:tcPr>
          <w:p w14:paraId="15BBCFAB" w14:textId="77777777" w:rsidR="005A45D1" w:rsidRPr="003A0F3C" w:rsidRDefault="001F500B"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0F3C">
              <w:rPr>
                <w:sz w:val="16"/>
                <w:szCs w:val="16"/>
                <w:highlight w:val="yellow"/>
              </w:rPr>
              <w:t>[DOPLNÍ DODAVATEL]</w:t>
            </w:r>
          </w:p>
        </w:tc>
      </w:tr>
      <w:tr w:rsidR="003A0F3C" w:rsidRPr="00833899" w14:paraId="1234D468"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528AA32A" w14:textId="77777777" w:rsidR="003A0F3C" w:rsidRPr="00274708" w:rsidRDefault="003A0F3C" w:rsidP="00C313BF">
            <w:pPr>
              <w:rPr>
                <w:b w:val="0"/>
                <w:sz w:val="16"/>
                <w:szCs w:val="16"/>
              </w:rPr>
            </w:pPr>
            <w:r w:rsidRPr="00274708">
              <w:rPr>
                <w:b w:val="0"/>
                <w:sz w:val="16"/>
                <w:szCs w:val="16"/>
              </w:rPr>
              <w:t>Uveďte metodu, podle které bylo provedeno hodnocení ekonomické efektivnosti (vyplňuje se pouze u specialisty na hodnocení ekonomické efektivnosti)</w:t>
            </w:r>
          </w:p>
        </w:tc>
        <w:tc>
          <w:tcPr>
            <w:tcW w:w="2835" w:type="dxa"/>
            <w:tcBorders>
              <w:top w:val="single" w:sz="2" w:space="0" w:color="auto"/>
            </w:tcBorders>
            <w:shd w:val="clear" w:color="auto" w:fill="auto"/>
          </w:tcPr>
          <w:p w14:paraId="2BA2737A" w14:textId="77777777" w:rsidR="003A0F3C" w:rsidRPr="003A0F3C" w:rsidRDefault="003A0F3C" w:rsidP="00C313BF">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3A0F3C">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2"/>
      <w:bookmarkEnd w:id="3"/>
      <w:bookmarkEnd w:id="4"/>
      <w:bookmarkEnd w:id="5"/>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31B51ADD"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9B2500">
        <w:t>„</w:t>
      </w:r>
      <w:r w:rsidR="009B2500" w:rsidRPr="009B2500">
        <w:rPr>
          <w:b/>
        </w:rPr>
        <w:t>Náhrada přejezdu P284 v km 71,756 trati Praha Smíchov – Plzeň hl.n.“</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11D7B0FC"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2500">
      <w:pPr>
        <w:pStyle w:val="Textbezslovn"/>
        <w:ind w:left="0"/>
      </w:pPr>
    </w:p>
    <w:sectPr w:rsidR="00D42474"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33DA1" w14:textId="77777777" w:rsidR="00DF3143" w:rsidRDefault="00DF3143" w:rsidP="00962258">
      <w:pPr>
        <w:spacing w:after="0" w:line="240" w:lineRule="auto"/>
      </w:pPr>
      <w:r>
        <w:separator/>
      </w:r>
    </w:p>
  </w:endnote>
  <w:endnote w:type="continuationSeparator" w:id="0">
    <w:p w14:paraId="22BF32F6" w14:textId="77777777" w:rsidR="00DF3143" w:rsidRDefault="00DF3143" w:rsidP="00962258">
      <w:pPr>
        <w:spacing w:after="0" w:line="240" w:lineRule="auto"/>
      </w:pPr>
      <w:r>
        <w:continuationSeparator/>
      </w:r>
    </w:p>
  </w:endnote>
  <w:endnote w:type="continuationNotice" w:id="1">
    <w:p w14:paraId="1706B197" w14:textId="77777777" w:rsidR="00DF3143" w:rsidRDefault="00DF31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04FA" w14:paraId="3852A48B" w14:textId="77777777" w:rsidTr="00EB46E5">
      <w:tc>
        <w:tcPr>
          <w:tcW w:w="1361" w:type="dxa"/>
          <w:tcMar>
            <w:left w:w="0" w:type="dxa"/>
            <w:right w:w="0" w:type="dxa"/>
          </w:tcMar>
          <w:vAlign w:val="bottom"/>
        </w:tcPr>
        <w:p w14:paraId="137C5680" w14:textId="2A41A479" w:rsidR="00B104FA" w:rsidRPr="00B8518B" w:rsidRDefault="00B104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AE0">
            <w:rPr>
              <w:rStyle w:val="slostrnky"/>
              <w:noProof/>
            </w:rPr>
            <w:t>58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7AE0">
            <w:rPr>
              <w:rStyle w:val="slostrnky"/>
              <w:noProof/>
            </w:rPr>
            <w:t>60</w:t>
          </w:r>
          <w:r w:rsidRPr="00B8518B">
            <w:rPr>
              <w:rStyle w:val="slostrnky"/>
            </w:rPr>
            <w:fldChar w:fldCharType="end"/>
          </w:r>
        </w:p>
      </w:tc>
      <w:tc>
        <w:tcPr>
          <w:tcW w:w="284" w:type="dxa"/>
          <w:shd w:val="clear" w:color="auto" w:fill="auto"/>
          <w:tcMar>
            <w:left w:w="0" w:type="dxa"/>
            <w:right w:w="0" w:type="dxa"/>
          </w:tcMar>
        </w:tcPr>
        <w:p w14:paraId="240F2DFD" w14:textId="77777777" w:rsidR="00B104FA" w:rsidRDefault="00B104FA" w:rsidP="00B8518B">
          <w:pPr>
            <w:pStyle w:val="Zpat"/>
          </w:pPr>
        </w:p>
      </w:tc>
      <w:tc>
        <w:tcPr>
          <w:tcW w:w="425" w:type="dxa"/>
          <w:shd w:val="clear" w:color="auto" w:fill="auto"/>
          <w:tcMar>
            <w:left w:w="0" w:type="dxa"/>
            <w:right w:w="0" w:type="dxa"/>
          </w:tcMar>
        </w:tcPr>
        <w:p w14:paraId="7564134E" w14:textId="77777777" w:rsidR="00B104FA" w:rsidRDefault="00B104FA" w:rsidP="00B8518B">
          <w:pPr>
            <w:pStyle w:val="Zpat"/>
          </w:pPr>
        </w:p>
      </w:tc>
      <w:tc>
        <w:tcPr>
          <w:tcW w:w="8505" w:type="dxa"/>
        </w:tcPr>
        <w:p w14:paraId="1B4593B8" w14:textId="511646B5" w:rsidR="00B104FA" w:rsidRPr="00D129AF" w:rsidRDefault="00B104FA" w:rsidP="00EB46E5">
          <w:pPr>
            <w:pStyle w:val="Zpat0"/>
          </w:pPr>
          <w:r w:rsidRPr="00D222F7">
            <w:t>„</w:t>
          </w:r>
          <w:r w:rsidR="00D129AF" w:rsidRPr="00D129AF">
            <w:t>Náhrada přejezdu P284 v km 71,756 trati Praha Smíchov – Plzeň hl.n.</w:t>
          </w:r>
          <w:r w:rsidRPr="00D222F7">
            <w:t>“</w:t>
          </w:r>
        </w:p>
        <w:p w14:paraId="5740C166" w14:textId="77777777" w:rsidR="00B104FA" w:rsidRPr="00D129AF" w:rsidRDefault="00B104FA" w:rsidP="00EB46E5">
          <w:pPr>
            <w:pStyle w:val="Zpat0"/>
          </w:pPr>
          <w:r w:rsidRPr="00D129AF">
            <w:t xml:space="preserve">Díl 1 – </w:t>
          </w:r>
          <w:r w:rsidRPr="00D129AF">
            <w:rPr>
              <w:caps/>
            </w:rPr>
            <w:t>Požadavky a podmínky pro zpracování nabídky</w:t>
          </w:r>
        </w:p>
        <w:p w14:paraId="6A4851CD" w14:textId="77777777" w:rsidR="00B104FA" w:rsidRPr="00D129AF" w:rsidRDefault="00B104FA" w:rsidP="00392730">
          <w:pPr>
            <w:pStyle w:val="Zpat0"/>
          </w:pPr>
          <w:r w:rsidRPr="00D129AF">
            <w:t xml:space="preserve">Část 2 – </w:t>
          </w:r>
          <w:r w:rsidRPr="00D129AF">
            <w:rPr>
              <w:caps/>
            </w:rPr>
            <w:t>Pokyny pro dodavatele</w:t>
          </w:r>
        </w:p>
        <w:p w14:paraId="737706F4" w14:textId="77777777" w:rsidR="00B104FA" w:rsidRPr="00D129AF" w:rsidRDefault="00B104FA" w:rsidP="00392730">
          <w:pPr>
            <w:pStyle w:val="Zpat0"/>
          </w:pPr>
        </w:p>
      </w:tc>
    </w:tr>
  </w:tbl>
  <w:p w14:paraId="557F4388" w14:textId="77777777" w:rsidR="00B104FA" w:rsidRPr="00B8518B" w:rsidRDefault="00B104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B104FA" w:rsidRPr="00B8518B" w:rsidRDefault="00B104FA" w:rsidP="00460660">
    <w:pPr>
      <w:pStyle w:val="Zpat"/>
      <w:rPr>
        <w:sz w:val="2"/>
        <w:szCs w:val="2"/>
      </w:rPr>
    </w:pPr>
  </w:p>
  <w:p w14:paraId="70C621D3" w14:textId="587CB2C6" w:rsidR="00B104FA" w:rsidRPr="00460660" w:rsidRDefault="00B104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4BFC2" w14:textId="77777777" w:rsidR="00DF3143" w:rsidRDefault="00DF3143" w:rsidP="00962258">
      <w:pPr>
        <w:spacing w:after="0" w:line="240" w:lineRule="auto"/>
      </w:pPr>
      <w:r>
        <w:separator/>
      </w:r>
    </w:p>
  </w:footnote>
  <w:footnote w:type="continuationSeparator" w:id="0">
    <w:p w14:paraId="5D99F39F" w14:textId="77777777" w:rsidR="00DF3143" w:rsidRDefault="00DF3143" w:rsidP="00962258">
      <w:pPr>
        <w:spacing w:after="0" w:line="240" w:lineRule="auto"/>
      </w:pPr>
      <w:r>
        <w:continuationSeparator/>
      </w:r>
    </w:p>
  </w:footnote>
  <w:footnote w:type="continuationNotice" w:id="1">
    <w:p w14:paraId="609319C4" w14:textId="77777777" w:rsidR="00DF3143" w:rsidRDefault="00DF3143">
      <w:pPr>
        <w:spacing w:after="0" w:line="240" w:lineRule="auto"/>
      </w:pPr>
    </w:p>
  </w:footnote>
  <w:footnote w:id="2">
    <w:p w14:paraId="6DEFF091" w14:textId="706E2DD9" w:rsidR="00B104FA" w:rsidRDefault="00B104FA" w:rsidP="00A51C91">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p>
  </w:footnote>
  <w:footnote w:id="3">
    <w:p w14:paraId="67680484" w14:textId="5802DE5F" w:rsidR="00B104FA" w:rsidRDefault="00B104F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1C8221A2" w14:textId="77777777" w:rsidR="00B104FA" w:rsidRPr="00EB54C9" w:rsidRDefault="00B104F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78B21B89" w14:textId="77777777" w:rsidR="00B104FA" w:rsidRDefault="00B104F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C7EF095" w14:textId="77777777" w:rsidR="00B104FA" w:rsidRDefault="00B104F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633A625" w14:textId="77777777" w:rsidR="00B104FA" w:rsidRDefault="00B104F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6679CABB" w14:textId="77777777" w:rsidR="00B104FA" w:rsidRDefault="00B104F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17440B7A" w14:textId="77777777" w:rsidR="00B104FA" w:rsidRDefault="00B104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41A989F2" w14:textId="64FA76D7" w:rsidR="00B104FA" w:rsidRDefault="00B104F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1">
    <w:p w14:paraId="3A536AE7" w14:textId="77777777" w:rsidR="00B104FA" w:rsidRDefault="00B104F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04FA" w14:paraId="40E70905" w14:textId="77777777" w:rsidTr="00C02D0A">
      <w:trPr>
        <w:trHeight w:hRule="exact" w:val="454"/>
      </w:trPr>
      <w:tc>
        <w:tcPr>
          <w:tcW w:w="1361" w:type="dxa"/>
          <w:tcMar>
            <w:top w:w="57" w:type="dxa"/>
            <w:left w:w="0" w:type="dxa"/>
            <w:right w:w="0" w:type="dxa"/>
          </w:tcMar>
        </w:tcPr>
        <w:p w14:paraId="157A32E1" w14:textId="77777777" w:rsidR="00B104FA" w:rsidRPr="00B8518B" w:rsidRDefault="00B104FA" w:rsidP="00523EA7">
          <w:pPr>
            <w:pStyle w:val="Zpat"/>
            <w:rPr>
              <w:rStyle w:val="slostrnky"/>
            </w:rPr>
          </w:pPr>
        </w:p>
      </w:tc>
      <w:tc>
        <w:tcPr>
          <w:tcW w:w="3458" w:type="dxa"/>
          <w:shd w:val="clear" w:color="auto" w:fill="auto"/>
          <w:tcMar>
            <w:top w:w="57" w:type="dxa"/>
            <w:left w:w="0" w:type="dxa"/>
            <w:right w:w="0" w:type="dxa"/>
          </w:tcMar>
        </w:tcPr>
        <w:p w14:paraId="0BFEA660" w14:textId="77777777" w:rsidR="00B104FA" w:rsidRDefault="00B104FA" w:rsidP="00523EA7">
          <w:pPr>
            <w:pStyle w:val="Zpat"/>
          </w:pPr>
        </w:p>
      </w:tc>
      <w:tc>
        <w:tcPr>
          <w:tcW w:w="5698" w:type="dxa"/>
          <w:shd w:val="clear" w:color="auto" w:fill="auto"/>
          <w:tcMar>
            <w:top w:w="57" w:type="dxa"/>
            <w:left w:w="0" w:type="dxa"/>
            <w:right w:w="0" w:type="dxa"/>
          </w:tcMar>
        </w:tcPr>
        <w:p w14:paraId="43417309" w14:textId="77777777" w:rsidR="00B104FA" w:rsidRPr="00D6163D" w:rsidRDefault="00B104FA" w:rsidP="00D6163D">
          <w:pPr>
            <w:pStyle w:val="Druhdokumentu"/>
          </w:pPr>
        </w:p>
      </w:tc>
    </w:tr>
  </w:tbl>
  <w:p w14:paraId="7A51DC1B" w14:textId="77777777" w:rsidR="00B104FA" w:rsidRPr="00D6163D" w:rsidRDefault="00B104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04FA" w14:paraId="6BBBB51F" w14:textId="77777777" w:rsidTr="00B22106">
      <w:trPr>
        <w:trHeight w:hRule="exact" w:val="936"/>
      </w:trPr>
      <w:tc>
        <w:tcPr>
          <w:tcW w:w="1361" w:type="dxa"/>
          <w:tcMar>
            <w:left w:w="0" w:type="dxa"/>
            <w:right w:w="0" w:type="dxa"/>
          </w:tcMar>
        </w:tcPr>
        <w:p w14:paraId="7B49BEA5" w14:textId="77777777" w:rsidR="00B104FA" w:rsidRPr="00B8518B" w:rsidRDefault="00B104FA" w:rsidP="00FC6389">
          <w:pPr>
            <w:pStyle w:val="Zpat"/>
            <w:rPr>
              <w:rStyle w:val="slostrnky"/>
            </w:rPr>
          </w:pPr>
        </w:p>
      </w:tc>
      <w:tc>
        <w:tcPr>
          <w:tcW w:w="3458" w:type="dxa"/>
          <w:shd w:val="clear" w:color="auto" w:fill="auto"/>
          <w:tcMar>
            <w:left w:w="0" w:type="dxa"/>
            <w:right w:w="0" w:type="dxa"/>
          </w:tcMar>
        </w:tcPr>
        <w:p w14:paraId="5723BA86" w14:textId="77777777" w:rsidR="00B104FA" w:rsidRDefault="00B104FA" w:rsidP="00FC6389">
          <w:pPr>
            <w:pStyle w:val="Zpat"/>
          </w:pPr>
        </w:p>
      </w:tc>
      <w:tc>
        <w:tcPr>
          <w:tcW w:w="5756" w:type="dxa"/>
          <w:shd w:val="clear" w:color="auto" w:fill="auto"/>
          <w:tcMar>
            <w:left w:w="0" w:type="dxa"/>
            <w:right w:w="0" w:type="dxa"/>
          </w:tcMar>
        </w:tcPr>
        <w:p w14:paraId="10B786D1" w14:textId="77777777" w:rsidR="00B104FA" w:rsidRPr="00D6163D" w:rsidRDefault="00B104FA" w:rsidP="00FC6389">
          <w:pPr>
            <w:pStyle w:val="Druhdokumentu"/>
          </w:pPr>
        </w:p>
      </w:tc>
    </w:tr>
    <w:tr w:rsidR="00B104FA" w14:paraId="68D9FA2A" w14:textId="77777777" w:rsidTr="00B22106">
      <w:trPr>
        <w:trHeight w:hRule="exact" w:val="936"/>
      </w:trPr>
      <w:tc>
        <w:tcPr>
          <w:tcW w:w="1361" w:type="dxa"/>
          <w:tcMar>
            <w:left w:w="0" w:type="dxa"/>
            <w:right w:w="0" w:type="dxa"/>
          </w:tcMar>
        </w:tcPr>
        <w:p w14:paraId="1B20651E" w14:textId="77777777" w:rsidR="00B104FA" w:rsidRPr="00B8518B" w:rsidRDefault="00B104FA" w:rsidP="00FC6389">
          <w:pPr>
            <w:pStyle w:val="Zpat"/>
            <w:rPr>
              <w:rStyle w:val="slostrnky"/>
            </w:rPr>
          </w:pPr>
        </w:p>
      </w:tc>
      <w:tc>
        <w:tcPr>
          <w:tcW w:w="3458" w:type="dxa"/>
          <w:shd w:val="clear" w:color="auto" w:fill="auto"/>
          <w:tcMar>
            <w:left w:w="0" w:type="dxa"/>
            <w:right w:w="0" w:type="dxa"/>
          </w:tcMar>
        </w:tcPr>
        <w:p w14:paraId="44D3F74E" w14:textId="77777777" w:rsidR="00B104FA" w:rsidRDefault="00B104FA" w:rsidP="00FC6389">
          <w:pPr>
            <w:pStyle w:val="Zpat"/>
          </w:pPr>
        </w:p>
      </w:tc>
      <w:tc>
        <w:tcPr>
          <w:tcW w:w="5756" w:type="dxa"/>
          <w:shd w:val="clear" w:color="auto" w:fill="auto"/>
          <w:tcMar>
            <w:left w:w="0" w:type="dxa"/>
            <w:right w:w="0" w:type="dxa"/>
          </w:tcMar>
        </w:tcPr>
        <w:p w14:paraId="12C34926" w14:textId="77777777" w:rsidR="00B104FA" w:rsidRPr="00D6163D" w:rsidRDefault="00B104FA" w:rsidP="00FC6389">
          <w:pPr>
            <w:pStyle w:val="Druhdokumentu"/>
          </w:pPr>
        </w:p>
      </w:tc>
    </w:tr>
  </w:tbl>
  <w:p w14:paraId="0D5F026A" w14:textId="77777777" w:rsidR="00B104FA" w:rsidRPr="00D6163D" w:rsidRDefault="00B104F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104FA" w:rsidRPr="00460660" w:rsidRDefault="00B104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9" w15:restartNumberingAfterBreak="0">
    <w:nsid w:val="28B14BB3"/>
    <w:multiLevelType w:val="hybridMultilevel"/>
    <w:tmpl w:val="A2180DE8"/>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AD418B4"/>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DCE564D"/>
    <w:multiLevelType w:val="hybridMultilevel"/>
    <w:tmpl w:val="101A1FA0"/>
    <w:lvl w:ilvl="0" w:tplc="E9B8C0A4">
      <w:start w:val="1"/>
      <w:numFmt w:val="lowerLetter"/>
      <w:lvlText w:val="%1)"/>
      <w:lvlJc w:val="left"/>
      <w:pPr>
        <w:ind w:left="1427" w:hanging="69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B510F0A"/>
    <w:multiLevelType w:val="hybridMultilevel"/>
    <w:tmpl w:val="40289492"/>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72118595">
    <w:abstractNumId w:val="5"/>
  </w:num>
  <w:num w:numId="2" w16cid:durableId="1812400721">
    <w:abstractNumId w:val="1"/>
  </w:num>
  <w:num w:numId="3" w16cid:durableId="48500525">
    <w:abstractNumId w:val="20"/>
  </w:num>
  <w:num w:numId="4" w16cid:durableId="1154175705">
    <w:abstractNumId w:val="4"/>
  </w:num>
  <w:num w:numId="5" w16cid:durableId="697975215">
    <w:abstractNumId w:val="0"/>
  </w:num>
  <w:num w:numId="6" w16cid:durableId="280841053">
    <w:abstractNumId w:val="10"/>
  </w:num>
  <w:num w:numId="7" w16cid:durableId="1728724894">
    <w:abstractNumId w:val="11"/>
  </w:num>
  <w:num w:numId="8" w16cid:durableId="30695410">
    <w:abstractNumId w:val="22"/>
  </w:num>
  <w:num w:numId="9" w16cid:durableId="669721458">
    <w:abstractNumId w:val="19"/>
  </w:num>
  <w:num w:numId="10" w16cid:durableId="591839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6143387">
    <w:abstractNumId w:val="12"/>
  </w:num>
  <w:num w:numId="12" w16cid:durableId="801193385">
    <w:abstractNumId w:val="16"/>
  </w:num>
  <w:num w:numId="13" w16cid:durableId="157044110">
    <w:abstractNumId w:val="2"/>
  </w:num>
  <w:num w:numId="14" w16cid:durableId="9808916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7746783">
    <w:abstractNumId w:val="13"/>
  </w:num>
  <w:num w:numId="16" w16cid:durableId="149709793">
    <w:abstractNumId w:val="18"/>
  </w:num>
  <w:num w:numId="17" w16cid:durableId="1716925838">
    <w:abstractNumId w:val="3"/>
  </w:num>
  <w:num w:numId="18" w16cid:durableId="1713263970">
    <w:abstractNumId w:val="21"/>
  </w:num>
  <w:num w:numId="19" w16cid:durableId="2105757707">
    <w:abstractNumId w:val="6"/>
  </w:num>
  <w:num w:numId="20" w16cid:durableId="1736930436">
    <w:abstractNumId w:val="17"/>
  </w:num>
  <w:num w:numId="21" w16cid:durableId="17550083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4863617">
    <w:abstractNumId w:val="8"/>
  </w:num>
  <w:num w:numId="23" w16cid:durableId="7737922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52478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24378394">
    <w:abstractNumId w:val="7"/>
  </w:num>
  <w:num w:numId="26" w16cid:durableId="11149787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75452077">
    <w:abstractNumId w:val="9"/>
  </w:num>
  <w:num w:numId="28" w16cid:durableId="1076705943">
    <w:abstractNumId w:val="15"/>
  </w:num>
  <w:num w:numId="29" w16cid:durableId="1934702365">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0503C"/>
    <w:rsid w:val="00005CDA"/>
    <w:rsid w:val="0001060D"/>
    <w:rsid w:val="00012DD2"/>
    <w:rsid w:val="0001387F"/>
    <w:rsid w:val="000156A7"/>
    <w:rsid w:val="000161D4"/>
    <w:rsid w:val="000167AE"/>
    <w:rsid w:val="00016DBF"/>
    <w:rsid w:val="000174E8"/>
    <w:rsid w:val="00017520"/>
    <w:rsid w:val="00017F3C"/>
    <w:rsid w:val="0002092B"/>
    <w:rsid w:val="00020AF4"/>
    <w:rsid w:val="00023063"/>
    <w:rsid w:val="00024660"/>
    <w:rsid w:val="00026001"/>
    <w:rsid w:val="0002621B"/>
    <w:rsid w:val="000264EA"/>
    <w:rsid w:val="00026D0B"/>
    <w:rsid w:val="00027375"/>
    <w:rsid w:val="00030559"/>
    <w:rsid w:val="00031005"/>
    <w:rsid w:val="000314B2"/>
    <w:rsid w:val="0003263A"/>
    <w:rsid w:val="000338E9"/>
    <w:rsid w:val="00035828"/>
    <w:rsid w:val="000359B9"/>
    <w:rsid w:val="00040961"/>
    <w:rsid w:val="00041387"/>
    <w:rsid w:val="00041B91"/>
    <w:rsid w:val="00041EC8"/>
    <w:rsid w:val="000430C7"/>
    <w:rsid w:val="00043B79"/>
    <w:rsid w:val="00043EF5"/>
    <w:rsid w:val="000466BC"/>
    <w:rsid w:val="00046F76"/>
    <w:rsid w:val="00047AB6"/>
    <w:rsid w:val="00050F5B"/>
    <w:rsid w:val="000513F4"/>
    <w:rsid w:val="00053304"/>
    <w:rsid w:val="00053785"/>
    <w:rsid w:val="00056038"/>
    <w:rsid w:val="000563E8"/>
    <w:rsid w:val="000574AA"/>
    <w:rsid w:val="000603E7"/>
    <w:rsid w:val="000627A5"/>
    <w:rsid w:val="00062F21"/>
    <w:rsid w:val="0006499F"/>
    <w:rsid w:val="00064CF2"/>
    <w:rsid w:val="0006588D"/>
    <w:rsid w:val="00067936"/>
    <w:rsid w:val="00067A5E"/>
    <w:rsid w:val="00067EE3"/>
    <w:rsid w:val="00070A9E"/>
    <w:rsid w:val="00070F9A"/>
    <w:rsid w:val="000719BB"/>
    <w:rsid w:val="00072A65"/>
    <w:rsid w:val="00072C1E"/>
    <w:rsid w:val="000749E8"/>
    <w:rsid w:val="00074B08"/>
    <w:rsid w:val="000751BA"/>
    <w:rsid w:val="00075902"/>
    <w:rsid w:val="00075CC6"/>
    <w:rsid w:val="00075E50"/>
    <w:rsid w:val="00077596"/>
    <w:rsid w:val="000825DE"/>
    <w:rsid w:val="0008290B"/>
    <w:rsid w:val="000837C7"/>
    <w:rsid w:val="000839DD"/>
    <w:rsid w:val="000843C3"/>
    <w:rsid w:val="00084642"/>
    <w:rsid w:val="000863AD"/>
    <w:rsid w:val="000869AE"/>
    <w:rsid w:val="00086A6E"/>
    <w:rsid w:val="00087825"/>
    <w:rsid w:val="00087E1A"/>
    <w:rsid w:val="000929B6"/>
    <w:rsid w:val="00092CC9"/>
    <w:rsid w:val="00093276"/>
    <w:rsid w:val="00094930"/>
    <w:rsid w:val="000960A0"/>
    <w:rsid w:val="00097DD8"/>
    <w:rsid w:val="000A087A"/>
    <w:rsid w:val="000A21E8"/>
    <w:rsid w:val="000A5F00"/>
    <w:rsid w:val="000A7644"/>
    <w:rsid w:val="000A784D"/>
    <w:rsid w:val="000A7D7C"/>
    <w:rsid w:val="000B0FDF"/>
    <w:rsid w:val="000B17EE"/>
    <w:rsid w:val="000B1ED6"/>
    <w:rsid w:val="000B1F48"/>
    <w:rsid w:val="000B29BD"/>
    <w:rsid w:val="000B46AF"/>
    <w:rsid w:val="000B4EB8"/>
    <w:rsid w:val="000B548F"/>
    <w:rsid w:val="000B5EBA"/>
    <w:rsid w:val="000B6471"/>
    <w:rsid w:val="000B676B"/>
    <w:rsid w:val="000B7E61"/>
    <w:rsid w:val="000C04F0"/>
    <w:rsid w:val="000C3384"/>
    <w:rsid w:val="000C3DEC"/>
    <w:rsid w:val="000C41F2"/>
    <w:rsid w:val="000C5234"/>
    <w:rsid w:val="000C586C"/>
    <w:rsid w:val="000C5CBA"/>
    <w:rsid w:val="000C685D"/>
    <w:rsid w:val="000D1296"/>
    <w:rsid w:val="000D22C4"/>
    <w:rsid w:val="000D27D1"/>
    <w:rsid w:val="000D3580"/>
    <w:rsid w:val="000D4352"/>
    <w:rsid w:val="000D493F"/>
    <w:rsid w:val="000D4EB8"/>
    <w:rsid w:val="000D5E72"/>
    <w:rsid w:val="000D60A6"/>
    <w:rsid w:val="000D6B89"/>
    <w:rsid w:val="000D6C82"/>
    <w:rsid w:val="000E05A5"/>
    <w:rsid w:val="000E0942"/>
    <w:rsid w:val="000E09FE"/>
    <w:rsid w:val="000E0B1E"/>
    <w:rsid w:val="000E125F"/>
    <w:rsid w:val="000E1442"/>
    <w:rsid w:val="000E1758"/>
    <w:rsid w:val="000E1A7F"/>
    <w:rsid w:val="000E213B"/>
    <w:rsid w:val="000E27AC"/>
    <w:rsid w:val="000E48A0"/>
    <w:rsid w:val="000E5DB6"/>
    <w:rsid w:val="000E5FE0"/>
    <w:rsid w:val="000E6038"/>
    <w:rsid w:val="000E6B02"/>
    <w:rsid w:val="000E78EF"/>
    <w:rsid w:val="000E7FA0"/>
    <w:rsid w:val="000F0B35"/>
    <w:rsid w:val="000F36A8"/>
    <w:rsid w:val="000F617B"/>
    <w:rsid w:val="000F6CDE"/>
    <w:rsid w:val="000F76F8"/>
    <w:rsid w:val="000F7FCE"/>
    <w:rsid w:val="0010091D"/>
    <w:rsid w:val="00100A77"/>
    <w:rsid w:val="00101038"/>
    <w:rsid w:val="001017A2"/>
    <w:rsid w:val="0010250C"/>
    <w:rsid w:val="00103A92"/>
    <w:rsid w:val="00104488"/>
    <w:rsid w:val="00105798"/>
    <w:rsid w:val="00106A0E"/>
    <w:rsid w:val="001114C3"/>
    <w:rsid w:val="00112864"/>
    <w:rsid w:val="00113A6F"/>
    <w:rsid w:val="00114472"/>
    <w:rsid w:val="001145DC"/>
    <w:rsid w:val="00114988"/>
    <w:rsid w:val="00115069"/>
    <w:rsid w:val="001150F2"/>
    <w:rsid w:val="001159F2"/>
    <w:rsid w:val="001165C4"/>
    <w:rsid w:val="0011680E"/>
    <w:rsid w:val="0011747F"/>
    <w:rsid w:val="00117BB9"/>
    <w:rsid w:val="0012178F"/>
    <w:rsid w:val="00121BF8"/>
    <w:rsid w:val="0012272D"/>
    <w:rsid w:val="00122BBD"/>
    <w:rsid w:val="00123E08"/>
    <w:rsid w:val="00125101"/>
    <w:rsid w:val="00125559"/>
    <w:rsid w:val="00125BFC"/>
    <w:rsid w:val="0012723F"/>
    <w:rsid w:val="00132BB4"/>
    <w:rsid w:val="00133B67"/>
    <w:rsid w:val="00133E10"/>
    <w:rsid w:val="001341BB"/>
    <w:rsid w:val="00134DAF"/>
    <w:rsid w:val="00135CE4"/>
    <w:rsid w:val="00136583"/>
    <w:rsid w:val="00136BBF"/>
    <w:rsid w:val="0014107B"/>
    <w:rsid w:val="00142B91"/>
    <w:rsid w:val="0014410E"/>
    <w:rsid w:val="00145889"/>
    <w:rsid w:val="00146BCB"/>
    <w:rsid w:val="00147827"/>
    <w:rsid w:val="0015012F"/>
    <w:rsid w:val="001501B9"/>
    <w:rsid w:val="001518EF"/>
    <w:rsid w:val="0015722A"/>
    <w:rsid w:val="001575A1"/>
    <w:rsid w:val="001579FA"/>
    <w:rsid w:val="00161E8B"/>
    <w:rsid w:val="001625E1"/>
    <w:rsid w:val="00163F6B"/>
    <w:rsid w:val="00164B08"/>
    <w:rsid w:val="0016521E"/>
    <w:rsid w:val="001652EE"/>
    <w:rsid w:val="001656A2"/>
    <w:rsid w:val="00165E72"/>
    <w:rsid w:val="00166880"/>
    <w:rsid w:val="001675E3"/>
    <w:rsid w:val="00167D12"/>
    <w:rsid w:val="00170EC5"/>
    <w:rsid w:val="001728E7"/>
    <w:rsid w:val="00173375"/>
    <w:rsid w:val="001744FD"/>
    <w:rsid w:val="001747C1"/>
    <w:rsid w:val="00176255"/>
    <w:rsid w:val="00177D6B"/>
    <w:rsid w:val="00184075"/>
    <w:rsid w:val="00184564"/>
    <w:rsid w:val="001851B9"/>
    <w:rsid w:val="001867AA"/>
    <w:rsid w:val="00186950"/>
    <w:rsid w:val="00186DE1"/>
    <w:rsid w:val="00187E44"/>
    <w:rsid w:val="00190AC5"/>
    <w:rsid w:val="00191F90"/>
    <w:rsid w:val="00192264"/>
    <w:rsid w:val="00193804"/>
    <w:rsid w:val="00193D8F"/>
    <w:rsid w:val="00194E9F"/>
    <w:rsid w:val="001950C2"/>
    <w:rsid w:val="001954B0"/>
    <w:rsid w:val="00195AA2"/>
    <w:rsid w:val="00195CAC"/>
    <w:rsid w:val="0019692A"/>
    <w:rsid w:val="00197BDC"/>
    <w:rsid w:val="001A27A2"/>
    <w:rsid w:val="001A34A3"/>
    <w:rsid w:val="001A37F8"/>
    <w:rsid w:val="001A3F53"/>
    <w:rsid w:val="001A72D0"/>
    <w:rsid w:val="001A7901"/>
    <w:rsid w:val="001A7DB5"/>
    <w:rsid w:val="001B04B9"/>
    <w:rsid w:val="001B1D07"/>
    <w:rsid w:val="001B22F3"/>
    <w:rsid w:val="001B23A1"/>
    <w:rsid w:val="001B26EE"/>
    <w:rsid w:val="001B3571"/>
    <w:rsid w:val="001B38FB"/>
    <w:rsid w:val="001B4680"/>
    <w:rsid w:val="001B4E74"/>
    <w:rsid w:val="001B55B5"/>
    <w:rsid w:val="001B6474"/>
    <w:rsid w:val="001B651A"/>
    <w:rsid w:val="001B66B4"/>
    <w:rsid w:val="001B7180"/>
    <w:rsid w:val="001C027C"/>
    <w:rsid w:val="001C040C"/>
    <w:rsid w:val="001C19F3"/>
    <w:rsid w:val="001C19F4"/>
    <w:rsid w:val="001C5178"/>
    <w:rsid w:val="001C5386"/>
    <w:rsid w:val="001C5886"/>
    <w:rsid w:val="001C645F"/>
    <w:rsid w:val="001C6AE3"/>
    <w:rsid w:val="001C6B8D"/>
    <w:rsid w:val="001C7065"/>
    <w:rsid w:val="001C761A"/>
    <w:rsid w:val="001C7C12"/>
    <w:rsid w:val="001C7FA6"/>
    <w:rsid w:val="001D0751"/>
    <w:rsid w:val="001D0E8B"/>
    <w:rsid w:val="001D182C"/>
    <w:rsid w:val="001D19B0"/>
    <w:rsid w:val="001D2108"/>
    <w:rsid w:val="001D21EA"/>
    <w:rsid w:val="001D3805"/>
    <w:rsid w:val="001D43EC"/>
    <w:rsid w:val="001D48EE"/>
    <w:rsid w:val="001D5514"/>
    <w:rsid w:val="001D57A0"/>
    <w:rsid w:val="001D5A76"/>
    <w:rsid w:val="001D6E71"/>
    <w:rsid w:val="001E18A8"/>
    <w:rsid w:val="001E25DD"/>
    <w:rsid w:val="001E52B8"/>
    <w:rsid w:val="001E5F5C"/>
    <w:rsid w:val="001E62EF"/>
    <w:rsid w:val="001E6320"/>
    <w:rsid w:val="001E651D"/>
    <w:rsid w:val="001E678E"/>
    <w:rsid w:val="001E75BD"/>
    <w:rsid w:val="001F15F6"/>
    <w:rsid w:val="001F1BFA"/>
    <w:rsid w:val="001F20CE"/>
    <w:rsid w:val="001F27A7"/>
    <w:rsid w:val="001F3CE7"/>
    <w:rsid w:val="001F500B"/>
    <w:rsid w:val="001F645A"/>
    <w:rsid w:val="002001F0"/>
    <w:rsid w:val="00202824"/>
    <w:rsid w:val="002036F6"/>
    <w:rsid w:val="0020423B"/>
    <w:rsid w:val="002071BB"/>
    <w:rsid w:val="00207DF5"/>
    <w:rsid w:val="00210AB8"/>
    <w:rsid w:val="0021109A"/>
    <w:rsid w:val="002112C7"/>
    <w:rsid w:val="00211F7B"/>
    <w:rsid w:val="002129FB"/>
    <w:rsid w:val="00216521"/>
    <w:rsid w:val="002179EA"/>
    <w:rsid w:val="00217CE4"/>
    <w:rsid w:val="002207DA"/>
    <w:rsid w:val="00220CC5"/>
    <w:rsid w:val="00222BAD"/>
    <w:rsid w:val="00225AD3"/>
    <w:rsid w:val="00226CB9"/>
    <w:rsid w:val="0023105F"/>
    <w:rsid w:val="00231A0D"/>
    <w:rsid w:val="00232412"/>
    <w:rsid w:val="00233A53"/>
    <w:rsid w:val="00234F7A"/>
    <w:rsid w:val="002350CA"/>
    <w:rsid w:val="002370E3"/>
    <w:rsid w:val="00237D2D"/>
    <w:rsid w:val="00240364"/>
    <w:rsid w:val="00240377"/>
    <w:rsid w:val="0024053B"/>
    <w:rsid w:val="00240B81"/>
    <w:rsid w:val="00240E7C"/>
    <w:rsid w:val="0024255A"/>
    <w:rsid w:val="00245327"/>
    <w:rsid w:val="00245345"/>
    <w:rsid w:val="00245D44"/>
    <w:rsid w:val="002462A1"/>
    <w:rsid w:val="00247160"/>
    <w:rsid w:val="00247257"/>
    <w:rsid w:val="00247949"/>
    <w:rsid w:val="00247D01"/>
    <w:rsid w:val="0025030F"/>
    <w:rsid w:val="0025055A"/>
    <w:rsid w:val="0025231F"/>
    <w:rsid w:val="00252BAF"/>
    <w:rsid w:val="00253C9E"/>
    <w:rsid w:val="00255E47"/>
    <w:rsid w:val="00255EEC"/>
    <w:rsid w:val="00257877"/>
    <w:rsid w:val="00261A5B"/>
    <w:rsid w:val="00262AE4"/>
    <w:rsid w:val="00262E5B"/>
    <w:rsid w:val="00263134"/>
    <w:rsid w:val="0026385B"/>
    <w:rsid w:val="00266A9F"/>
    <w:rsid w:val="00266F38"/>
    <w:rsid w:val="00267C54"/>
    <w:rsid w:val="0027053F"/>
    <w:rsid w:val="00270A2C"/>
    <w:rsid w:val="00271C11"/>
    <w:rsid w:val="002737E2"/>
    <w:rsid w:val="00273D87"/>
    <w:rsid w:val="002743DF"/>
    <w:rsid w:val="00274708"/>
    <w:rsid w:val="00276AFE"/>
    <w:rsid w:val="00277D88"/>
    <w:rsid w:val="00277E5E"/>
    <w:rsid w:val="00280ACC"/>
    <w:rsid w:val="002821CE"/>
    <w:rsid w:val="00283197"/>
    <w:rsid w:val="0028564C"/>
    <w:rsid w:val="0028572B"/>
    <w:rsid w:val="00285F49"/>
    <w:rsid w:val="00287A7F"/>
    <w:rsid w:val="00287A86"/>
    <w:rsid w:val="002912D6"/>
    <w:rsid w:val="002924B8"/>
    <w:rsid w:val="00293CFD"/>
    <w:rsid w:val="00294CF7"/>
    <w:rsid w:val="00294DE2"/>
    <w:rsid w:val="00297E73"/>
    <w:rsid w:val="002A125E"/>
    <w:rsid w:val="002A29D8"/>
    <w:rsid w:val="002A3B57"/>
    <w:rsid w:val="002A4521"/>
    <w:rsid w:val="002A530C"/>
    <w:rsid w:val="002A5F8F"/>
    <w:rsid w:val="002A75B1"/>
    <w:rsid w:val="002B10E3"/>
    <w:rsid w:val="002B1CBD"/>
    <w:rsid w:val="002B2044"/>
    <w:rsid w:val="002B3BB4"/>
    <w:rsid w:val="002B4BD4"/>
    <w:rsid w:val="002B76DF"/>
    <w:rsid w:val="002C04EE"/>
    <w:rsid w:val="002C1E7C"/>
    <w:rsid w:val="002C31BF"/>
    <w:rsid w:val="002C391B"/>
    <w:rsid w:val="002C4521"/>
    <w:rsid w:val="002C5A83"/>
    <w:rsid w:val="002C5F8A"/>
    <w:rsid w:val="002C7825"/>
    <w:rsid w:val="002D122E"/>
    <w:rsid w:val="002D4B0B"/>
    <w:rsid w:val="002D5B85"/>
    <w:rsid w:val="002D5CDA"/>
    <w:rsid w:val="002D5D95"/>
    <w:rsid w:val="002D5F95"/>
    <w:rsid w:val="002D6136"/>
    <w:rsid w:val="002D6887"/>
    <w:rsid w:val="002D7B58"/>
    <w:rsid w:val="002D7FD6"/>
    <w:rsid w:val="002E0CD7"/>
    <w:rsid w:val="002E0CFB"/>
    <w:rsid w:val="002E232C"/>
    <w:rsid w:val="002E5B61"/>
    <w:rsid w:val="002E5C7B"/>
    <w:rsid w:val="002E5F48"/>
    <w:rsid w:val="002F4333"/>
    <w:rsid w:val="002F6610"/>
    <w:rsid w:val="002F6636"/>
    <w:rsid w:val="002F6BCE"/>
    <w:rsid w:val="003002C1"/>
    <w:rsid w:val="003005D0"/>
    <w:rsid w:val="003014A0"/>
    <w:rsid w:val="00302811"/>
    <w:rsid w:val="00302A09"/>
    <w:rsid w:val="00302B9E"/>
    <w:rsid w:val="003038E0"/>
    <w:rsid w:val="0030398B"/>
    <w:rsid w:val="00304157"/>
    <w:rsid w:val="003057BB"/>
    <w:rsid w:val="00305D0E"/>
    <w:rsid w:val="00306B20"/>
    <w:rsid w:val="00307641"/>
    <w:rsid w:val="003119CD"/>
    <w:rsid w:val="00311F11"/>
    <w:rsid w:val="00312518"/>
    <w:rsid w:val="00312600"/>
    <w:rsid w:val="0031435A"/>
    <w:rsid w:val="00316901"/>
    <w:rsid w:val="0031758D"/>
    <w:rsid w:val="00320B33"/>
    <w:rsid w:val="00321AB3"/>
    <w:rsid w:val="00326BC8"/>
    <w:rsid w:val="00327047"/>
    <w:rsid w:val="00327EEF"/>
    <w:rsid w:val="0033063F"/>
    <w:rsid w:val="0033239F"/>
    <w:rsid w:val="00332F74"/>
    <w:rsid w:val="00333290"/>
    <w:rsid w:val="00333C1C"/>
    <w:rsid w:val="00336714"/>
    <w:rsid w:val="00336FC3"/>
    <w:rsid w:val="00337B72"/>
    <w:rsid w:val="00337E48"/>
    <w:rsid w:val="00340A89"/>
    <w:rsid w:val="00342491"/>
    <w:rsid w:val="0034274B"/>
    <w:rsid w:val="00342928"/>
    <w:rsid w:val="0034395F"/>
    <w:rsid w:val="0034477F"/>
    <w:rsid w:val="003455FD"/>
    <w:rsid w:val="00346055"/>
    <w:rsid w:val="003468DC"/>
    <w:rsid w:val="0034719F"/>
    <w:rsid w:val="00350A35"/>
    <w:rsid w:val="003519E9"/>
    <w:rsid w:val="00352A48"/>
    <w:rsid w:val="00353AEB"/>
    <w:rsid w:val="00353ED4"/>
    <w:rsid w:val="0035410B"/>
    <w:rsid w:val="0035531B"/>
    <w:rsid w:val="0035588F"/>
    <w:rsid w:val="00355D2A"/>
    <w:rsid w:val="0035601E"/>
    <w:rsid w:val="0035667D"/>
    <w:rsid w:val="003571D8"/>
    <w:rsid w:val="00357BC6"/>
    <w:rsid w:val="00360597"/>
    <w:rsid w:val="00360A2F"/>
    <w:rsid w:val="00361422"/>
    <w:rsid w:val="003616E0"/>
    <w:rsid w:val="00361A66"/>
    <w:rsid w:val="003622DD"/>
    <w:rsid w:val="0036288F"/>
    <w:rsid w:val="003634E6"/>
    <w:rsid w:val="00363977"/>
    <w:rsid w:val="00363F76"/>
    <w:rsid w:val="003646E4"/>
    <w:rsid w:val="00364A10"/>
    <w:rsid w:val="0036607A"/>
    <w:rsid w:val="003703E9"/>
    <w:rsid w:val="003717A3"/>
    <w:rsid w:val="00372AB7"/>
    <w:rsid w:val="00372CF8"/>
    <w:rsid w:val="003735F2"/>
    <w:rsid w:val="00373627"/>
    <w:rsid w:val="003742CB"/>
    <w:rsid w:val="00375453"/>
    <w:rsid w:val="0037545D"/>
    <w:rsid w:val="003771EB"/>
    <w:rsid w:val="0037744B"/>
    <w:rsid w:val="00377844"/>
    <w:rsid w:val="003804E2"/>
    <w:rsid w:val="0038065B"/>
    <w:rsid w:val="00380ECE"/>
    <w:rsid w:val="00381130"/>
    <w:rsid w:val="00381452"/>
    <w:rsid w:val="00381906"/>
    <w:rsid w:val="00381BF9"/>
    <w:rsid w:val="00381C5C"/>
    <w:rsid w:val="003830C8"/>
    <w:rsid w:val="003831C7"/>
    <w:rsid w:val="00383478"/>
    <w:rsid w:val="0038545D"/>
    <w:rsid w:val="00385C59"/>
    <w:rsid w:val="00386D82"/>
    <w:rsid w:val="00386FF1"/>
    <w:rsid w:val="00387B39"/>
    <w:rsid w:val="00390115"/>
    <w:rsid w:val="00390C81"/>
    <w:rsid w:val="00390E38"/>
    <w:rsid w:val="0039216C"/>
    <w:rsid w:val="00392730"/>
    <w:rsid w:val="00392EB6"/>
    <w:rsid w:val="00394060"/>
    <w:rsid w:val="00394D03"/>
    <w:rsid w:val="00395312"/>
    <w:rsid w:val="003956C6"/>
    <w:rsid w:val="00396665"/>
    <w:rsid w:val="00396977"/>
    <w:rsid w:val="00396E72"/>
    <w:rsid w:val="003A0F3C"/>
    <w:rsid w:val="003A1322"/>
    <w:rsid w:val="003A1EB2"/>
    <w:rsid w:val="003A26D1"/>
    <w:rsid w:val="003A2C23"/>
    <w:rsid w:val="003A4513"/>
    <w:rsid w:val="003A4A14"/>
    <w:rsid w:val="003A52AD"/>
    <w:rsid w:val="003A5AF4"/>
    <w:rsid w:val="003A681E"/>
    <w:rsid w:val="003A7D4F"/>
    <w:rsid w:val="003B0675"/>
    <w:rsid w:val="003B0F0D"/>
    <w:rsid w:val="003B1926"/>
    <w:rsid w:val="003B412F"/>
    <w:rsid w:val="003B6C4D"/>
    <w:rsid w:val="003B7D0F"/>
    <w:rsid w:val="003C1739"/>
    <w:rsid w:val="003C33F2"/>
    <w:rsid w:val="003C6AD5"/>
    <w:rsid w:val="003D03F8"/>
    <w:rsid w:val="003D0C4F"/>
    <w:rsid w:val="003D0CF7"/>
    <w:rsid w:val="003D0DF4"/>
    <w:rsid w:val="003D54C1"/>
    <w:rsid w:val="003D55A0"/>
    <w:rsid w:val="003D6153"/>
    <w:rsid w:val="003D6AF9"/>
    <w:rsid w:val="003D756E"/>
    <w:rsid w:val="003D7882"/>
    <w:rsid w:val="003D7CE9"/>
    <w:rsid w:val="003E09E4"/>
    <w:rsid w:val="003E2A31"/>
    <w:rsid w:val="003E3B9B"/>
    <w:rsid w:val="003E3CE3"/>
    <w:rsid w:val="003E420D"/>
    <w:rsid w:val="003E45B4"/>
    <w:rsid w:val="003E4C13"/>
    <w:rsid w:val="003E611F"/>
    <w:rsid w:val="003E67D1"/>
    <w:rsid w:val="003E7071"/>
    <w:rsid w:val="003E79F5"/>
    <w:rsid w:val="003F0A36"/>
    <w:rsid w:val="003F1536"/>
    <w:rsid w:val="003F175D"/>
    <w:rsid w:val="003F1AEA"/>
    <w:rsid w:val="003F2228"/>
    <w:rsid w:val="003F2937"/>
    <w:rsid w:val="003F2D92"/>
    <w:rsid w:val="003F4C40"/>
    <w:rsid w:val="003F62FB"/>
    <w:rsid w:val="003F6F2A"/>
    <w:rsid w:val="004018E3"/>
    <w:rsid w:val="00401DEC"/>
    <w:rsid w:val="00403C99"/>
    <w:rsid w:val="00404BA2"/>
    <w:rsid w:val="00404EB5"/>
    <w:rsid w:val="00406084"/>
    <w:rsid w:val="0040621A"/>
    <w:rsid w:val="00406313"/>
    <w:rsid w:val="00406512"/>
    <w:rsid w:val="004065AC"/>
    <w:rsid w:val="00406B77"/>
    <w:rsid w:val="004078F3"/>
    <w:rsid w:val="00410B07"/>
    <w:rsid w:val="00410B6A"/>
    <w:rsid w:val="00411BFD"/>
    <w:rsid w:val="00411FB2"/>
    <w:rsid w:val="0041345F"/>
    <w:rsid w:val="004137A8"/>
    <w:rsid w:val="00413AE6"/>
    <w:rsid w:val="00413B05"/>
    <w:rsid w:val="00413F39"/>
    <w:rsid w:val="00414173"/>
    <w:rsid w:val="004142DA"/>
    <w:rsid w:val="00415042"/>
    <w:rsid w:val="0041743D"/>
    <w:rsid w:val="0042061D"/>
    <w:rsid w:val="0042196E"/>
    <w:rsid w:val="0042203B"/>
    <w:rsid w:val="004222F5"/>
    <w:rsid w:val="00423AD4"/>
    <w:rsid w:val="00424DB1"/>
    <w:rsid w:val="00426778"/>
    <w:rsid w:val="00427794"/>
    <w:rsid w:val="00431299"/>
    <w:rsid w:val="004343DB"/>
    <w:rsid w:val="004354CE"/>
    <w:rsid w:val="004373BF"/>
    <w:rsid w:val="00437EC7"/>
    <w:rsid w:val="004407F0"/>
    <w:rsid w:val="00440E20"/>
    <w:rsid w:val="00440F7E"/>
    <w:rsid w:val="004423DC"/>
    <w:rsid w:val="00442C47"/>
    <w:rsid w:val="004430D9"/>
    <w:rsid w:val="00443D15"/>
    <w:rsid w:val="00443EE7"/>
    <w:rsid w:val="00446757"/>
    <w:rsid w:val="00447512"/>
    <w:rsid w:val="00450F07"/>
    <w:rsid w:val="00452F69"/>
    <w:rsid w:val="00453CD3"/>
    <w:rsid w:val="00453DC8"/>
    <w:rsid w:val="00454716"/>
    <w:rsid w:val="00454B28"/>
    <w:rsid w:val="00454BB9"/>
    <w:rsid w:val="00454F7F"/>
    <w:rsid w:val="004550D3"/>
    <w:rsid w:val="00455731"/>
    <w:rsid w:val="0045617C"/>
    <w:rsid w:val="00457346"/>
    <w:rsid w:val="00460660"/>
    <w:rsid w:val="004628BC"/>
    <w:rsid w:val="0046348D"/>
    <w:rsid w:val="00464BA9"/>
    <w:rsid w:val="00465FDD"/>
    <w:rsid w:val="00470647"/>
    <w:rsid w:val="00471676"/>
    <w:rsid w:val="00471E3D"/>
    <w:rsid w:val="00472ED5"/>
    <w:rsid w:val="00474F4D"/>
    <w:rsid w:val="004802DD"/>
    <w:rsid w:val="00483969"/>
    <w:rsid w:val="00483B35"/>
    <w:rsid w:val="00483ED7"/>
    <w:rsid w:val="00485575"/>
    <w:rsid w:val="00486107"/>
    <w:rsid w:val="00486C5E"/>
    <w:rsid w:val="004871D1"/>
    <w:rsid w:val="0048759A"/>
    <w:rsid w:val="00487B15"/>
    <w:rsid w:val="00491827"/>
    <w:rsid w:val="00491EC0"/>
    <w:rsid w:val="0049240D"/>
    <w:rsid w:val="004928D2"/>
    <w:rsid w:val="004944E4"/>
    <w:rsid w:val="00496921"/>
    <w:rsid w:val="004A6336"/>
    <w:rsid w:val="004B0AE4"/>
    <w:rsid w:val="004B319E"/>
    <w:rsid w:val="004B34E9"/>
    <w:rsid w:val="004B3824"/>
    <w:rsid w:val="004B456B"/>
    <w:rsid w:val="004B595B"/>
    <w:rsid w:val="004B5BCD"/>
    <w:rsid w:val="004B62B9"/>
    <w:rsid w:val="004B6506"/>
    <w:rsid w:val="004B6E4A"/>
    <w:rsid w:val="004B78B5"/>
    <w:rsid w:val="004C06AD"/>
    <w:rsid w:val="004C0D5E"/>
    <w:rsid w:val="004C18C8"/>
    <w:rsid w:val="004C4399"/>
    <w:rsid w:val="004C7419"/>
    <w:rsid w:val="004C787C"/>
    <w:rsid w:val="004C7A75"/>
    <w:rsid w:val="004C7CFB"/>
    <w:rsid w:val="004D010F"/>
    <w:rsid w:val="004D12F4"/>
    <w:rsid w:val="004D2F4C"/>
    <w:rsid w:val="004D33A0"/>
    <w:rsid w:val="004D5285"/>
    <w:rsid w:val="004D743F"/>
    <w:rsid w:val="004D7AE0"/>
    <w:rsid w:val="004E170C"/>
    <w:rsid w:val="004E1C55"/>
    <w:rsid w:val="004E285D"/>
    <w:rsid w:val="004E7A1F"/>
    <w:rsid w:val="004F1D17"/>
    <w:rsid w:val="004F21A1"/>
    <w:rsid w:val="004F24BC"/>
    <w:rsid w:val="004F3EEF"/>
    <w:rsid w:val="004F4597"/>
    <w:rsid w:val="004F4B9B"/>
    <w:rsid w:val="004F5411"/>
    <w:rsid w:val="004F6DC5"/>
    <w:rsid w:val="004F7E61"/>
    <w:rsid w:val="00500A44"/>
    <w:rsid w:val="00501B32"/>
    <w:rsid w:val="00503605"/>
    <w:rsid w:val="005037A9"/>
    <w:rsid w:val="005046C4"/>
    <w:rsid w:val="00504C5D"/>
    <w:rsid w:val="0050666E"/>
    <w:rsid w:val="005071D8"/>
    <w:rsid w:val="005072B4"/>
    <w:rsid w:val="0051049A"/>
    <w:rsid w:val="0051122E"/>
    <w:rsid w:val="00511AB9"/>
    <w:rsid w:val="00511E3C"/>
    <w:rsid w:val="00512128"/>
    <w:rsid w:val="00515265"/>
    <w:rsid w:val="005166E0"/>
    <w:rsid w:val="00516B07"/>
    <w:rsid w:val="005210B3"/>
    <w:rsid w:val="005225B2"/>
    <w:rsid w:val="00523096"/>
    <w:rsid w:val="00523951"/>
    <w:rsid w:val="00523BB5"/>
    <w:rsid w:val="00523BDA"/>
    <w:rsid w:val="00523EA7"/>
    <w:rsid w:val="00525050"/>
    <w:rsid w:val="00525770"/>
    <w:rsid w:val="00526554"/>
    <w:rsid w:val="005300B4"/>
    <w:rsid w:val="005304CE"/>
    <w:rsid w:val="00533D44"/>
    <w:rsid w:val="00533ECD"/>
    <w:rsid w:val="005357FE"/>
    <w:rsid w:val="00537086"/>
    <w:rsid w:val="00540479"/>
    <w:rsid w:val="005406EB"/>
    <w:rsid w:val="0054076A"/>
    <w:rsid w:val="00540C01"/>
    <w:rsid w:val="005434A6"/>
    <w:rsid w:val="005435C8"/>
    <w:rsid w:val="00543F07"/>
    <w:rsid w:val="005446A9"/>
    <w:rsid w:val="0054491F"/>
    <w:rsid w:val="005452E0"/>
    <w:rsid w:val="0054609D"/>
    <w:rsid w:val="00546192"/>
    <w:rsid w:val="00547AD2"/>
    <w:rsid w:val="0055111D"/>
    <w:rsid w:val="00553375"/>
    <w:rsid w:val="005534E7"/>
    <w:rsid w:val="005540AF"/>
    <w:rsid w:val="005543C6"/>
    <w:rsid w:val="00554BFB"/>
    <w:rsid w:val="00554C2D"/>
    <w:rsid w:val="00555884"/>
    <w:rsid w:val="00557E99"/>
    <w:rsid w:val="00561931"/>
    <w:rsid w:val="00561A0E"/>
    <w:rsid w:val="0056360F"/>
    <w:rsid w:val="00564169"/>
    <w:rsid w:val="00564BCA"/>
    <w:rsid w:val="00564DDD"/>
    <w:rsid w:val="00565026"/>
    <w:rsid w:val="00565CE5"/>
    <w:rsid w:val="0056689E"/>
    <w:rsid w:val="00566FB4"/>
    <w:rsid w:val="005671DF"/>
    <w:rsid w:val="00570157"/>
    <w:rsid w:val="005717C5"/>
    <w:rsid w:val="00571DE2"/>
    <w:rsid w:val="00572B6C"/>
    <w:rsid w:val="00572F04"/>
    <w:rsid w:val="00572F11"/>
    <w:rsid w:val="00573182"/>
    <w:rsid w:val="00573536"/>
    <w:rsid w:val="005736B7"/>
    <w:rsid w:val="00573F86"/>
    <w:rsid w:val="0057465D"/>
    <w:rsid w:val="00574967"/>
    <w:rsid w:val="00575CC9"/>
    <w:rsid w:val="00575E5A"/>
    <w:rsid w:val="0057765F"/>
    <w:rsid w:val="00577A3C"/>
    <w:rsid w:val="00577C2A"/>
    <w:rsid w:val="00580245"/>
    <w:rsid w:val="00580BF5"/>
    <w:rsid w:val="00581A96"/>
    <w:rsid w:val="00583E07"/>
    <w:rsid w:val="0058678B"/>
    <w:rsid w:val="00586802"/>
    <w:rsid w:val="0058680D"/>
    <w:rsid w:val="0058793D"/>
    <w:rsid w:val="00587F74"/>
    <w:rsid w:val="005907D0"/>
    <w:rsid w:val="00591185"/>
    <w:rsid w:val="00593FAE"/>
    <w:rsid w:val="005950BB"/>
    <w:rsid w:val="00596E4E"/>
    <w:rsid w:val="0059798D"/>
    <w:rsid w:val="005A1F44"/>
    <w:rsid w:val="005A356D"/>
    <w:rsid w:val="005A3847"/>
    <w:rsid w:val="005A3D2F"/>
    <w:rsid w:val="005A45D1"/>
    <w:rsid w:val="005A4694"/>
    <w:rsid w:val="005A595A"/>
    <w:rsid w:val="005B1496"/>
    <w:rsid w:val="005B222D"/>
    <w:rsid w:val="005B3E86"/>
    <w:rsid w:val="005B43BE"/>
    <w:rsid w:val="005B4EC0"/>
    <w:rsid w:val="005B6DDE"/>
    <w:rsid w:val="005B73B8"/>
    <w:rsid w:val="005C13BC"/>
    <w:rsid w:val="005C1A97"/>
    <w:rsid w:val="005C1B52"/>
    <w:rsid w:val="005C36B9"/>
    <w:rsid w:val="005C3CAC"/>
    <w:rsid w:val="005C490C"/>
    <w:rsid w:val="005C49ED"/>
    <w:rsid w:val="005C5D80"/>
    <w:rsid w:val="005D0991"/>
    <w:rsid w:val="005D0BC1"/>
    <w:rsid w:val="005D0E89"/>
    <w:rsid w:val="005D2410"/>
    <w:rsid w:val="005D3964"/>
    <w:rsid w:val="005D3C39"/>
    <w:rsid w:val="005D5049"/>
    <w:rsid w:val="005D5689"/>
    <w:rsid w:val="005D6071"/>
    <w:rsid w:val="005E0759"/>
    <w:rsid w:val="005E24CB"/>
    <w:rsid w:val="005E49D0"/>
    <w:rsid w:val="005E6218"/>
    <w:rsid w:val="005E7ADE"/>
    <w:rsid w:val="005E7AF9"/>
    <w:rsid w:val="005E7E6E"/>
    <w:rsid w:val="005F1BC7"/>
    <w:rsid w:val="005F1E2E"/>
    <w:rsid w:val="005F2969"/>
    <w:rsid w:val="005F298D"/>
    <w:rsid w:val="005F3295"/>
    <w:rsid w:val="005F6CCC"/>
    <w:rsid w:val="005F7FF8"/>
    <w:rsid w:val="00600F67"/>
    <w:rsid w:val="0060115D"/>
    <w:rsid w:val="00601178"/>
    <w:rsid w:val="0060125D"/>
    <w:rsid w:val="006014F5"/>
    <w:rsid w:val="00601A8C"/>
    <w:rsid w:val="006025F3"/>
    <w:rsid w:val="00602DFB"/>
    <w:rsid w:val="006073CA"/>
    <w:rsid w:val="00607C86"/>
    <w:rsid w:val="0061068E"/>
    <w:rsid w:val="006115D3"/>
    <w:rsid w:val="00612E3D"/>
    <w:rsid w:val="00613C8C"/>
    <w:rsid w:val="00617041"/>
    <w:rsid w:val="00617B5A"/>
    <w:rsid w:val="0062045C"/>
    <w:rsid w:val="00624EB2"/>
    <w:rsid w:val="00625906"/>
    <w:rsid w:val="0062669A"/>
    <w:rsid w:val="00626829"/>
    <w:rsid w:val="00626963"/>
    <w:rsid w:val="00626B5D"/>
    <w:rsid w:val="0062741F"/>
    <w:rsid w:val="00627A39"/>
    <w:rsid w:val="00631633"/>
    <w:rsid w:val="00631EAA"/>
    <w:rsid w:val="00631F69"/>
    <w:rsid w:val="00633ED3"/>
    <w:rsid w:val="00634A88"/>
    <w:rsid w:val="00640ADF"/>
    <w:rsid w:val="00640B30"/>
    <w:rsid w:val="00641094"/>
    <w:rsid w:val="006434F4"/>
    <w:rsid w:val="00644460"/>
    <w:rsid w:val="0064569C"/>
    <w:rsid w:val="00646382"/>
    <w:rsid w:val="00647BE3"/>
    <w:rsid w:val="00650C7D"/>
    <w:rsid w:val="006510A4"/>
    <w:rsid w:val="00651926"/>
    <w:rsid w:val="0065255A"/>
    <w:rsid w:val="006527F8"/>
    <w:rsid w:val="00652EFD"/>
    <w:rsid w:val="0065396D"/>
    <w:rsid w:val="00653E0A"/>
    <w:rsid w:val="00654648"/>
    <w:rsid w:val="00655749"/>
    <w:rsid w:val="00655976"/>
    <w:rsid w:val="0065610E"/>
    <w:rsid w:val="00656A03"/>
    <w:rsid w:val="00660587"/>
    <w:rsid w:val="00660AD3"/>
    <w:rsid w:val="006638F8"/>
    <w:rsid w:val="00664669"/>
    <w:rsid w:val="00665962"/>
    <w:rsid w:val="00665BDC"/>
    <w:rsid w:val="006667E6"/>
    <w:rsid w:val="00666F2D"/>
    <w:rsid w:val="00670EDB"/>
    <w:rsid w:val="006715C1"/>
    <w:rsid w:val="00672DAE"/>
    <w:rsid w:val="00673188"/>
    <w:rsid w:val="00673F7D"/>
    <w:rsid w:val="00674099"/>
    <w:rsid w:val="00674785"/>
    <w:rsid w:val="006749AD"/>
    <w:rsid w:val="006776B6"/>
    <w:rsid w:val="00680701"/>
    <w:rsid w:val="00680D0C"/>
    <w:rsid w:val="00684D33"/>
    <w:rsid w:val="00691118"/>
    <w:rsid w:val="006925E6"/>
    <w:rsid w:val="00693150"/>
    <w:rsid w:val="00694E3D"/>
    <w:rsid w:val="00696691"/>
    <w:rsid w:val="00696E3D"/>
    <w:rsid w:val="006A070D"/>
    <w:rsid w:val="006A14D0"/>
    <w:rsid w:val="006A1D4B"/>
    <w:rsid w:val="006A1FB5"/>
    <w:rsid w:val="006A29A6"/>
    <w:rsid w:val="006A4264"/>
    <w:rsid w:val="006A465F"/>
    <w:rsid w:val="006A5271"/>
    <w:rsid w:val="006A540D"/>
    <w:rsid w:val="006A5570"/>
    <w:rsid w:val="006A689C"/>
    <w:rsid w:val="006A6DF0"/>
    <w:rsid w:val="006B0B03"/>
    <w:rsid w:val="006B12A4"/>
    <w:rsid w:val="006B3D79"/>
    <w:rsid w:val="006B510E"/>
    <w:rsid w:val="006B6975"/>
    <w:rsid w:val="006B6FE4"/>
    <w:rsid w:val="006B73A9"/>
    <w:rsid w:val="006B78C6"/>
    <w:rsid w:val="006C0453"/>
    <w:rsid w:val="006C19F7"/>
    <w:rsid w:val="006C21E8"/>
    <w:rsid w:val="006C2343"/>
    <w:rsid w:val="006C3A38"/>
    <w:rsid w:val="006C442A"/>
    <w:rsid w:val="006C4639"/>
    <w:rsid w:val="006C4864"/>
    <w:rsid w:val="006C533D"/>
    <w:rsid w:val="006C5409"/>
    <w:rsid w:val="006D0333"/>
    <w:rsid w:val="006D03B3"/>
    <w:rsid w:val="006D0FD1"/>
    <w:rsid w:val="006D3B4B"/>
    <w:rsid w:val="006D4252"/>
    <w:rsid w:val="006D4528"/>
    <w:rsid w:val="006D5C5A"/>
    <w:rsid w:val="006D7CD8"/>
    <w:rsid w:val="006E0578"/>
    <w:rsid w:val="006E0CBF"/>
    <w:rsid w:val="006E100C"/>
    <w:rsid w:val="006E314D"/>
    <w:rsid w:val="006E5405"/>
    <w:rsid w:val="006E63BC"/>
    <w:rsid w:val="006E6A28"/>
    <w:rsid w:val="006E6C80"/>
    <w:rsid w:val="006E750A"/>
    <w:rsid w:val="006F2240"/>
    <w:rsid w:val="006F29D2"/>
    <w:rsid w:val="006F439C"/>
    <w:rsid w:val="006F6B09"/>
    <w:rsid w:val="006F75BA"/>
    <w:rsid w:val="0070255F"/>
    <w:rsid w:val="007029B1"/>
    <w:rsid w:val="00703549"/>
    <w:rsid w:val="007038DC"/>
    <w:rsid w:val="007042F9"/>
    <w:rsid w:val="007049CA"/>
    <w:rsid w:val="00704C59"/>
    <w:rsid w:val="007055DB"/>
    <w:rsid w:val="00706808"/>
    <w:rsid w:val="00706B12"/>
    <w:rsid w:val="00706F4C"/>
    <w:rsid w:val="0070752A"/>
    <w:rsid w:val="00710723"/>
    <w:rsid w:val="0071080E"/>
    <w:rsid w:val="00711119"/>
    <w:rsid w:val="0071250A"/>
    <w:rsid w:val="00712C6B"/>
    <w:rsid w:val="007134F3"/>
    <w:rsid w:val="007146EC"/>
    <w:rsid w:val="00717D97"/>
    <w:rsid w:val="0072018C"/>
    <w:rsid w:val="00720F4A"/>
    <w:rsid w:val="007232D0"/>
    <w:rsid w:val="00723ED1"/>
    <w:rsid w:val="007250A8"/>
    <w:rsid w:val="007255EF"/>
    <w:rsid w:val="00726461"/>
    <w:rsid w:val="00726B16"/>
    <w:rsid w:val="007278C9"/>
    <w:rsid w:val="007309F6"/>
    <w:rsid w:val="007330EF"/>
    <w:rsid w:val="007334CD"/>
    <w:rsid w:val="0073461B"/>
    <w:rsid w:val="00734E41"/>
    <w:rsid w:val="007356BD"/>
    <w:rsid w:val="00735D3B"/>
    <w:rsid w:val="007372AC"/>
    <w:rsid w:val="00737F95"/>
    <w:rsid w:val="00740AF5"/>
    <w:rsid w:val="00741294"/>
    <w:rsid w:val="00741502"/>
    <w:rsid w:val="0074192E"/>
    <w:rsid w:val="0074204C"/>
    <w:rsid w:val="00743525"/>
    <w:rsid w:val="00744F6A"/>
    <w:rsid w:val="00745555"/>
    <w:rsid w:val="00746A3A"/>
    <w:rsid w:val="0074727B"/>
    <w:rsid w:val="00752D15"/>
    <w:rsid w:val="0075376C"/>
    <w:rsid w:val="00753E85"/>
    <w:rsid w:val="007541A2"/>
    <w:rsid w:val="00755818"/>
    <w:rsid w:val="00755E2F"/>
    <w:rsid w:val="007611BB"/>
    <w:rsid w:val="0076241C"/>
    <w:rsid w:val="0076286B"/>
    <w:rsid w:val="00762F71"/>
    <w:rsid w:val="00763B51"/>
    <w:rsid w:val="00765125"/>
    <w:rsid w:val="007654A5"/>
    <w:rsid w:val="00766846"/>
    <w:rsid w:val="00766C2B"/>
    <w:rsid w:val="00766F4A"/>
    <w:rsid w:val="0076790E"/>
    <w:rsid w:val="00771B61"/>
    <w:rsid w:val="00771C62"/>
    <w:rsid w:val="0077382B"/>
    <w:rsid w:val="00773C60"/>
    <w:rsid w:val="00773DC0"/>
    <w:rsid w:val="00774789"/>
    <w:rsid w:val="0077673A"/>
    <w:rsid w:val="00776C7C"/>
    <w:rsid w:val="00777E1F"/>
    <w:rsid w:val="00780666"/>
    <w:rsid w:val="00781AA3"/>
    <w:rsid w:val="00781DE3"/>
    <w:rsid w:val="00782707"/>
    <w:rsid w:val="00782C37"/>
    <w:rsid w:val="00783087"/>
    <w:rsid w:val="0078405F"/>
    <w:rsid w:val="007846E1"/>
    <w:rsid w:val="007847D6"/>
    <w:rsid w:val="00784FD0"/>
    <w:rsid w:val="007858F0"/>
    <w:rsid w:val="00786496"/>
    <w:rsid w:val="0078774D"/>
    <w:rsid w:val="0079069D"/>
    <w:rsid w:val="007925F5"/>
    <w:rsid w:val="00794DDD"/>
    <w:rsid w:val="007969A5"/>
    <w:rsid w:val="00796DC1"/>
    <w:rsid w:val="007A0A29"/>
    <w:rsid w:val="007A1862"/>
    <w:rsid w:val="007A2107"/>
    <w:rsid w:val="007A3B81"/>
    <w:rsid w:val="007A4A74"/>
    <w:rsid w:val="007A4E44"/>
    <w:rsid w:val="007A5172"/>
    <w:rsid w:val="007A5918"/>
    <w:rsid w:val="007A5CF0"/>
    <w:rsid w:val="007A6474"/>
    <w:rsid w:val="007A67A0"/>
    <w:rsid w:val="007A68BE"/>
    <w:rsid w:val="007A7F4D"/>
    <w:rsid w:val="007B050C"/>
    <w:rsid w:val="007B18AA"/>
    <w:rsid w:val="007B3284"/>
    <w:rsid w:val="007B4D21"/>
    <w:rsid w:val="007B570C"/>
    <w:rsid w:val="007B592C"/>
    <w:rsid w:val="007B608D"/>
    <w:rsid w:val="007B67C2"/>
    <w:rsid w:val="007C1338"/>
    <w:rsid w:val="007C154D"/>
    <w:rsid w:val="007C1CD8"/>
    <w:rsid w:val="007C1F79"/>
    <w:rsid w:val="007C2AA1"/>
    <w:rsid w:val="007C2DC8"/>
    <w:rsid w:val="007C4ABB"/>
    <w:rsid w:val="007C4FE0"/>
    <w:rsid w:val="007C6F69"/>
    <w:rsid w:val="007D1039"/>
    <w:rsid w:val="007D2241"/>
    <w:rsid w:val="007D38E4"/>
    <w:rsid w:val="007D3F64"/>
    <w:rsid w:val="007D448E"/>
    <w:rsid w:val="007D50DB"/>
    <w:rsid w:val="007D5A8D"/>
    <w:rsid w:val="007D63FC"/>
    <w:rsid w:val="007E2234"/>
    <w:rsid w:val="007E22C0"/>
    <w:rsid w:val="007E4A6E"/>
    <w:rsid w:val="007E4C6F"/>
    <w:rsid w:val="007E59A1"/>
    <w:rsid w:val="007E6155"/>
    <w:rsid w:val="007E6B85"/>
    <w:rsid w:val="007F15CE"/>
    <w:rsid w:val="007F2953"/>
    <w:rsid w:val="007F32DD"/>
    <w:rsid w:val="007F3581"/>
    <w:rsid w:val="007F3E64"/>
    <w:rsid w:val="007F4AEF"/>
    <w:rsid w:val="007F4F8F"/>
    <w:rsid w:val="007F5367"/>
    <w:rsid w:val="007F56A7"/>
    <w:rsid w:val="007F7053"/>
    <w:rsid w:val="008007C5"/>
    <w:rsid w:val="00800851"/>
    <w:rsid w:val="00800C7F"/>
    <w:rsid w:val="008024CD"/>
    <w:rsid w:val="00802525"/>
    <w:rsid w:val="00803601"/>
    <w:rsid w:val="00804D39"/>
    <w:rsid w:val="00805F00"/>
    <w:rsid w:val="0080737F"/>
    <w:rsid w:val="00807B16"/>
    <w:rsid w:val="00807DD0"/>
    <w:rsid w:val="00810368"/>
    <w:rsid w:val="008113FE"/>
    <w:rsid w:val="00814D08"/>
    <w:rsid w:val="0081521C"/>
    <w:rsid w:val="00815683"/>
    <w:rsid w:val="00815980"/>
    <w:rsid w:val="00815C1B"/>
    <w:rsid w:val="00817A33"/>
    <w:rsid w:val="00820470"/>
    <w:rsid w:val="008217CE"/>
    <w:rsid w:val="008217F2"/>
    <w:rsid w:val="00821D01"/>
    <w:rsid w:val="00822B88"/>
    <w:rsid w:val="00826B7B"/>
    <w:rsid w:val="008301A0"/>
    <w:rsid w:val="00831DE9"/>
    <w:rsid w:val="00831E2B"/>
    <w:rsid w:val="00832911"/>
    <w:rsid w:val="00833899"/>
    <w:rsid w:val="00840E14"/>
    <w:rsid w:val="00841FCB"/>
    <w:rsid w:val="008458EB"/>
    <w:rsid w:val="00845C50"/>
    <w:rsid w:val="00845D74"/>
    <w:rsid w:val="00845DB6"/>
    <w:rsid w:val="00846693"/>
    <w:rsid w:val="00846789"/>
    <w:rsid w:val="00847393"/>
    <w:rsid w:val="00847CD7"/>
    <w:rsid w:val="00851519"/>
    <w:rsid w:val="008543D8"/>
    <w:rsid w:val="00855F28"/>
    <w:rsid w:val="00857BAC"/>
    <w:rsid w:val="00860D8A"/>
    <w:rsid w:val="00862EA1"/>
    <w:rsid w:val="008638C9"/>
    <w:rsid w:val="00864D8F"/>
    <w:rsid w:val="00866974"/>
    <w:rsid w:val="00867F78"/>
    <w:rsid w:val="008703CB"/>
    <w:rsid w:val="0087190F"/>
    <w:rsid w:val="00872044"/>
    <w:rsid w:val="0087262B"/>
    <w:rsid w:val="00873829"/>
    <w:rsid w:val="00873C33"/>
    <w:rsid w:val="00873D02"/>
    <w:rsid w:val="00875241"/>
    <w:rsid w:val="008759A1"/>
    <w:rsid w:val="00876C45"/>
    <w:rsid w:val="00876D73"/>
    <w:rsid w:val="00880C36"/>
    <w:rsid w:val="0088216C"/>
    <w:rsid w:val="0088280B"/>
    <w:rsid w:val="00884275"/>
    <w:rsid w:val="00885737"/>
    <w:rsid w:val="00887F36"/>
    <w:rsid w:val="0089103D"/>
    <w:rsid w:val="00892ECD"/>
    <w:rsid w:val="00893C46"/>
    <w:rsid w:val="00894AB7"/>
    <w:rsid w:val="00894F55"/>
    <w:rsid w:val="00895C8A"/>
    <w:rsid w:val="008961F7"/>
    <w:rsid w:val="0089651B"/>
    <w:rsid w:val="00896CC4"/>
    <w:rsid w:val="00897B96"/>
    <w:rsid w:val="008A1B78"/>
    <w:rsid w:val="008A3568"/>
    <w:rsid w:val="008A5E06"/>
    <w:rsid w:val="008A731A"/>
    <w:rsid w:val="008B0ED8"/>
    <w:rsid w:val="008B10F6"/>
    <w:rsid w:val="008B2021"/>
    <w:rsid w:val="008B251E"/>
    <w:rsid w:val="008B3257"/>
    <w:rsid w:val="008B3D12"/>
    <w:rsid w:val="008B3DB2"/>
    <w:rsid w:val="008B4CEC"/>
    <w:rsid w:val="008B54E1"/>
    <w:rsid w:val="008B60F5"/>
    <w:rsid w:val="008B78F3"/>
    <w:rsid w:val="008B7AFE"/>
    <w:rsid w:val="008B7E94"/>
    <w:rsid w:val="008C0335"/>
    <w:rsid w:val="008C194F"/>
    <w:rsid w:val="008C1FC2"/>
    <w:rsid w:val="008C2620"/>
    <w:rsid w:val="008C27CC"/>
    <w:rsid w:val="008C3044"/>
    <w:rsid w:val="008C50F3"/>
    <w:rsid w:val="008C51DA"/>
    <w:rsid w:val="008C5FF0"/>
    <w:rsid w:val="008C65BC"/>
    <w:rsid w:val="008C6C63"/>
    <w:rsid w:val="008C73C5"/>
    <w:rsid w:val="008C7EFE"/>
    <w:rsid w:val="008D03B9"/>
    <w:rsid w:val="008D2612"/>
    <w:rsid w:val="008D26FD"/>
    <w:rsid w:val="008D2779"/>
    <w:rsid w:val="008D2986"/>
    <w:rsid w:val="008D30C7"/>
    <w:rsid w:val="008D38FA"/>
    <w:rsid w:val="008D552B"/>
    <w:rsid w:val="008D692E"/>
    <w:rsid w:val="008D7D26"/>
    <w:rsid w:val="008E0535"/>
    <w:rsid w:val="008E1138"/>
    <w:rsid w:val="008E12E4"/>
    <w:rsid w:val="008E2E07"/>
    <w:rsid w:val="008E3AB5"/>
    <w:rsid w:val="008E3B01"/>
    <w:rsid w:val="008E52BE"/>
    <w:rsid w:val="008E5D9D"/>
    <w:rsid w:val="008E5DB4"/>
    <w:rsid w:val="008E78A5"/>
    <w:rsid w:val="008F0019"/>
    <w:rsid w:val="008F18D6"/>
    <w:rsid w:val="008F2C9B"/>
    <w:rsid w:val="008F3265"/>
    <w:rsid w:val="008F4391"/>
    <w:rsid w:val="008F6BE8"/>
    <w:rsid w:val="008F797B"/>
    <w:rsid w:val="00901E76"/>
    <w:rsid w:val="009032C3"/>
    <w:rsid w:val="0090370B"/>
    <w:rsid w:val="00903C55"/>
    <w:rsid w:val="00904780"/>
    <w:rsid w:val="009056E5"/>
    <w:rsid w:val="0090635B"/>
    <w:rsid w:val="009068F6"/>
    <w:rsid w:val="00907814"/>
    <w:rsid w:val="009119DE"/>
    <w:rsid w:val="00914516"/>
    <w:rsid w:val="00916A2E"/>
    <w:rsid w:val="00920DEB"/>
    <w:rsid w:val="009210BD"/>
    <w:rsid w:val="0092226C"/>
    <w:rsid w:val="00922385"/>
    <w:rsid w:val="009223DF"/>
    <w:rsid w:val="009241ED"/>
    <w:rsid w:val="00925F7A"/>
    <w:rsid w:val="00930B79"/>
    <w:rsid w:val="00931F53"/>
    <w:rsid w:val="00935206"/>
    <w:rsid w:val="00936091"/>
    <w:rsid w:val="00940D8A"/>
    <w:rsid w:val="00941491"/>
    <w:rsid w:val="0094325D"/>
    <w:rsid w:val="0094424B"/>
    <w:rsid w:val="00944DDB"/>
    <w:rsid w:val="00950B4E"/>
    <w:rsid w:val="00951F56"/>
    <w:rsid w:val="009574CF"/>
    <w:rsid w:val="0096025E"/>
    <w:rsid w:val="009621CD"/>
    <w:rsid w:val="00962258"/>
    <w:rsid w:val="009627EA"/>
    <w:rsid w:val="00962869"/>
    <w:rsid w:val="00962DF1"/>
    <w:rsid w:val="0096400F"/>
    <w:rsid w:val="00964860"/>
    <w:rsid w:val="0096543C"/>
    <w:rsid w:val="009660AD"/>
    <w:rsid w:val="009678B7"/>
    <w:rsid w:val="00971C1A"/>
    <w:rsid w:val="00971DE1"/>
    <w:rsid w:val="00976973"/>
    <w:rsid w:val="00976B44"/>
    <w:rsid w:val="00976FCB"/>
    <w:rsid w:val="00980909"/>
    <w:rsid w:val="009821EF"/>
    <w:rsid w:val="009841BD"/>
    <w:rsid w:val="00984632"/>
    <w:rsid w:val="00984CDB"/>
    <w:rsid w:val="009854FD"/>
    <w:rsid w:val="00986BA3"/>
    <w:rsid w:val="00991104"/>
    <w:rsid w:val="009913A2"/>
    <w:rsid w:val="00992D9C"/>
    <w:rsid w:val="00994508"/>
    <w:rsid w:val="009955DD"/>
    <w:rsid w:val="009959F2"/>
    <w:rsid w:val="009968AD"/>
    <w:rsid w:val="00996CB8"/>
    <w:rsid w:val="009A106F"/>
    <w:rsid w:val="009A27BB"/>
    <w:rsid w:val="009A52BE"/>
    <w:rsid w:val="009A5ECE"/>
    <w:rsid w:val="009A634D"/>
    <w:rsid w:val="009A6886"/>
    <w:rsid w:val="009B0DB1"/>
    <w:rsid w:val="009B0F80"/>
    <w:rsid w:val="009B1FB0"/>
    <w:rsid w:val="009B20BC"/>
    <w:rsid w:val="009B2500"/>
    <w:rsid w:val="009B2E45"/>
    <w:rsid w:val="009B2E97"/>
    <w:rsid w:val="009B3A21"/>
    <w:rsid w:val="009B3CB0"/>
    <w:rsid w:val="009B5146"/>
    <w:rsid w:val="009B733B"/>
    <w:rsid w:val="009B7BA9"/>
    <w:rsid w:val="009B7E95"/>
    <w:rsid w:val="009C0F4D"/>
    <w:rsid w:val="009C2A00"/>
    <w:rsid w:val="009C36AC"/>
    <w:rsid w:val="009C418E"/>
    <w:rsid w:val="009C442C"/>
    <w:rsid w:val="009C7832"/>
    <w:rsid w:val="009C79AB"/>
    <w:rsid w:val="009D10A1"/>
    <w:rsid w:val="009D20A1"/>
    <w:rsid w:val="009D2CBF"/>
    <w:rsid w:val="009D2D3E"/>
    <w:rsid w:val="009D3396"/>
    <w:rsid w:val="009D3B8A"/>
    <w:rsid w:val="009D54E5"/>
    <w:rsid w:val="009D5DFD"/>
    <w:rsid w:val="009D64A5"/>
    <w:rsid w:val="009D6695"/>
    <w:rsid w:val="009E003E"/>
    <w:rsid w:val="009E07F4"/>
    <w:rsid w:val="009E08EE"/>
    <w:rsid w:val="009E1482"/>
    <w:rsid w:val="009E1958"/>
    <w:rsid w:val="009E1AEE"/>
    <w:rsid w:val="009E241A"/>
    <w:rsid w:val="009E3C1B"/>
    <w:rsid w:val="009E4DA1"/>
    <w:rsid w:val="009E540A"/>
    <w:rsid w:val="009E5E68"/>
    <w:rsid w:val="009E7479"/>
    <w:rsid w:val="009E75F2"/>
    <w:rsid w:val="009F309B"/>
    <w:rsid w:val="009F392E"/>
    <w:rsid w:val="009F3B3B"/>
    <w:rsid w:val="009F435C"/>
    <w:rsid w:val="009F46C7"/>
    <w:rsid w:val="009F4CC5"/>
    <w:rsid w:val="009F53C5"/>
    <w:rsid w:val="009F6CA3"/>
    <w:rsid w:val="00A0036A"/>
    <w:rsid w:val="00A019FD"/>
    <w:rsid w:val="00A01CB4"/>
    <w:rsid w:val="00A0209B"/>
    <w:rsid w:val="00A020CC"/>
    <w:rsid w:val="00A034B5"/>
    <w:rsid w:val="00A03E79"/>
    <w:rsid w:val="00A060C1"/>
    <w:rsid w:val="00A066DE"/>
    <w:rsid w:val="00A0740E"/>
    <w:rsid w:val="00A07C15"/>
    <w:rsid w:val="00A103F9"/>
    <w:rsid w:val="00A10D17"/>
    <w:rsid w:val="00A11A90"/>
    <w:rsid w:val="00A12463"/>
    <w:rsid w:val="00A12DFA"/>
    <w:rsid w:val="00A13A01"/>
    <w:rsid w:val="00A13A90"/>
    <w:rsid w:val="00A13F95"/>
    <w:rsid w:val="00A15641"/>
    <w:rsid w:val="00A16220"/>
    <w:rsid w:val="00A235D9"/>
    <w:rsid w:val="00A26B4E"/>
    <w:rsid w:val="00A27C4A"/>
    <w:rsid w:val="00A32F3B"/>
    <w:rsid w:val="00A34A7E"/>
    <w:rsid w:val="00A35009"/>
    <w:rsid w:val="00A373A7"/>
    <w:rsid w:val="00A37AC5"/>
    <w:rsid w:val="00A37F52"/>
    <w:rsid w:val="00A403B6"/>
    <w:rsid w:val="00A40426"/>
    <w:rsid w:val="00A4043B"/>
    <w:rsid w:val="00A4050F"/>
    <w:rsid w:val="00A40C1B"/>
    <w:rsid w:val="00A4169A"/>
    <w:rsid w:val="00A432EF"/>
    <w:rsid w:val="00A43668"/>
    <w:rsid w:val="00A446BE"/>
    <w:rsid w:val="00A46E35"/>
    <w:rsid w:val="00A47DE5"/>
    <w:rsid w:val="00A50641"/>
    <w:rsid w:val="00A51062"/>
    <w:rsid w:val="00A51BE9"/>
    <w:rsid w:val="00A51C91"/>
    <w:rsid w:val="00A530BF"/>
    <w:rsid w:val="00A55030"/>
    <w:rsid w:val="00A55C4E"/>
    <w:rsid w:val="00A55C9A"/>
    <w:rsid w:val="00A56621"/>
    <w:rsid w:val="00A56A4F"/>
    <w:rsid w:val="00A56DEC"/>
    <w:rsid w:val="00A571E7"/>
    <w:rsid w:val="00A6177B"/>
    <w:rsid w:val="00A619CA"/>
    <w:rsid w:val="00A626D2"/>
    <w:rsid w:val="00A62FE1"/>
    <w:rsid w:val="00A64237"/>
    <w:rsid w:val="00A65BE6"/>
    <w:rsid w:val="00A65D0C"/>
    <w:rsid w:val="00A65FC1"/>
    <w:rsid w:val="00A66136"/>
    <w:rsid w:val="00A6718D"/>
    <w:rsid w:val="00A71189"/>
    <w:rsid w:val="00A716DB"/>
    <w:rsid w:val="00A72556"/>
    <w:rsid w:val="00A727C6"/>
    <w:rsid w:val="00A73061"/>
    <w:rsid w:val="00A7364A"/>
    <w:rsid w:val="00A7410B"/>
    <w:rsid w:val="00A74991"/>
    <w:rsid w:val="00A74B4D"/>
    <w:rsid w:val="00A74DCC"/>
    <w:rsid w:val="00A74FFB"/>
    <w:rsid w:val="00A7506D"/>
    <w:rsid w:val="00A75331"/>
    <w:rsid w:val="00A753ED"/>
    <w:rsid w:val="00A7567E"/>
    <w:rsid w:val="00A77512"/>
    <w:rsid w:val="00A80B49"/>
    <w:rsid w:val="00A8206C"/>
    <w:rsid w:val="00A82A07"/>
    <w:rsid w:val="00A84500"/>
    <w:rsid w:val="00A85121"/>
    <w:rsid w:val="00A87227"/>
    <w:rsid w:val="00A87F59"/>
    <w:rsid w:val="00A90B86"/>
    <w:rsid w:val="00A919A4"/>
    <w:rsid w:val="00A92C1D"/>
    <w:rsid w:val="00A94C2F"/>
    <w:rsid w:val="00A95C0A"/>
    <w:rsid w:val="00A965D3"/>
    <w:rsid w:val="00AA2B89"/>
    <w:rsid w:val="00AA3E17"/>
    <w:rsid w:val="00AA4782"/>
    <w:rsid w:val="00AA4CBB"/>
    <w:rsid w:val="00AA4EEF"/>
    <w:rsid w:val="00AA5C98"/>
    <w:rsid w:val="00AA5C9B"/>
    <w:rsid w:val="00AA65FA"/>
    <w:rsid w:val="00AA7351"/>
    <w:rsid w:val="00AA7A82"/>
    <w:rsid w:val="00AB0788"/>
    <w:rsid w:val="00AB1063"/>
    <w:rsid w:val="00AB12DF"/>
    <w:rsid w:val="00AB28D0"/>
    <w:rsid w:val="00AB2D3E"/>
    <w:rsid w:val="00AB4CB7"/>
    <w:rsid w:val="00AB4FA7"/>
    <w:rsid w:val="00AB6916"/>
    <w:rsid w:val="00AB6F88"/>
    <w:rsid w:val="00AB7090"/>
    <w:rsid w:val="00AC07D3"/>
    <w:rsid w:val="00AC13A1"/>
    <w:rsid w:val="00AC3011"/>
    <w:rsid w:val="00AC3EA9"/>
    <w:rsid w:val="00AC52D8"/>
    <w:rsid w:val="00AC6613"/>
    <w:rsid w:val="00AC6FB1"/>
    <w:rsid w:val="00AC7FA8"/>
    <w:rsid w:val="00AD056F"/>
    <w:rsid w:val="00AD0714"/>
    <w:rsid w:val="00AD0C7B"/>
    <w:rsid w:val="00AD0CC3"/>
    <w:rsid w:val="00AD1771"/>
    <w:rsid w:val="00AD1786"/>
    <w:rsid w:val="00AD3565"/>
    <w:rsid w:val="00AD3B77"/>
    <w:rsid w:val="00AD41CF"/>
    <w:rsid w:val="00AD4CCC"/>
    <w:rsid w:val="00AD5F1A"/>
    <w:rsid w:val="00AD61BD"/>
    <w:rsid w:val="00AD6731"/>
    <w:rsid w:val="00AD792A"/>
    <w:rsid w:val="00AE10D0"/>
    <w:rsid w:val="00AE16EF"/>
    <w:rsid w:val="00AE1D4A"/>
    <w:rsid w:val="00AE39A3"/>
    <w:rsid w:val="00AE3BB4"/>
    <w:rsid w:val="00AE3E21"/>
    <w:rsid w:val="00AE5EA8"/>
    <w:rsid w:val="00AE627C"/>
    <w:rsid w:val="00AF06C8"/>
    <w:rsid w:val="00AF2AEB"/>
    <w:rsid w:val="00AF3122"/>
    <w:rsid w:val="00AF32F5"/>
    <w:rsid w:val="00AF4D76"/>
    <w:rsid w:val="00AF5E95"/>
    <w:rsid w:val="00AF7036"/>
    <w:rsid w:val="00B008D5"/>
    <w:rsid w:val="00B00C0B"/>
    <w:rsid w:val="00B02F73"/>
    <w:rsid w:val="00B035B6"/>
    <w:rsid w:val="00B03776"/>
    <w:rsid w:val="00B0619F"/>
    <w:rsid w:val="00B067E0"/>
    <w:rsid w:val="00B0765B"/>
    <w:rsid w:val="00B104FA"/>
    <w:rsid w:val="00B13A26"/>
    <w:rsid w:val="00B15D0D"/>
    <w:rsid w:val="00B15F78"/>
    <w:rsid w:val="00B17072"/>
    <w:rsid w:val="00B206FF"/>
    <w:rsid w:val="00B22106"/>
    <w:rsid w:val="00B222F7"/>
    <w:rsid w:val="00B22971"/>
    <w:rsid w:val="00B22976"/>
    <w:rsid w:val="00B2309B"/>
    <w:rsid w:val="00B2468E"/>
    <w:rsid w:val="00B25CEE"/>
    <w:rsid w:val="00B27466"/>
    <w:rsid w:val="00B33ABD"/>
    <w:rsid w:val="00B3404C"/>
    <w:rsid w:val="00B34CA4"/>
    <w:rsid w:val="00B34E7F"/>
    <w:rsid w:val="00B361A8"/>
    <w:rsid w:val="00B36D02"/>
    <w:rsid w:val="00B37513"/>
    <w:rsid w:val="00B411E9"/>
    <w:rsid w:val="00B41518"/>
    <w:rsid w:val="00B429CF"/>
    <w:rsid w:val="00B42A5E"/>
    <w:rsid w:val="00B448FF"/>
    <w:rsid w:val="00B518A8"/>
    <w:rsid w:val="00B51ABC"/>
    <w:rsid w:val="00B51E0F"/>
    <w:rsid w:val="00B51EB0"/>
    <w:rsid w:val="00B52A86"/>
    <w:rsid w:val="00B5431A"/>
    <w:rsid w:val="00B556D7"/>
    <w:rsid w:val="00B55826"/>
    <w:rsid w:val="00B60046"/>
    <w:rsid w:val="00B60CE2"/>
    <w:rsid w:val="00B61530"/>
    <w:rsid w:val="00B625EC"/>
    <w:rsid w:val="00B6308F"/>
    <w:rsid w:val="00B6371E"/>
    <w:rsid w:val="00B63D71"/>
    <w:rsid w:val="00B6436B"/>
    <w:rsid w:val="00B645BC"/>
    <w:rsid w:val="00B649D5"/>
    <w:rsid w:val="00B65A41"/>
    <w:rsid w:val="00B66203"/>
    <w:rsid w:val="00B70267"/>
    <w:rsid w:val="00B70DB8"/>
    <w:rsid w:val="00B71674"/>
    <w:rsid w:val="00B73124"/>
    <w:rsid w:val="00B7330D"/>
    <w:rsid w:val="00B734ED"/>
    <w:rsid w:val="00B73BEB"/>
    <w:rsid w:val="00B747F3"/>
    <w:rsid w:val="00B75EE1"/>
    <w:rsid w:val="00B77110"/>
    <w:rsid w:val="00B77481"/>
    <w:rsid w:val="00B77C6D"/>
    <w:rsid w:val="00B80502"/>
    <w:rsid w:val="00B80CB0"/>
    <w:rsid w:val="00B80E53"/>
    <w:rsid w:val="00B81671"/>
    <w:rsid w:val="00B818F8"/>
    <w:rsid w:val="00B8265A"/>
    <w:rsid w:val="00B82A36"/>
    <w:rsid w:val="00B82CA4"/>
    <w:rsid w:val="00B83FB3"/>
    <w:rsid w:val="00B8518B"/>
    <w:rsid w:val="00B85BF4"/>
    <w:rsid w:val="00B86106"/>
    <w:rsid w:val="00B86190"/>
    <w:rsid w:val="00B86A4E"/>
    <w:rsid w:val="00B93DEB"/>
    <w:rsid w:val="00B96AA0"/>
    <w:rsid w:val="00B97CC3"/>
    <w:rsid w:val="00BA00D9"/>
    <w:rsid w:val="00BA197A"/>
    <w:rsid w:val="00BA1CFD"/>
    <w:rsid w:val="00BA3D9D"/>
    <w:rsid w:val="00BB1A18"/>
    <w:rsid w:val="00BB4AF2"/>
    <w:rsid w:val="00BB4CE0"/>
    <w:rsid w:val="00BB5FF6"/>
    <w:rsid w:val="00BB72FA"/>
    <w:rsid w:val="00BB7489"/>
    <w:rsid w:val="00BC06C4"/>
    <w:rsid w:val="00BC1044"/>
    <w:rsid w:val="00BC2201"/>
    <w:rsid w:val="00BC3CDD"/>
    <w:rsid w:val="00BC491D"/>
    <w:rsid w:val="00BC49C0"/>
    <w:rsid w:val="00BC4CE7"/>
    <w:rsid w:val="00BC52CD"/>
    <w:rsid w:val="00BC6455"/>
    <w:rsid w:val="00BC663E"/>
    <w:rsid w:val="00BC6D2B"/>
    <w:rsid w:val="00BC6FC4"/>
    <w:rsid w:val="00BC7269"/>
    <w:rsid w:val="00BD0273"/>
    <w:rsid w:val="00BD032B"/>
    <w:rsid w:val="00BD04FA"/>
    <w:rsid w:val="00BD07D8"/>
    <w:rsid w:val="00BD0A16"/>
    <w:rsid w:val="00BD2F67"/>
    <w:rsid w:val="00BD4E9E"/>
    <w:rsid w:val="00BD5561"/>
    <w:rsid w:val="00BD5A0E"/>
    <w:rsid w:val="00BD6850"/>
    <w:rsid w:val="00BD7438"/>
    <w:rsid w:val="00BD7E91"/>
    <w:rsid w:val="00BD7F0D"/>
    <w:rsid w:val="00BE0913"/>
    <w:rsid w:val="00BE0FD0"/>
    <w:rsid w:val="00BE22EE"/>
    <w:rsid w:val="00BE3A1A"/>
    <w:rsid w:val="00BE49F4"/>
    <w:rsid w:val="00BE7CD3"/>
    <w:rsid w:val="00BF2A76"/>
    <w:rsid w:val="00BF30A4"/>
    <w:rsid w:val="00BF3817"/>
    <w:rsid w:val="00BF393A"/>
    <w:rsid w:val="00BF3B12"/>
    <w:rsid w:val="00BF5852"/>
    <w:rsid w:val="00BF6640"/>
    <w:rsid w:val="00BF6875"/>
    <w:rsid w:val="00BF6AF2"/>
    <w:rsid w:val="00BF6E6C"/>
    <w:rsid w:val="00C00B28"/>
    <w:rsid w:val="00C02436"/>
    <w:rsid w:val="00C02D0A"/>
    <w:rsid w:val="00C03A6E"/>
    <w:rsid w:val="00C0425E"/>
    <w:rsid w:val="00C05F38"/>
    <w:rsid w:val="00C06F8A"/>
    <w:rsid w:val="00C0726C"/>
    <w:rsid w:val="00C07508"/>
    <w:rsid w:val="00C166A8"/>
    <w:rsid w:val="00C16E4F"/>
    <w:rsid w:val="00C203FF"/>
    <w:rsid w:val="00C212F4"/>
    <w:rsid w:val="00C21BEB"/>
    <w:rsid w:val="00C220BC"/>
    <w:rsid w:val="00C226C0"/>
    <w:rsid w:val="00C235B9"/>
    <w:rsid w:val="00C23C5F"/>
    <w:rsid w:val="00C26B03"/>
    <w:rsid w:val="00C30347"/>
    <w:rsid w:val="00C313BF"/>
    <w:rsid w:val="00C31ADD"/>
    <w:rsid w:val="00C32229"/>
    <w:rsid w:val="00C33938"/>
    <w:rsid w:val="00C33CA6"/>
    <w:rsid w:val="00C34047"/>
    <w:rsid w:val="00C34793"/>
    <w:rsid w:val="00C34D1B"/>
    <w:rsid w:val="00C35E33"/>
    <w:rsid w:val="00C37B25"/>
    <w:rsid w:val="00C413CB"/>
    <w:rsid w:val="00C429F0"/>
    <w:rsid w:val="00C42FE6"/>
    <w:rsid w:val="00C44F6A"/>
    <w:rsid w:val="00C460C6"/>
    <w:rsid w:val="00C50431"/>
    <w:rsid w:val="00C51B58"/>
    <w:rsid w:val="00C524D1"/>
    <w:rsid w:val="00C52720"/>
    <w:rsid w:val="00C52C0B"/>
    <w:rsid w:val="00C5468D"/>
    <w:rsid w:val="00C55B48"/>
    <w:rsid w:val="00C55CEB"/>
    <w:rsid w:val="00C56962"/>
    <w:rsid w:val="00C56B64"/>
    <w:rsid w:val="00C57268"/>
    <w:rsid w:val="00C60A4C"/>
    <w:rsid w:val="00C60FCF"/>
    <w:rsid w:val="00C6198E"/>
    <w:rsid w:val="00C6287F"/>
    <w:rsid w:val="00C6339C"/>
    <w:rsid w:val="00C639AD"/>
    <w:rsid w:val="00C6654F"/>
    <w:rsid w:val="00C6720B"/>
    <w:rsid w:val="00C70748"/>
    <w:rsid w:val="00C7077F"/>
    <w:rsid w:val="00C708EA"/>
    <w:rsid w:val="00C7216F"/>
    <w:rsid w:val="00C73DA4"/>
    <w:rsid w:val="00C75802"/>
    <w:rsid w:val="00C75CF8"/>
    <w:rsid w:val="00C776E5"/>
    <w:rsid w:val="00C778A5"/>
    <w:rsid w:val="00C809C1"/>
    <w:rsid w:val="00C81CEF"/>
    <w:rsid w:val="00C82396"/>
    <w:rsid w:val="00C84C01"/>
    <w:rsid w:val="00C84F86"/>
    <w:rsid w:val="00C90CF7"/>
    <w:rsid w:val="00C95162"/>
    <w:rsid w:val="00C95863"/>
    <w:rsid w:val="00C97246"/>
    <w:rsid w:val="00C97DB2"/>
    <w:rsid w:val="00CA08FB"/>
    <w:rsid w:val="00CA0A79"/>
    <w:rsid w:val="00CA1FE2"/>
    <w:rsid w:val="00CA2357"/>
    <w:rsid w:val="00CA2B1E"/>
    <w:rsid w:val="00CA2B5E"/>
    <w:rsid w:val="00CA3E50"/>
    <w:rsid w:val="00CA41FA"/>
    <w:rsid w:val="00CA466B"/>
    <w:rsid w:val="00CA4A2C"/>
    <w:rsid w:val="00CA5133"/>
    <w:rsid w:val="00CA69CC"/>
    <w:rsid w:val="00CB00D4"/>
    <w:rsid w:val="00CB020E"/>
    <w:rsid w:val="00CB140F"/>
    <w:rsid w:val="00CB14C4"/>
    <w:rsid w:val="00CB14C7"/>
    <w:rsid w:val="00CB2B9A"/>
    <w:rsid w:val="00CB3151"/>
    <w:rsid w:val="00CB34EF"/>
    <w:rsid w:val="00CB419B"/>
    <w:rsid w:val="00CB51FD"/>
    <w:rsid w:val="00CB535A"/>
    <w:rsid w:val="00CB65CD"/>
    <w:rsid w:val="00CB6A37"/>
    <w:rsid w:val="00CB6AC6"/>
    <w:rsid w:val="00CB7684"/>
    <w:rsid w:val="00CC005F"/>
    <w:rsid w:val="00CC0738"/>
    <w:rsid w:val="00CC0ADA"/>
    <w:rsid w:val="00CC0E0B"/>
    <w:rsid w:val="00CC1295"/>
    <w:rsid w:val="00CC1656"/>
    <w:rsid w:val="00CC16CC"/>
    <w:rsid w:val="00CC3F4F"/>
    <w:rsid w:val="00CC413F"/>
    <w:rsid w:val="00CC4380"/>
    <w:rsid w:val="00CC46FC"/>
    <w:rsid w:val="00CC79E1"/>
    <w:rsid w:val="00CC7BE1"/>
    <w:rsid w:val="00CC7C8F"/>
    <w:rsid w:val="00CC7F60"/>
    <w:rsid w:val="00CD0B8B"/>
    <w:rsid w:val="00CD1856"/>
    <w:rsid w:val="00CD1C73"/>
    <w:rsid w:val="00CD1FC4"/>
    <w:rsid w:val="00CD5995"/>
    <w:rsid w:val="00CD5D15"/>
    <w:rsid w:val="00CD7B3F"/>
    <w:rsid w:val="00CE15F0"/>
    <w:rsid w:val="00CE2274"/>
    <w:rsid w:val="00CE22D6"/>
    <w:rsid w:val="00CE6722"/>
    <w:rsid w:val="00CE6C42"/>
    <w:rsid w:val="00CE7DE6"/>
    <w:rsid w:val="00CF06BF"/>
    <w:rsid w:val="00CF0DBE"/>
    <w:rsid w:val="00CF1799"/>
    <w:rsid w:val="00CF4237"/>
    <w:rsid w:val="00CF42AD"/>
    <w:rsid w:val="00CF4AAE"/>
    <w:rsid w:val="00CF5185"/>
    <w:rsid w:val="00CF617B"/>
    <w:rsid w:val="00CF7B47"/>
    <w:rsid w:val="00D00256"/>
    <w:rsid w:val="00D006F4"/>
    <w:rsid w:val="00D01AF3"/>
    <w:rsid w:val="00D02A94"/>
    <w:rsid w:val="00D034A0"/>
    <w:rsid w:val="00D07B20"/>
    <w:rsid w:val="00D10973"/>
    <w:rsid w:val="00D1099C"/>
    <w:rsid w:val="00D10A2D"/>
    <w:rsid w:val="00D122E5"/>
    <w:rsid w:val="00D129AF"/>
    <w:rsid w:val="00D129D5"/>
    <w:rsid w:val="00D139AC"/>
    <w:rsid w:val="00D145E1"/>
    <w:rsid w:val="00D148AE"/>
    <w:rsid w:val="00D148BC"/>
    <w:rsid w:val="00D15C45"/>
    <w:rsid w:val="00D16CC7"/>
    <w:rsid w:val="00D20392"/>
    <w:rsid w:val="00D2074A"/>
    <w:rsid w:val="00D20E22"/>
    <w:rsid w:val="00D21061"/>
    <w:rsid w:val="00D21732"/>
    <w:rsid w:val="00D222F7"/>
    <w:rsid w:val="00D22913"/>
    <w:rsid w:val="00D25FC2"/>
    <w:rsid w:val="00D2652A"/>
    <w:rsid w:val="00D30099"/>
    <w:rsid w:val="00D3128F"/>
    <w:rsid w:val="00D31828"/>
    <w:rsid w:val="00D320AC"/>
    <w:rsid w:val="00D34384"/>
    <w:rsid w:val="00D36F4B"/>
    <w:rsid w:val="00D372A3"/>
    <w:rsid w:val="00D37513"/>
    <w:rsid w:val="00D37B14"/>
    <w:rsid w:val="00D40FCB"/>
    <w:rsid w:val="00D4108E"/>
    <w:rsid w:val="00D42474"/>
    <w:rsid w:val="00D4608D"/>
    <w:rsid w:val="00D474A0"/>
    <w:rsid w:val="00D510F1"/>
    <w:rsid w:val="00D51DF4"/>
    <w:rsid w:val="00D526CD"/>
    <w:rsid w:val="00D54135"/>
    <w:rsid w:val="00D57BFB"/>
    <w:rsid w:val="00D6027A"/>
    <w:rsid w:val="00D605F5"/>
    <w:rsid w:val="00D6163D"/>
    <w:rsid w:val="00D6201B"/>
    <w:rsid w:val="00D6259C"/>
    <w:rsid w:val="00D62911"/>
    <w:rsid w:val="00D6552D"/>
    <w:rsid w:val="00D65B9A"/>
    <w:rsid w:val="00D665AB"/>
    <w:rsid w:val="00D70AEA"/>
    <w:rsid w:val="00D72866"/>
    <w:rsid w:val="00D7399D"/>
    <w:rsid w:val="00D7668B"/>
    <w:rsid w:val="00D774E6"/>
    <w:rsid w:val="00D80A5C"/>
    <w:rsid w:val="00D8114B"/>
    <w:rsid w:val="00D831A3"/>
    <w:rsid w:val="00D8413B"/>
    <w:rsid w:val="00D84201"/>
    <w:rsid w:val="00D8584F"/>
    <w:rsid w:val="00D85FF0"/>
    <w:rsid w:val="00D869F7"/>
    <w:rsid w:val="00D8716A"/>
    <w:rsid w:val="00D87F22"/>
    <w:rsid w:val="00D903B1"/>
    <w:rsid w:val="00D93067"/>
    <w:rsid w:val="00D932D1"/>
    <w:rsid w:val="00D96B3F"/>
    <w:rsid w:val="00D97BE3"/>
    <w:rsid w:val="00D97EE6"/>
    <w:rsid w:val="00DA0D67"/>
    <w:rsid w:val="00DA2009"/>
    <w:rsid w:val="00DA3711"/>
    <w:rsid w:val="00DA5214"/>
    <w:rsid w:val="00DA5286"/>
    <w:rsid w:val="00DA5362"/>
    <w:rsid w:val="00DA5515"/>
    <w:rsid w:val="00DA5EEB"/>
    <w:rsid w:val="00DB2561"/>
    <w:rsid w:val="00DB2E59"/>
    <w:rsid w:val="00DB4342"/>
    <w:rsid w:val="00DB5D9B"/>
    <w:rsid w:val="00DB619A"/>
    <w:rsid w:val="00DB6399"/>
    <w:rsid w:val="00DB7379"/>
    <w:rsid w:val="00DB7419"/>
    <w:rsid w:val="00DC0205"/>
    <w:rsid w:val="00DC2DEF"/>
    <w:rsid w:val="00DD0DD8"/>
    <w:rsid w:val="00DD0F5A"/>
    <w:rsid w:val="00DD2235"/>
    <w:rsid w:val="00DD4015"/>
    <w:rsid w:val="00DD46F3"/>
    <w:rsid w:val="00DD4DDB"/>
    <w:rsid w:val="00DD646E"/>
    <w:rsid w:val="00DE0220"/>
    <w:rsid w:val="00DE0267"/>
    <w:rsid w:val="00DE1DFF"/>
    <w:rsid w:val="00DE28EE"/>
    <w:rsid w:val="00DE4022"/>
    <w:rsid w:val="00DE51A5"/>
    <w:rsid w:val="00DE56F2"/>
    <w:rsid w:val="00DE62CE"/>
    <w:rsid w:val="00DE696C"/>
    <w:rsid w:val="00DE6A35"/>
    <w:rsid w:val="00DE72BC"/>
    <w:rsid w:val="00DE7DF2"/>
    <w:rsid w:val="00DE7EB3"/>
    <w:rsid w:val="00DF116D"/>
    <w:rsid w:val="00DF27AF"/>
    <w:rsid w:val="00DF3143"/>
    <w:rsid w:val="00DF52DD"/>
    <w:rsid w:val="00DF566F"/>
    <w:rsid w:val="00DF5A04"/>
    <w:rsid w:val="00DF78B9"/>
    <w:rsid w:val="00E009D2"/>
    <w:rsid w:val="00E01EA1"/>
    <w:rsid w:val="00E03672"/>
    <w:rsid w:val="00E04992"/>
    <w:rsid w:val="00E0557D"/>
    <w:rsid w:val="00E0719D"/>
    <w:rsid w:val="00E075BB"/>
    <w:rsid w:val="00E07CCB"/>
    <w:rsid w:val="00E10695"/>
    <w:rsid w:val="00E10A14"/>
    <w:rsid w:val="00E1127C"/>
    <w:rsid w:val="00E12B2D"/>
    <w:rsid w:val="00E138A9"/>
    <w:rsid w:val="00E150F2"/>
    <w:rsid w:val="00E166CB"/>
    <w:rsid w:val="00E16AEB"/>
    <w:rsid w:val="00E16FF7"/>
    <w:rsid w:val="00E17110"/>
    <w:rsid w:val="00E17AFD"/>
    <w:rsid w:val="00E17C1E"/>
    <w:rsid w:val="00E17C5A"/>
    <w:rsid w:val="00E2199F"/>
    <w:rsid w:val="00E226D0"/>
    <w:rsid w:val="00E22C30"/>
    <w:rsid w:val="00E24301"/>
    <w:rsid w:val="00E2511C"/>
    <w:rsid w:val="00E2553F"/>
    <w:rsid w:val="00E265A4"/>
    <w:rsid w:val="00E26D68"/>
    <w:rsid w:val="00E275FF"/>
    <w:rsid w:val="00E323D1"/>
    <w:rsid w:val="00E33B76"/>
    <w:rsid w:val="00E37237"/>
    <w:rsid w:val="00E373C7"/>
    <w:rsid w:val="00E37C46"/>
    <w:rsid w:val="00E41B04"/>
    <w:rsid w:val="00E4366B"/>
    <w:rsid w:val="00E437B0"/>
    <w:rsid w:val="00E44045"/>
    <w:rsid w:val="00E441DE"/>
    <w:rsid w:val="00E445C8"/>
    <w:rsid w:val="00E44DD4"/>
    <w:rsid w:val="00E4520D"/>
    <w:rsid w:val="00E45558"/>
    <w:rsid w:val="00E45DF8"/>
    <w:rsid w:val="00E479F4"/>
    <w:rsid w:val="00E51802"/>
    <w:rsid w:val="00E5195A"/>
    <w:rsid w:val="00E531BF"/>
    <w:rsid w:val="00E56510"/>
    <w:rsid w:val="00E56CBF"/>
    <w:rsid w:val="00E57E67"/>
    <w:rsid w:val="00E618C4"/>
    <w:rsid w:val="00E645E3"/>
    <w:rsid w:val="00E65BBD"/>
    <w:rsid w:val="00E66AA6"/>
    <w:rsid w:val="00E66B3B"/>
    <w:rsid w:val="00E66D98"/>
    <w:rsid w:val="00E672B1"/>
    <w:rsid w:val="00E7218A"/>
    <w:rsid w:val="00E722F7"/>
    <w:rsid w:val="00E7329F"/>
    <w:rsid w:val="00E7502F"/>
    <w:rsid w:val="00E81C14"/>
    <w:rsid w:val="00E82883"/>
    <w:rsid w:val="00E83DF2"/>
    <w:rsid w:val="00E83F2C"/>
    <w:rsid w:val="00E842A5"/>
    <w:rsid w:val="00E872F8"/>
    <w:rsid w:val="00E878EE"/>
    <w:rsid w:val="00E95781"/>
    <w:rsid w:val="00E95E1D"/>
    <w:rsid w:val="00E95FC3"/>
    <w:rsid w:val="00E9608E"/>
    <w:rsid w:val="00EA07C0"/>
    <w:rsid w:val="00EA08FE"/>
    <w:rsid w:val="00EA148D"/>
    <w:rsid w:val="00EA397D"/>
    <w:rsid w:val="00EA417D"/>
    <w:rsid w:val="00EA6EC7"/>
    <w:rsid w:val="00EB0647"/>
    <w:rsid w:val="00EB104F"/>
    <w:rsid w:val="00EB138E"/>
    <w:rsid w:val="00EB282B"/>
    <w:rsid w:val="00EB3DD7"/>
    <w:rsid w:val="00EB456A"/>
    <w:rsid w:val="00EB46E5"/>
    <w:rsid w:val="00EB5D4D"/>
    <w:rsid w:val="00EB6882"/>
    <w:rsid w:val="00EC10AE"/>
    <w:rsid w:val="00EC11EE"/>
    <w:rsid w:val="00EC1DE0"/>
    <w:rsid w:val="00EC1E58"/>
    <w:rsid w:val="00EC24BB"/>
    <w:rsid w:val="00EC2AAB"/>
    <w:rsid w:val="00EC2EA0"/>
    <w:rsid w:val="00EC60F7"/>
    <w:rsid w:val="00EC7091"/>
    <w:rsid w:val="00ED0703"/>
    <w:rsid w:val="00ED116C"/>
    <w:rsid w:val="00ED14BD"/>
    <w:rsid w:val="00ED1E83"/>
    <w:rsid w:val="00ED34EC"/>
    <w:rsid w:val="00ED4249"/>
    <w:rsid w:val="00ED50F3"/>
    <w:rsid w:val="00ED58B7"/>
    <w:rsid w:val="00ED5CFE"/>
    <w:rsid w:val="00ED6360"/>
    <w:rsid w:val="00EE0CDE"/>
    <w:rsid w:val="00EE0F41"/>
    <w:rsid w:val="00EE1877"/>
    <w:rsid w:val="00EE1AA5"/>
    <w:rsid w:val="00EE2244"/>
    <w:rsid w:val="00EE28EF"/>
    <w:rsid w:val="00EE3C5F"/>
    <w:rsid w:val="00EE4459"/>
    <w:rsid w:val="00EE5781"/>
    <w:rsid w:val="00EE6D9D"/>
    <w:rsid w:val="00EE7872"/>
    <w:rsid w:val="00EE7882"/>
    <w:rsid w:val="00EF09E5"/>
    <w:rsid w:val="00EF13E3"/>
    <w:rsid w:val="00EF1941"/>
    <w:rsid w:val="00EF2154"/>
    <w:rsid w:val="00EF360F"/>
    <w:rsid w:val="00EF47C8"/>
    <w:rsid w:val="00EF4F18"/>
    <w:rsid w:val="00EF5751"/>
    <w:rsid w:val="00EF6C64"/>
    <w:rsid w:val="00EF7704"/>
    <w:rsid w:val="00F016C7"/>
    <w:rsid w:val="00F0349F"/>
    <w:rsid w:val="00F03BEC"/>
    <w:rsid w:val="00F03DA2"/>
    <w:rsid w:val="00F04920"/>
    <w:rsid w:val="00F05FCA"/>
    <w:rsid w:val="00F0623D"/>
    <w:rsid w:val="00F063DF"/>
    <w:rsid w:val="00F073CB"/>
    <w:rsid w:val="00F10664"/>
    <w:rsid w:val="00F108CB"/>
    <w:rsid w:val="00F12DEC"/>
    <w:rsid w:val="00F13F18"/>
    <w:rsid w:val="00F1402B"/>
    <w:rsid w:val="00F1561C"/>
    <w:rsid w:val="00F16C4B"/>
    <w:rsid w:val="00F1715C"/>
    <w:rsid w:val="00F178E1"/>
    <w:rsid w:val="00F17C45"/>
    <w:rsid w:val="00F17E8A"/>
    <w:rsid w:val="00F20453"/>
    <w:rsid w:val="00F2092F"/>
    <w:rsid w:val="00F21DD2"/>
    <w:rsid w:val="00F2276C"/>
    <w:rsid w:val="00F2343C"/>
    <w:rsid w:val="00F24FE5"/>
    <w:rsid w:val="00F2652E"/>
    <w:rsid w:val="00F2723C"/>
    <w:rsid w:val="00F275D7"/>
    <w:rsid w:val="00F310F8"/>
    <w:rsid w:val="00F34816"/>
    <w:rsid w:val="00F348C0"/>
    <w:rsid w:val="00F35939"/>
    <w:rsid w:val="00F36DA3"/>
    <w:rsid w:val="00F37E62"/>
    <w:rsid w:val="00F40350"/>
    <w:rsid w:val="00F40D6B"/>
    <w:rsid w:val="00F40F8F"/>
    <w:rsid w:val="00F4147D"/>
    <w:rsid w:val="00F42C97"/>
    <w:rsid w:val="00F43151"/>
    <w:rsid w:val="00F45607"/>
    <w:rsid w:val="00F45736"/>
    <w:rsid w:val="00F45B56"/>
    <w:rsid w:val="00F46000"/>
    <w:rsid w:val="00F4722B"/>
    <w:rsid w:val="00F50A69"/>
    <w:rsid w:val="00F51311"/>
    <w:rsid w:val="00F522F0"/>
    <w:rsid w:val="00F52CEE"/>
    <w:rsid w:val="00F52FA8"/>
    <w:rsid w:val="00F532FB"/>
    <w:rsid w:val="00F54432"/>
    <w:rsid w:val="00F54B45"/>
    <w:rsid w:val="00F5656E"/>
    <w:rsid w:val="00F569C6"/>
    <w:rsid w:val="00F60931"/>
    <w:rsid w:val="00F614D3"/>
    <w:rsid w:val="00F6250A"/>
    <w:rsid w:val="00F64E2B"/>
    <w:rsid w:val="00F653AD"/>
    <w:rsid w:val="00F659EB"/>
    <w:rsid w:val="00F66018"/>
    <w:rsid w:val="00F6610C"/>
    <w:rsid w:val="00F666BB"/>
    <w:rsid w:val="00F66E45"/>
    <w:rsid w:val="00F67BD8"/>
    <w:rsid w:val="00F67ED4"/>
    <w:rsid w:val="00F67F0D"/>
    <w:rsid w:val="00F744CC"/>
    <w:rsid w:val="00F74E77"/>
    <w:rsid w:val="00F765A8"/>
    <w:rsid w:val="00F76953"/>
    <w:rsid w:val="00F77DC7"/>
    <w:rsid w:val="00F80740"/>
    <w:rsid w:val="00F85ADF"/>
    <w:rsid w:val="00F86BA6"/>
    <w:rsid w:val="00F86D2A"/>
    <w:rsid w:val="00F875E9"/>
    <w:rsid w:val="00F87E77"/>
    <w:rsid w:val="00F93E20"/>
    <w:rsid w:val="00F94410"/>
    <w:rsid w:val="00F96701"/>
    <w:rsid w:val="00F97477"/>
    <w:rsid w:val="00F97F4A"/>
    <w:rsid w:val="00FA21E1"/>
    <w:rsid w:val="00FA2ADC"/>
    <w:rsid w:val="00FA47CE"/>
    <w:rsid w:val="00FA487B"/>
    <w:rsid w:val="00FA4D7F"/>
    <w:rsid w:val="00FB1188"/>
    <w:rsid w:val="00FB1EC7"/>
    <w:rsid w:val="00FB3188"/>
    <w:rsid w:val="00FB3994"/>
    <w:rsid w:val="00FB5BAA"/>
    <w:rsid w:val="00FB604B"/>
    <w:rsid w:val="00FB6342"/>
    <w:rsid w:val="00FB6AE4"/>
    <w:rsid w:val="00FB6F6A"/>
    <w:rsid w:val="00FC0B31"/>
    <w:rsid w:val="00FC0F0F"/>
    <w:rsid w:val="00FC2432"/>
    <w:rsid w:val="00FC3913"/>
    <w:rsid w:val="00FC39CE"/>
    <w:rsid w:val="00FC59E2"/>
    <w:rsid w:val="00FC6389"/>
    <w:rsid w:val="00FC7084"/>
    <w:rsid w:val="00FC757D"/>
    <w:rsid w:val="00FD0304"/>
    <w:rsid w:val="00FD0692"/>
    <w:rsid w:val="00FD1094"/>
    <w:rsid w:val="00FD2468"/>
    <w:rsid w:val="00FD3DA8"/>
    <w:rsid w:val="00FD6F00"/>
    <w:rsid w:val="00FD76E4"/>
    <w:rsid w:val="00FD7B5E"/>
    <w:rsid w:val="00FE0CF2"/>
    <w:rsid w:val="00FE1625"/>
    <w:rsid w:val="00FE27AB"/>
    <w:rsid w:val="00FE356B"/>
    <w:rsid w:val="00FE4333"/>
    <w:rsid w:val="00FE56B5"/>
    <w:rsid w:val="00FE5726"/>
    <w:rsid w:val="00FE5A5D"/>
    <w:rsid w:val="00FE6AEC"/>
    <w:rsid w:val="00FE7152"/>
    <w:rsid w:val="00FE7939"/>
    <w:rsid w:val="00FF2093"/>
    <w:rsid w:val="00FF232F"/>
    <w:rsid w:val="00FF2A62"/>
    <w:rsid w:val="00FF4108"/>
    <w:rsid w:val="00FF4386"/>
    <w:rsid w:val="00FF50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575CC9"/>
    <w:pPr>
      <w:spacing w:after="120"/>
      <w:jc w:val="both"/>
    </w:pPr>
  </w:style>
  <w:style w:type="paragraph" w:customStyle="1" w:styleId="Odstavec1-2i">
    <w:name w:val="_Odstavec_1-2_(i)"/>
    <w:basedOn w:val="Normln"/>
    <w:qFormat/>
    <w:rsid w:val="00575CC9"/>
    <w:pPr>
      <w:spacing w:after="60"/>
      <w:jc w:val="both"/>
    </w:pPr>
  </w:style>
  <w:style w:type="paragraph" w:customStyle="1" w:styleId="Odstavec1-31">
    <w:name w:val="_Odstavec_1-3_1)"/>
    <w:qFormat/>
    <w:rsid w:val="00575CC9"/>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tu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vvz.nipez.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F8D4D0-179E-44E7-BD94-C436349AEA70}">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8F47CDC-C23E-433D-A773-C9B35A504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83C84A-93B9-461A-902C-B8EEB68CB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23</TotalTime>
  <Pages>1</Pages>
  <Words>21691</Words>
  <Characters>127977</Characters>
  <Application>Microsoft Office Word</Application>
  <DocSecurity>0</DocSecurity>
  <Lines>1066</Lines>
  <Paragraphs>298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Voráčková Marta, Mgr.</cp:lastModifiedBy>
  <cp:revision>11</cp:revision>
  <cp:lastPrinted>2025-05-16T07:43:00Z</cp:lastPrinted>
  <dcterms:created xsi:type="dcterms:W3CDTF">2025-05-15T06:45:00Z</dcterms:created>
  <dcterms:modified xsi:type="dcterms:W3CDTF">2025-05-16T07:43:00Z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